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64DCED8F" w14:textId="77777777" w:rsidTr="00D74AE1">
        <w:trPr>
          <w:trHeight w:hRule="exact" w:val="2948"/>
        </w:trPr>
        <w:tc>
          <w:tcPr>
            <w:tcW w:w="11185" w:type="dxa"/>
            <w:vAlign w:val="center"/>
          </w:tcPr>
          <w:p w14:paraId="3BB9E041" w14:textId="77777777" w:rsidR="00974E99" w:rsidRPr="00974E99" w:rsidRDefault="00974E99" w:rsidP="00E21A27">
            <w:pPr>
              <w:pStyle w:val="Documenttype"/>
            </w:pPr>
            <w:bookmarkStart w:id="0" w:name="_Hlk96697476"/>
            <w:r w:rsidRPr="00974E99">
              <w:t>I</w:t>
            </w:r>
            <w:bookmarkStart w:id="1" w:name="_Ref446317644"/>
            <w:bookmarkEnd w:id="1"/>
            <w:r w:rsidRPr="00974E99">
              <w:t xml:space="preserve">ALA </w:t>
            </w:r>
            <w:r w:rsidR="0093492E">
              <w:t>G</w:t>
            </w:r>
            <w:r w:rsidR="00722236">
              <w:t>uideline</w:t>
            </w:r>
          </w:p>
        </w:tc>
      </w:tr>
    </w:tbl>
    <w:p w14:paraId="0A927FE3" w14:textId="77777777" w:rsidR="008972C3" w:rsidRDefault="008972C3" w:rsidP="003274DB"/>
    <w:p w14:paraId="3140E163" w14:textId="77777777" w:rsidR="00D74AE1" w:rsidRDefault="00D74AE1" w:rsidP="003274DB"/>
    <w:p w14:paraId="2113561A" w14:textId="77777777" w:rsidR="0093492E" w:rsidRDefault="0026038D" w:rsidP="0026038D">
      <w:pPr>
        <w:pStyle w:val="Documentnumber"/>
      </w:pPr>
      <w:r>
        <w:t>1</w:t>
      </w:r>
      <w:r w:rsidR="00914330" w:rsidRPr="00914330">
        <w:rPr>
          <w:highlight w:val="yellow"/>
        </w:rPr>
        <w:t>???</w:t>
      </w:r>
    </w:p>
    <w:p w14:paraId="7DDAF3B1" w14:textId="77777777" w:rsidR="0026038D" w:rsidRDefault="0026038D" w:rsidP="003274DB"/>
    <w:p w14:paraId="53C3BBBF" w14:textId="77777777" w:rsidR="00776004" w:rsidRPr="008E2ACA" w:rsidRDefault="006C251E" w:rsidP="006218E8">
      <w:pPr>
        <w:pStyle w:val="Documentname"/>
      </w:pPr>
      <w:r w:rsidRPr="008E2ACA">
        <w:rPr>
          <w:bCs/>
        </w:rPr>
        <w:t>IALA GUideline on developments in maritime autonomous surface ships</w:t>
      </w:r>
    </w:p>
    <w:p w14:paraId="17065E57" w14:textId="77777777" w:rsidR="00CF49CC" w:rsidRPr="008E2ACA" w:rsidRDefault="00CF49CC" w:rsidP="00D74AE1"/>
    <w:p w14:paraId="6A5DDBD0" w14:textId="77777777" w:rsidR="004E0BBB" w:rsidRPr="008E2ACA" w:rsidRDefault="004E0BBB" w:rsidP="00D74AE1"/>
    <w:p w14:paraId="2DC69AD9" w14:textId="77777777" w:rsidR="004E0BBB" w:rsidRPr="008E2ACA" w:rsidRDefault="004E0BBB" w:rsidP="00D74AE1"/>
    <w:p w14:paraId="372F39F8" w14:textId="77777777" w:rsidR="004E0BBB" w:rsidRPr="008E2ACA" w:rsidRDefault="004E0BBB" w:rsidP="00D74AE1"/>
    <w:p w14:paraId="29CFAF58" w14:textId="77777777" w:rsidR="004E0BBB" w:rsidRPr="008E2ACA" w:rsidRDefault="004E0BBB" w:rsidP="00D74AE1"/>
    <w:p w14:paraId="1F868B0D" w14:textId="77777777" w:rsidR="004E0BBB" w:rsidRPr="008E2ACA" w:rsidRDefault="004E0BBB" w:rsidP="00D74AE1"/>
    <w:p w14:paraId="07914186" w14:textId="77777777" w:rsidR="00734BC6" w:rsidRPr="008E2ACA" w:rsidRDefault="00734BC6" w:rsidP="00D74AE1"/>
    <w:p w14:paraId="6A8B7650" w14:textId="77777777" w:rsidR="004E0BBB" w:rsidRPr="008E2ACA" w:rsidRDefault="004E0BBB" w:rsidP="00D74AE1"/>
    <w:p w14:paraId="0346C397" w14:textId="77777777" w:rsidR="004E0BBB" w:rsidRPr="008E2ACA" w:rsidRDefault="004E0BBB" w:rsidP="00D74AE1"/>
    <w:p w14:paraId="4CCA3A3E" w14:textId="77777777" w:rsidR="004E0BBB" w:rsidRPr="008E2ACA" w:rsidRDefault="004E0BBB" w:rsidP="00D74AE1"/>
    <w:p w14:paraId="052933D2" w14:textId="77777777" w:rsidR="004E0BBB" w:rsidRPr="008E2ACA" w:rsidRDefault="00894F71" w:rsidP="008A329C">
      <w:pPr>
        <w:tabs>
          <w:tab w:val="left" w:pos="6096"/>
        </w:tabs>
      </w:pPr>
      <w:r w:rsidRPr="008E2ACA">
        <w:tab/>
      </w:r>
    </w:p>
    <w:p w14:paraId="18B5BADC" w14:textId="77777777" w:rsidR="004E0BBB" w:rsidRPr="008E2ACA" w:rsidRDefault="004E0BBB" w:rsidP="00D74AE1"/>
    <w:p w14:paraId="0ECE4CE9" w14:textId="77777777" w:rsidR="004E0BBB" w:rsidRPr="008E2ACA" w:rsidRDefault="004E0BBB" w:rsidP="00D74AE1"/>
    <w:p w14:paraId="1B6948F5" w14:textId="77777777" w:rsidR="004E0BBB" w:rsidRPr="008E2ACA" w:rsidRDefault="004E0BBB" w:rsidP="00D74AE1"/>
    <w:p w14:paraId="3120AF54" w14:textId="77777777" w:rsidR="004E0BBB" w:rsidRPr="008E2ACA" w:rsidRDefault="004E0BBB" w:rsidP="00D74AE1"/>
    <w:p w14:paraId="4DF2F890" w14:textId="77777777" w:rsidR="004E0BBB" w:rsidRPr="008E2ACA" w:rsidRDefault="004E0BBB" w:rsidP="004E0BBB">
      <w:pPr>
        <w:pStyle w:val="Editionnumber"/>
      </w:pPr>
      <w:r w:rsidRPr="008E2ACA">
        <w:t>Edition 1.0</w:t>
      </w:r>
    </w:p>
    <w:p w14:paraId="7D369E5A" w14:textId="77777777" w:rsidR="004E0BBB" w:rsidRPr="008E2ACA" w:rsidRDefault="00600C2B" w:rsidP="004E0BBB">
      <w:pPr>
        <w:pStyle w:val="Documentdate"/>
      </w:pPr>
      <w:r w:rsidRPr="008E2ACA">
        <w:t>Document date</w:t>
      </w:r>
    </w:p>
    <w:p w14:paraId="3365CE12" w14:textId="77777777" w:rsidR="00BC27F6" w:rsidRPr="008E2ACA" w:rsidRDefault="00BC27F6" w:rsidP="00D74AE1">
      <w:pPr>
        <w:sectPr w:rsidR="00BC27F6" w:rsidRPr="008E2ACA" w:rsidSect="006C251E">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639F4741" w14:textId="77777777" w:rsidR="00914E26" w:rsidRPr="008E2ACA" w:rsidRDefault="00914E26" w:rsidP="00914E26">
      <w:pPr>
        <w:pStyle w:val="BodyText"/>
      </w:pPr>
      <w:r w:rsidRPr="008E2ACA">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8E2ACA" w14:paraId="4B3AFB2F" w14:textId="77777777" w:rsidTr="005E4659">
        <w:tc>
          <w:tcPr>
            <w:tcW w:w="1908" w:type="dxa"/>
          </w:tcPr>
          <w:p w14:paraId="707D63B9" w14:textId="77777777" w:rsidR="00914E26" w:rsidRPr="008A329C" w:rsidRDefault="00914E26" w:rsidP="00414698">
            <w:pPr>
              <w:pStyle w:val="Tableheading"/>
              <w:rPr>
                <w:lang w:val="en-GB"/>
              </w:rPr>
            </w:pPr>
            <w:r w:rsidRPr="008A329C">
              <w:rPr>
                <w:lang w:val="en-GB"/>
              </w:rPr>
              <w:t>Date</w:t>
            </w:r>
          </w:p>
        </w:tc>
        <w:tc>
          <w:tcPr>
            <w:tcW w:w="3576" w:type="dxa"/>
          </w:tcPr>
          <w:p w14:paraId="1567AB9E" w14:textId="77777777" w:rsidR="00914E26" w:rsidRPr="008A329C" w:rsidRDefault="00914E26" w:rsidP="00414698">
            <w:pPr>
              <w:pStyle w:val="Tableheading"/>
              <w:rPr>
                <w:lang w:val="en-GB"/>
              </w:rPr>
            </w:pPr>
            <w:r w:rsidRPr="008A329C">
              <w:rPr>
                <w:lang w:val="en-GB"/>
              </w:rPr>
              <w:t>Page / Section Revised</w:t>
            </w:r>
          </w:p>
        </w:tc>
        <w:tc>
          <w:tcPr>
            <w:tcW w:w="5001" w:type="dxa"/>
          </w:tcPr>
          <w:p w14:paraId="452F862B" w14:textId="77777777" w:rsidR="00914E26" w:rsidRPr="008A329C" w:rsidRDefault="00914E26" w:rsidP="00414698">
            <w:pPr>
              <w:pStyle w:val="Tableheading"/>
              <w:rPr>
                <w:lang w:val="en-GB"/>
              </w:rPr>
            </w:pPr>
            <w:r w:rsidRPr="008A329C">
              <w:rPr>
                <w:lang w:val="en-GB"/>
              </w:rPr>
              <w:t>Requirement for Revision</w:t>
            </w:r>
          </w:p>
        </w:tc>
      </w:tr>
      <w:tr w:rsidR="005E4659" w:rsidRPr="008E2ACA" w14:paraId="580BCB85" w14:textId="77777777" w:rsidTr="005E4659">
        <w:trPr>
          <w:trHeight w:val="851"/>
        </w:trPr>
        <w:tc>
          <w:tcPr>
            <w:tcW w:w="1908" w:type="dxa"/>
            <w:vAlign w:val="center"/>
          </w:tcPr>
          <w:p w14:paraId="30C31291" w14:textId="77777777" w:rsidR="00914E26" w:rsidRPr="008E2ACA" w:rsidRDefault="006218E8" w:rsidP="00914E26">
            <w:pPr>
              <w:pStyle w:val="Tabletext"/>
            </w:pPr>
            <w:r w:rsidRPr="008E2ACA">
              <w:t>month/year approved by Council</w:t>
            </w:r>
          </w:p>
        </w:tc>
        <w:tc>
          <w:tcPr>
            <w:tcW w:w="3576" w:type="dxa"/>
            <w:vAlign w:val="center"/>
          </w:tcPr>
          <w:p w14:paraId="46AC0C02" w14:textId="77777777" w:rsidR="00914E26" w:rsidRPr="008E2ACA" w:rsidRDefault="006218E8" w:rsidP="00914E26">
            <w:pPr>
              <w:pStyle w:val="Tabletext"/>
            </w:pPr>
            <w:proofErr w:type="spellStart"/>
            <w:r w:rsidRPr="008E2ACA">
              <w:t>aaaaa</w:t>
            </w:r>
            <w:proofErr w:type="spellEnd"/>
          </w:p>
        </w:tc>
        <w:tc>
          <w:tcPr>
            <w:tcW w:w="5001" w:type="dxa"/>
            <w:vAlign w:val="center"/>
          </w:tcPr>
          <w:p w14:paraId="51557F91" w14:textId="77777777" w:rsidR="00914E26" w:rsidRPr="008E2ACA" w:rsidRDefault="006218E8" w:rsidP="00914E26">
            <w:pPr>
              <w:pStyle w:val="Tabletext"/>
            </w:pPr>
            <w:proofErr w:type="spellStart"/>
            <w:r w:rsidRPr="008E2ACA">
              <w:t>aaaaaa</w:t>
            </w:r>
            <w:proofErr w:type="spellEnd"/>
          </w:p>
        </w:tc>
      </w:tr>
      <w:tr w:rsidR="005E4659" w:rsidRPr="008E2ACA" w14:paraId="34FBDCFC" w14:textId="77777777" w:rsidTr="005E4659">
        <w:trPr>
          <w:trHeight w:val="851"/>
        </w:trPr>
        <w:tc>
          <w:tcPr>
            <w:tcW w:w="1908" w:type="dxa"/>
            <w:vAlign w:val="center"/>
          </w:tcPr>
          <w:p w14:paraId="578B9218" w14:textId="77777777" w:rsidR="00914E26" w:rsidRPr="008E2ACA" w:rsidRDefault="00914E26" w:rsidP="00914E26">
            <w:pPr>
              <w:pStyle w:val="Tabletext"/>
            </w:pPr>
          </w:p>
        </w:tc>
        <w:tc>
          <w:tcPr>
            <w:tcW w:w="3576" w:type="dxa"/>
            <w:vAlign w:val="center"/>
          </w:tcPr>
          <w:p w14:paraId="20708853" w14:textId="77777777" w:rsidR="00914E26" w:rsidRPr="008E2ACA" w:rsidRDefault="00914E26" w:rsidP="00914E26">
            <w:pPr>
              <w:pStyle w:val="Tabletext"/>
            </w:pPr>
          </w:p>
        </w:tc>
        <w:tc>
          <w:tcPr>
            <w:tcW w:w="5001" w:type="dxa"/>
            <w:vAlign w:val="center"/>
          </w:tcPr>
          <w:p w14:paraId="182A9752" w14:textId="77777777" w:rsidR="00914E26" w:rsidRPr="008E2ACA" w:rsidRDefault="00914E26" w:rsidP="00914E26">
            <w:pPr>
              <w:pStyle w:val="Tabletext"/>
            </w:pPr>
          </w:p>
        </w:tc>
      </w:tr>
      <w:tr w:rsidR="005E4659" w:rsidRPr="008E2ACA" w14:paraId="62083A75" w14:textId="77777777" w:rsidTr="005E4659">
        <w:trPr>
          <w:trHeight w:val="851"/>
        </w:trPr>
        <w:tc>
          <w:tcPr>
            <w:tcW w:w="1908" w:type="dxa"/>
            <w:vAlign w:val="center"/>
          </w:tcPr>
          <w:p w14:paraId="3D59923A" w14:textId="77777777" w:rsidR="00914E26" w:rsidRPr="008E2ACA" w:rsidRDefault="00914E26" w:rsidP="00914E26">
            <w:pPr>
              <w:pStyle w:val="Tabletext"/>
            </w:pPr>
          </w:p>
        </w:tc>
        <w:tc>
          <w:tcPr>
            <w:tcW w:w="3576" w:type="dxa"/>
            <w:vAlign w:val="center"/>
          </w:tcPr>
          <w:p w14:paraId="304B9D61" w14:textId="77777777" w:rsidR="00914E26" w:rsidRPr="008E2ACA" w:rsidRDefault="00914E26" w:rsidP="00914E26">
            <w:pPr>
              <w:pStyle w:val="Tabletext"/>
            </w:pPr>
          </w:p>
        </w:tc>
        <w:tc>
          <w:tcPr>
            <w:tcW w:w="5001" w:type="dxa"/>
            <w:vAlign w:val="center"/>
          </w:tcPr>
          <w:p w14:paraId="5FE151B3" w14:textId="77777777" w:rsidR="00914E26" w:rsidRPr="008E2ACA" w:rsidRDefault="00914E26" w:rsidP="00914E26">
            <w:pPr>
              <w:pStyle w:val="Tabletext"/>
            </w:pPr>
          </w:p>
        </w:tc>
      </w:tr>
      <w:tr w:rsidR="005E4659" w:rsidRPr="008E2ACA" w14:paraId="2967B474" w14:textId="77777777" w:rsidTr="005E4659">
        <w:trPr>
          <w:trHeight w:val="851"/>
        </w:trPr>
        <w:tc>
          <w:tcPr>
            <w:tcW w:w="1908" w:type="dxa"/>
            <w:vAlign w:val="center"/>
          </w:tcPr>
          <w:p w14:paraId="70B79310" w14:textId="77777777" w:rsidR="00914E26" w:rsidRPr="008E2ACA" w:rsidRDefault="00914E26" w:rsidP="00914E26">
            <w:pPr>
              <w:pStyle w:val="Tabletext"/>
            </w:pPr>
          </w:p>
        </w:tc>
        <w:tc>
          <w:tcPr>
            <w:tcW w:w="3576" w:type="dxa"/>
            <w:vAlign w:val="center"/>
          </w:tcPr>
          <w:p w14:paraId="4D91B09E" w14:textId="77777777" w:rsidR="00914E26" w:rsidRPr="008E2ACA" w:rsidRDefault="00914E26" w:rsidP="00914E26">
            <w:pPr>
              <w:pStyle w:val="Tabletext"/>
            </w:pPr>
          </w:p>
        </w:tc>
        <w:tc>
          <w:tcPr>
            <w:tcW w:w="5001" w:type="dxa"/>
            <w:vAlign w:val="center"/>
          </w:tcPr>
          <w:p w14:paraId="69317523" w14:textId="77777777" w:rsidR="00914E26" w:rsidRPr="008E2ACA" w:rsidRDefault="00914E26" w:rsidP="00914E26">
            <w:pPr>
              <w:pStyle w:val="Tabletext"/>
            </w:pPr>
          </w:p>
        </w:tc>
      </w:tr>
      <w:tr w:rsidR="005E4659" w:rsidRPr="008E2ACA" w14:paraId="30FED319" w14:textId="77777777" w:rsidTr="005E4659">
        <w:trPr>
          <w:trHeight w:val="851"/>
        </w:trPr>
        <w:tc>
          <w:tcPr>
            <w:tcW w:w="1908" w:type="dxa"/>
            <w:vAlign w:val="center"/>
          </w:tcPr>
          <w:p w14:paraId="0A829FD5" w14:textId="77777777" w:rsidR="00914E26" w:rsidRPr="008E2ACA" w:rsidRDefault="00914E26" w:rsidP="00914E26">
            <w:pPr>
              <w:pStyle w:val="Tabletext"/>
            </w:pPr>
          </w:p>
        </w:tc>
        <w:tc>
          <w:tcPr>
            <w:tcW w:w="3576" w:type="dxa"/>
            <w:vAlign w:val="center"/>
          </w:tcPr>
          <w:p w14:paraId="503A721D" w14:textId="77777777" w:rsidR="00914E26" w:rsidRPr="008E2ACA" w:rsidRDefault="00914E26" w:rsidP="00914E26">
            <w:pPr>
              <w:pStyle w:val="Tabletext"/>
            </w:pPr>
          </w:p>
        </w:tc>
        <w:tc>
          <w:tcPr>
            <w:tcW w:w="5001" w:type="dxa"/>
            <w:vAlign w:val="center"/>
          </w:tcPr>
          <w:p w14:paraId="6D38A42A" w14:textId="77777777" w:rsidR="00914E26" w:rsidRPr="008E2ACA" w:rsidRDefault="00914E26" w:rsidP="00914E26">
            <w:pPr>
              <w:pStyle w:val="Tabletext"/>
            </w:pPr>
          </w:p>
        </w:tc>
      </w:tr>
      <w:tr w:rsidR="005E4659" w:rsidRPr="008E2ACA" w14:paraId="26FF08A2" w14:textId="77777777" w:rsidTr="005E4659">
        <w:trPr>
          <w:trHeight w:val="851"/>
        </w:trPr>
        <w:tc>
          <w:tcPr>
            <w:tcW w:w="1908" w:type="dxa"/>
            <w:vAlign w:val="center"/>
          </w:tcPr>
          <w:p w14:paraId="3AF53907" w14:textId="77777777" w:rsidR="00914E26" w:rsidRPr="008E2ACA" w:rsidRDefault="00914E26" w:rsidP="00914E26">
            <w:pPr>
              <w:pStyle w:val="Tabletext"/>
            </w:pPr>
          </w:p>
        </w:tc>
        <w:tc>
          <w:tcPr>
            <w:tcW w:w="3576" w:type="dxa"/>
            <w:vAlign w:val="center"/>
          </w:tcPr>
          <w:p w14:paraId="6C999E4D" w14:textId="77777777" w:rsidR="00914E26" w:rsidRPr="008E2ACA" w:rsidRDefault="00914E26" w:rsidP="00914E26">
            <w:pPr>
              <w:pStyle w:val="Tabletext"/>
            </w:pPr>
          </w:p>
        </w:tc>
        <w:tc>
          <w:tcPr>
            <w:tcW w:w="5001" w:type="dxa"/>
            <w:vAlign w:val="center"/>
          </w:tcPr>
          <w:p w14:paraId="5C5AEB3A" w14:textId="77777777" w:rsidR="00914E26" w:rsidRPr="008E2ACA" w:rsidRDefault="00914E26" w:rsidP="00914E26">
            <w:pPr>
              <w:pStyle w:val="Tabletext"/>
            </w:pPr>
          </w:p>
        </w:tc>
      </w:tr>
      <w:tr w:rsidR="005E4659" w:rsidRPr="008E2ACA" w14:paraId="2DC6F236" w14:textId="77777777" w:rsidTr="005E4659">
        <w:trPr>
          <w:trHeight w:val="851"/>
        </w:trPr>
        <w:tc>
          <w:tcPr>
            <w:tcW w:w="1908" w:type="dxa"/>
            <w:vAlign w:val="center"/>
          </w:tcPr>
          <w:p w14:paraId="20FAEC4C" w14:textId="77777777" w:rsidR="00914E26" w:rsidRPr="008E2ACA" w:rsidRDefault="00914E26" w:rsidP="00914E26">
            <w:pPr>
              <w:pStyle w:val="Tabletext"/>
            </w:pPr>
          </w:p>
        </w:tc>
        <w:tc>
          <w:tcPr>
            <w:tcW w:w="3576" w:type="dxa"/>
            <w:vAlign w:val="center"/>
          </w:tcPr>
          <w:p w14:paraId="5547D0FC" w14:textId="77777777" w:rsidR="00914E26" w:rsidRPr="008E2ACA" w:rsidRDefault="00914E26" w:rsidP="00914E26">
            <w:pPr>
              <w:pStyle w:val="Tabletext"/>
            </w:pPr>
          </w:p>
        </w:tc>
        <w:tc>
          <w:tcPr>
            <w:tcW w:w="5001" w:type="dxa"/>
            <w:vAlign w:val="center"/>
          </w:tcPr>
          <w:p w14:paraId="3F294849" w14:textId="77777777" w:rsidR="00914E26" w:rsidRPr="008E2ACA" w:rsidRDefault="00914E26" w:rsidP="00914E26">
            <w:pPr>
              <w:pStyle w:val="Tabletext"/>
            </w:pPr>
          </w:p>
        </w:tc>
      </w:tr>
    </w:tbl>
    <w:p w14:paraId="4446C55A" w14:textId="77777777" w:rsidR="00914E26" w:rsidRPr="008E2ACA" w:rsidRDefault="00914E26" w:rsidP="00D74AE1"/>
    <w:p w14:paraId="6A0DEF53" w14:textId="77777777" w:rsidR="005E4659" w:rsidRPr="008E2ACA" w:rsidRDefault="005E4659" w:rsidP="00914E26">
      <w:pPr>
        <w:spacing w:after="200" w:line="276" w:lineRule="auto"/>
        <w:sectPr w:rsidR="005E4659" w:rsidRPr="008E2ACA" w:rsidSect="006C251E">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33A336FE" w14:textId="5132DE30" w:rsidR="00282F59" w:rsidRDefault="004A4EC4">
      <w:pPr>
        <w:pStyle w:val="TOC1"/>
        <w:rPr>
          <w:rFonts w:eastAsiaTheme="minorEastAsia"/>
          <w:b w:val="0"/>
          <w:color w:val="auto"/>
          <w:lang w:val="en-ZA" w:eastAsia="en-ZA"/>
        </w:rPr>
      </w:pPr>
      <w:r w:rsidRPr="008E2ACA">
        <w:rPr>
          <w:rFonts w:eastAsia="Times New Roman" w:cs="Times New Roman"/>
          <w:b w:val="0"/>
          <w:noProof w:val="0"/>
          <w:szCs w:val="20"/>
        </w:rPr>
        <w:lastRenderedPageBreak/>
        <w:fldChar w:fldCharType="begin"/>
      </w:r>
      <w:r w:rsidRPr="008E2ACA">
        <w:rPr>
          <w:rFonts w:eastAsia="Times New Roman" w:cs="Times New Roman"/>
          <w:b w:val="0"/>
          <w:noProof w:val="0"/>
          <w:szCs w:val="20"/>
        </w:rPr>
        <w:instrText xml:space="preserve"> TOC \o "1-3" \t "Annex,4,Appendix,5" </w:instrText>
      </w:r>
      <w:r w:rsidRPr="008E2ACA">
        <w:rPr>
          <w:rFonts w:eastAsia="Times New Roman" w:cs="Times New Roman"/>
          <w:b w:val="0"/>
          <w:noProof w:val="0"/>
          <w:szCs w:val="20"/>
        </w:rPr>
        <w:fldChar w:fldCharType="separate"/>
      </w:r>
      <w:r w:rsidR="00282F59">
        <w:t>1.</w:t>
      </w:r>
      <w:r w:rsidR="00282F59">
        <w:rPr>
          <w:rFonts w:eastAsiaTheme="minorEastAsia"/>
          <w:b w:val="0"/>
          <w:color w:val="auto"/>
          <w:lang w:val="en-ZA" w:eastAsia="en-ZA"/>
        </w:rPr>
        <w:tab/>
      </w:r>
      <w:r w:rsidR="00282F59">
        <w:t>Aims and Objectives</w:t>
      </w:r>
      <w:r w:rsidR="00282F59">
        <w:tab/>
      </w:r>
      <w:r w:rsidR="00282F59">
        <w:fldChar w:fldCharType="begin"/>
      </w:r>
      <w:r w:rsidR="00282F59">
        <w:instrText xml:space="preserve"> PAGEREF _Toc97046738 \h </w:instrText>
      </w:r>
      <w:r w:rsidR="00282F59">
        <w:fldChar w:fldCharType="separate"/>
      </w:r>
      <w:r w:rsidR="00AA2EA3">
        <w:t>5</w:t>
      </w:r>
      <w:r w:rsidR="00282F59">
        <w:fldChar w:fldCharType="end"/>
      </w:r>
    </w:p>
    <w:p w14:paraId="17818112" w14:textId="5CB803D7" w:rsidR="00282F59" w:rsidRPr="008A329C" w:rsidRDefault="00282F59">
      <w:pPr>
        <w:pStyle w:val="TOC1"/>
        <w:rPr>
          <w:b w:val="0"/>
          <w:color w:val="auto"/>
          <w:lang w:val="en-ZA"/>
        </w:rPr>
      </w:pPr>
      <w:r>
        <w:t>2.</w:t>
      </w:r>
      <w:r w:rsidRPr="008A329C">
        <w:rPr>
          <w:b w:val="0"/>
          <w:color w:val="auto"/>
          <w:lang w:val="en-ZA"/>
        </w:rPr>
        <w:tab/>
      </w:r>
      <w:r>
        <w:t>Introduction</w:t>
      </w:r>
      <w:r>
        <w:tab/>
      </w:r>
      <w:r>
        <w:fldChar w:fldCharType="begin"/>
      </w:r>
      <w:r>
        <w:instrText xml:space="preserve"> PAGEREF _Toc97046739 \h </w:instrText>
      </w:r>
      <w:r>
        <w:fldChar w:fldCharType="separate"/>
      </w:r>
      <w:r w:rsidR="00AA2EA3">
        <w:t>5</w:t>
      </w:r>
      <w:r>
        <w:fldChar w:fldCharType="end"/>
      </w:r>
    </w:p>
    <w:p w14:paraId="5E415E5D" w14:textId="1114E314" w:rsidR="00282F59" w:rsidRPr="008A329C" w:rsidRDefault="00282F59">
      <w:pPr>
        <w:pStyle w:val="TOC2"/>
        <w:rPr>
          <w:color w:val="auto"/>
          <w:lang w:val="en-ZA"/>
        </w:rPr>
      </w:pPr>
      <w:r>
        <w:t>2.1</w:t>
      </w:r>
      <w:r w:rsidRPr="008A329C">
        <w:rPr>
          <w:color w:val="auto"/>
          <w:lang w:val="en-ZA"/>
        </w:rPr>
        <w:tab/>
      </w:r>
      <w:r>
        <w:t>Background</w:t>
      </w:r>
      <w:r>
        <w:tab/>
      </w:r>
      <w:r>
        <w:fldChar w:fldCharType="begin"/>
      </w:r>
      <w:r>
        <w:instrText xml:space="preserve"> PAGEREF _Toc97046740 \h </w:instrText>
      </w:r>
      <w:r>
        <w:fldChar w:fldCharType="separate"/>
      </w:r>
      <w:r w:rsidR="00AA2EA3">
        <w:t>5</w:t>
      </w:r>
      <w:r>
        <w:fldChar w:fldCharType="end"/>
      </w:r>
    </w:p>
    <w:p w14:paraId="0CCDF2ED" w14:textId="761551E4" w:rsidR="00282F59" w:rsidRDefault="00282F59">
      <w:pPr>
        <w:pStyle w:val="TOC2"/>
        <w:rPr>
          <w:rFonts w:eastAsiaTheme="minorEastAsia"/>
          <w:color w:val="auto"/>
          <w:lang w:val="en-ZA" w:eastAsia="en-ZA"/>
        </w:rPr>
      </w:pPr>
      <w:r>
        <w:t>2.2</w:t>
      </w:r>
      <w:r>
        <w:rPr>
          <w:rFonts w:eastAsiaTheme="minorEastAsia"/>
          <w:color w:val="auto"/>
          <w:lang w:val="en-ZA" w:eastAsia="en-ZA"/>
        </w:rPr>
        <w:tab/>
      </w:r>
      <w:r>
        <w:t>IMO’s STRATEGIC APPROACH TO MASS</w:t>
      </w:r>
      <w:r>
        <w:tab/>
      </w:r>
      <w:r>
        <w:fldChar w:fldCharType="begin"/>
      </w:r>
      <w:r>
        <w:instrText xml:space="preserve"> PAGEREF _Toc97046741 \h </w:instrText>
      </w:r>
      <w:r>
        <w:fldChar w:fldCharType="separate"/>
      </w:r>
      <w:r w:rsidR="00AA2EA3">
        <w:t>5</w:t>
      </w:r>
      <w:r>
        <w:fldChar w:fldCharType="end"/>
      </w:r>
    </w:p>
    <w:p w14:paraId="53ED191B" w14:textId="5D0B28DD" w:rsidR="00282F59" w:rsidRPr="008A329C" w:rsidRDefault="00282F59" w:rsidP="008A329C">
      <w:pPr>
        <w:pStyle w:val="TOC1"/>
        <w:rPr>
          <w:color w:val="auto"/>
          <w:lang w:val="en-ZA"/>
        </w:rPr>
      </w:pPr>
      <w:r>
        <w:t>3.</w:t>
      </w:r>
      <w:r w:rsidRPr="008A329C">
        <w:rPr>
          <w:b w:val="0"/>
          <w:color w:val="auto"/>
          <w:lang w:val="en-ZA"/>
        </w:rPr>
        <w:tab/>
      </w:r>
      <w:r>
        <w:t>IALA and MASS</w:t>
      </w:r>
      <w:r>
        <w:tab/>
      </w:r>
      <w:r>
        <w:fldChar w:fldCharType="begin"/>
      </w:r>
      <w:r>
        <w:instrText xml:space="preserve"> PAGEREF _Toc97046742 \h </w:instrText>
      </w:r>
      <w:r>
        <w:fldChar w:fldCharType="separate"/>
      </w:r>
      <w:r w:rsidR="00AA2EA3">
        <w:t>7</w:t>
      </w:r>
      <w:r>
        <w:fldChar w:fldCharType="end"/>
      </w:r>
    </w:p>
    <w:p w14:paraId="49E904B0" w14:textId="70FBB07E" w:rsidR="00282F59" w:rsidRPr="008A329C" w:rsidRDefault="00282F59">
      <w:pPr>
        <w:pStyle w:val="TOC1"/>
        <w:rPr>
          <w:b w:val="0"/>
          <w:color w:val="auto"/>
          <w:lang w:val="en-ZA"/>
        </w:rPr>
      </w:pPr>
      <w:r>
        <w:t>4.</w:t>
      </w:r>
      <w:r w:rsidRPr="008A329C">
        <w:rPr>
          <w:b w:val="0"/>
          <w:color w:val="auto"/>
          <w:lang w:val="en-ZA"/>
        </w:rPr>
        <w:tab/>
      </w:r>
      <w:r>
        <w:t>MASS and Maritime Services</w:t>
      </w:r>
      <w:r>
        <w:tab/>
      </w:r>
      <w:r>
        <w:fldChar w:fldCharType="begin"/>
      </w:r>
      <w:r>
        <w:instrText xml:space="preserve"> PAGEREF _Toc97046743 \h </w:instrText>
      </w:r>
      <w:r>
        <w:fldChar w:fldCharType="separate"/>
      </w:r>
      <w:r w:rsidR="00AA2EA3">
        <w:t>7</w:t>
      </w:r>
      <w:r>
        <w:fldChar w:fldCharType="end"/>
      </w:r>
    </w:p>
    <w:p w14:paraId="0B65B2A7" w14:textId="0402C04E" w:rsidR="00282F59" w:rsidRPr="008A329C" w:rsidRDefault="00282F59">
      <w:pPr>
        <w:pStyle w:val="TOC2"/>
        <w:rPr>
          <w:color w:val="auto"/>
          <w:lang w:val="en-ZA"/>
        </w:rPr>
      </w:pPr>
      <w:r>
        <w:t>4.1</w:t>
      </w:r>
      <w:r w:rsidRPr="008A329C">
        <w:rPr>
          <w:color w:val="auto"/>
          <w:lang w:val="en-ZA"/>
        </w:rPr>
        <w:tab/>
      </w:r>
      <w:r>
        <w:t>considerations for provision of aton in MASS environment</w:t>
      </w:r>
      <w:r>
        <w:tab/>
      </w:r>
      <w:r>
        <w:fldChar w:fldCharType="begin"/>
      </w:r>
      <w:r>
        <w:instrText xml:space="preserve"> PAGEREF _Toc97046744 \h </w:instrText>
      </w:r>
      <w:r>
        <w:fldChar w:fldCharType="separate"/>
      </w:r>
      <w:r w:rsidR="00AA2EA3">
        <w:t>8</w:t>
      </w:r>
      <w:r>
        <w:fldChar w:fldCharType="end"/>
      </w:r>
    </w:p>
    <w:p w14:paraId="5783548F" w14:textId="7D05095C" w:rsidR="00282F59" w:rsidRPr="008A329C" w:rsidRDefault="00282F59">
      <w:pPr>
        <w:pStyle w:val="TOC1"/>
        <w:rPr>
          <w:b w:val="0"/>
          <w:color w:val="auto"/>
          <w:lang w:val="en-ZA"/>
        </w:rPr>
      </w:pPr>
      <w:r>
        <w:t>5.</w:t>
      </w:r>
      <w:r w:rsidRPr="008A329C">
        <w:rPr>
          <w:b w:val="0"/>
          <w:color w:val="auto"/>
          <w:lang w:val="en-ZA"/>
        </w:rPr>
        <w:tab/>
      </w:r>
      <w:r>
        <w:t>Development of MASS SYSTEMS</w:t>
      </w:r>
      <w:r>
        <w:tab/>
      </w:r>
      <w:r>
        <w:fldChar w:fldCharType="begin"/>
      </w:r>
      <w:r>
        <w:instrText xml:space="preserve"> PAGEREF _Toc97046745 \h </w:instrText>
      </w:r>
      <w:r>
        <w:fldChar w:fldCharType="separate"/>
      </w:r>
      <w:r w:rsidR="00AA2EA3">
        <w:t>8</w:t>
      </w:r>
      <w:r>
        <w:fldChar w:fldCharType="end"/>
      </w:r>
    </w:p>
    <w:p w14:paraId="644FCC03" w14:textId="01C84A7C" w:rsidR="00282F59" w:rsidRDefault="00282F59">
      <w:pPr>
        <w:pStyle w:val="TOC2"/>
        <w:rPr>
          <w:rFonts w:eastAsiaTheme="minorEastAsia"/>
          <w:color w:val="auto"/>
          <w:lang w:val="en-ZA" w:eastAsia="en-ZA"/>
        </w:rPr>
      </w:pPr>
      <w:r>
        <w:t>5.1</w:t>
      </w:r>
      <w:r>
        <w:rPr>
          <w:rFonts w:eastAsiaTheme="minorEastAsia"/>
          <w:color w:val="auto"/>
          <w:lang w:val="en-ZA" w:eastAsia="en-ZA"/>
        </w:rPr>
        <w:tab/>
      </w:r>
      <w:r>
        <w:t>Management of MASS vessels</w:t>
      </w:r>
      <w:r>
        <w:tab/>
      </w:r>
      <w:r>
        <w:fldChar w:fldCharType="begin"/>
      </w:r>
      <w:r>
        <w:instrText xml:space="preserve"> PAGEREF _Toc97046746 \h </w:instrText>
      </w:r>
      <w:r>
        <w:fldChar w:fldCharType="separate"/>
      </w:r>
      <w:r w:rsidR="00AA2EA3">
        <w:t>8</w:t>
      </w:r>
      <w:r>
        <w:fldChar w:fldCharType="end"/>
      </w:r>
    </w:p>
    <w:p w14:paraId="645275AA" w14:textId="147F8EF4" w:rsidR="00282F59" w:rsidRDefault="00282F59">
      <w:pPr>
        <w:pStyle w:val="TOC3"/>
        <w:tabs>
          <w:tab w:val="left" w:pos="1134"/>
          <w:tab w:val="right" w:leader="dot" w:pos="10195"/>
        </w:tabs>
        <w:rPr>
          <w:rFonts w:eastAsiaTheme="minorEastAsia"/>
          <w:noProof/>
          <w:sz w:val="22"/>
          <w:lang w:val="en-ZA" w:eastAsia="en-ZA"/>
        </w:rPr>
      </w:pPr>
      <w:r>
        <w:rPr>
          <w:noProof/>
        </w:rPr>
        <w:t>5.1.1</w:t>
      </w:r>
      <w:r>
        <w:rPr>
          <w:rFonts w:eastAsiaTheme="minorEastAsia"/>
          <w:noProof/>
          <w:sz w:val="22"/>
          <w:lang w:val="en-ZA" w:eastAsia="en-ZA"/>
        </w:rPr>
        <w:tab/>
      </w:r>
      <w:r>
        <w:rPr>
          <w:noProof/>
        </w:rPr>
        <w:t>Operational and Evaluation Deployment Planning and Authorisations</w:t>
      </w:r>
      <w:r>
        <w:rPr>
          <w:noProof/>
        </w:rPr>
        <w:tab/>
      </w:r>
      <w:r>
        <w:rPr>
          <w:noProof/>
        </w:rPr>
        <w:fldChar w:fldCharType="begin"/>
      </w:r>
      <w:r>
        <w:rPr>
          <w:noProof/>
        </w:rPr>
        <w:instrText xml:space="preserve"> PAGEREF _Toc97046747 \h </w:instrText>
      </w:r>
      <w:r>
        <w:rPr>
          <w:noProof/>
        </w:rPr>
      </w:r>
      <w:r>
        <w:rPr>
          <w:noProof/>
        </w:rPr>
        <w:fldChar w:fldCharType="separate"/>
      </w:r>
      <w:r w:rsidR="00AA2EA3">
        <w:rPr>
          <w:noProof/>
        </w:rPr>
        <w:t>8</w:t>
      </w:r>
      <w:r>
        <w:rPr>
          <w:noProof/>
        </w:rPr>
        <w:fldChar w:fldCharType="end"/>
      </w:r>
    </w:p>
    <w:p w14:paraId="4A78EE26" w14:textId="026D3E2D" w:rsidR="00282F59" w:rsidRDefault="00282F59">
      <w:pPr>
        <w:pStyle w:val="TOC3"/>
        <w:tabs>
          <w:tab w:val="left" w:pos="1134"/>
          <w:tab w:val="right" w:leader="dot" w:pos="10195"/>
        </w:tabs>
        <w:rPr>
          <w:rFonts w:eastAsiaTheme="minorEastAsia"/>
          <w:noProof/>
          <w:sz w:val="22"/>
          <w:lang w:val="en-ZA" w:eastAsia="en-ZA"/>
        </w:rPr>
      </w:pPr>
      <w:r>
        <w:rPr>
          <w:noProof/>
        </w:rPr>
        <w:t>5.1.2</w:t>
      </w:r>
      <w:r>
        <w:rPr>
          <w:rFonts w:eastAsiaTheme="minorEastAsia"/>
          <w:noProof/>
          <w:sz w:val="22"/>
          <w:lang w:val="en-ZA" w:eastAsia="en-ZA"/>
        </w:rPr>
        <w:tab/>
      </w:r>
      <w:r>
        <w:rPr>
          <w:noProof/>
        </w:rPr>
        <w:t>Environmental Considerations</w:t>
      </w:r>
      <w:r>
        <w:rPr>
          <w:noProof/>
        </w:rPr>
        <w:tab/>
      </w:r>
      <w:r>
        <w:rPr>
          <w:noProof/>
        </w:rPr>
        <w:fldChar w:fldCharType="begin"/>
      </w:r>
      <w:r>
        <w:rPr>
          <w:noProof/>
        </w:rPr>
        <w:instrText xml:space="preserve"> PAGEREF _Toc97046748 \h </w:instrText>
      </w:r>
      <w:r>
        <w:rPr>
          <w:noProof/>
        </w:rPr>
      </w:r>
      <w:r>
        <w:rPr>
          <w:noProof/>
        </w:rPr>
        <w:fldChar w:fldCharType="separate"/>
      </w:r>
      <w:r w:rsidR="00AA2EA3">
        <w:rPr>
          <w:noProof/>
        </w:rPr>
        <w:t>9</w:t>
      </w:r>
      <w:r>
        <w:rPr>
          <w:noProof/>
        </w:rPr>
        <w:fldChar w:fldCharType="end"/>
      </w:r>
    </w:p>
    <w:p w14:paraId="1C54F728" w14:textId="267C9516" w:rsidR="00282F59" w:rsidRDefault="00282F59">
      <w:pPr>
        <w:pStyle w:val="TOC3"/>
        <w:tabs>
          <w:tab w:val="left" w:pos="1134"/>
          <w:tab w:val="right" w:leader="dot" w:pos="10195"/>
        </w:tabs>
        <w:rPr>
          <w:rFonts w:eastAsiaTheme="minorEastAsia"/>
          <w:noProof/>
          <w:sz w:val="22"/>
          <w:lang w:val="en-ZA" w:eastAsia="en-ZA"/>
        </w:rPr>
      </w:pPr>
      <w:r>
        <w:rPr>
          <w:noProof/>
        </w:rPr>
        <w:t>5.1.3</w:t>
      </w:r>
      <w:r>
        <w:rPr>
          <w:rFonts w:eastAsiaTheme="minorEastAsia"/>
          <w:noProof/>
          <w:sz w:val="22"/>
          <w:lang w:val="en-ZA" w:eastAsia="en-ZA"/>
        </w:rPr>
        <w:tab/>
      </w:r>
      <w:r>
        <w:rPr>
          <w:noProof/>
        </w:rPr>
        <w:t>Health and Safety</w:t>
      </w:r>
      <w:r>
        <w:rPr>
          <w:noProof/>
        </w:rPr>
        <w:tab/>
      </w:r>
      <w:r>
        <w:rPr>
          <w:noProof/>
        </w:rPr>
        <w:fldChar w:fldCharType="begin"/>
      </w:r>
      <w:r>
        <w:rPr>
          <w:noProof/>
        </w:rPr>
        <w:instrText xml:space="preserve"> PAGEREF _Toc97046749 \h </w:instrText>
      </w:r>
      <w:r>
        <w:rPr>
          <w:noProof/>
        </w:rPr>
      </w:r>
      <w:r>
        <w:rPr>
          <w:noProof/>
        </w:rPr>
        <w:fldChar w:fldCharType="separate"/>
      </w:r>
      <w:r w:rsidR="00AA2EA3">
        <w:rPr>
          <w:noProof/>
        </w:rPr>
        <w:t>9</w:t>
      </w:r>
      <w:r>
        <w:rPr>
          <w:noProof/>
        </w:rPr>
        <w:fldChar w:fldCharType="end"/>
      </w:r>
    </w:p>
    <w:p w14:paraId="029A7AB9" w14:textId="2D3E45E5" w:rsidR="00282F59" w:rsidRDefault="00282F59">
      <w:pPr>
        <w:pStyle w:val="TOC3"/>
        <w:tabs>
          <w:tab w:val="left" w:pos="1134"/>
          <w:tab w:val="right" w:leader="dot" w:pos="10195"/>
        </w:tabs>
        <w:rPr>
          <w:rFonts w:eastAsiaTheme="minorEastAsia"/>
          <w:noProof/>
          <w:sz w:val="22"/>
          <w:lang w:val="en-ZA" w:eastAsia="en-ZA"/>
        </w:rPr>
      </w:pPr>
      <w:r>
        <w:rPr>
          <w:noProof/>
        </w:rPr>
        <w:t>5.1.4</w:t>
      </w:r>
      <w:r>
        <w:rPr>
          <w:rFonts w:eastAsiaTheme="minorEastAsia"/>
          <w:noProof/>
          <w:sz w:val="22"/>
          <w:lang w:val="en-ZA" w:eastAsia="en-ZA"/>
        </w:rPr>
        <w:tab/>
      </w:r>
      <w:r>
        <w:rPr>
          <w:noProof/>
        </w:rPr>
        <w:t>Cyber Safety and Security</w:t>
      </w:r>
      <w:r>
        <w:rPr>
          <w:noProof/>
        </w:rPr>
        <w:tab/>
      </w:r>
      <w:r>
        <w:rPr>
          <w:noProof/>
        </w:rPr>
        <w:fldChar w:fldCharType="begin"/>
      </w:r>
      <w:r>
        <w:rPr>
          <w:noProof/>
        </w:rPr>
        <w:instrText xml:space="preserve"> PAGEREF _Toc97046750 \h </w:instrText>
      </w:r>
      <w:r>
        <w:rPr>
          <w:noProof/>
        </w:rPr>
      </w:r>
      <w:r>
        <w:rPr>
          <w:noProof/>
        </w:rPr>
        <w:fldChar w:fldCharType="separate"/>
      </w:r>
      <w:r w:rsidR="00AA2EA3">
        <w:rPr>
          <w:noProof/>
        </w:rPr>
        <w:t>10</w:t>
      </w:r>
      <w:r>
        <w:rPr>
          <w:noProof/>
        </w:rPr>
        <w:fldChar w:fldCharType="end"/>
      </w:r>
    </w:p>
    <w:p w14:paraId="7B62BFBA" w14:textId="74A17980" w:rsidR="00282F59" w:rsidRDefault="00282F59">
      <w:pPr>
        <w:pStyle w:val="TOC3"/>
        <w:tabs>
          <w:tab w:val="left" w:pos="1134"/>
          <w:tab w:val="right" w:leader="dot" w:pos="10195"/>
        </w:tabs>
        <w:rPr>
          <w:rFonts w:eastAsiaTheme="minorEastAsia"/>
          <w:noProof/>
          <w:sz w:val="22"/>
          <w:lang w:val="en-ZA" w:eastAsia="en-ZA"/>
        </w:rPr>
      </w:pPr>
      <w:r>
        <w:rPr>
          <w:noProof/>
        </w:rPr>
        <w:t>5.1.5</w:t>
      </w:r>
      <w:r>
        <w:rPr>
          <w:rFonts w:eastAsiaTheme="minorEastAsia"/>
          <w:noProof/>
          <w:sz w:val="22"/>
          <w:lang w:val="en-ZA" w:eastAsia="en-ZA"/>
        </w:rPr>
        <w:tab/>
      </w:r>
      <w:r>
        <w:rPr>
          <w:noProof/>
        </w:rPr>
        <w:t>Trade Restrictions and Export Controls</w:t>
      </w:r>
      <w:r>
        <w:rPr>
          <w:noProof/>
        </w:rPr>
        <w:tab/>
      </w:r>
      <w:r>
        <w:rPr>
          <w:noProof/>
        </w:rPr>
        <w:fldChar w:fldCharType="begin"/>
      </w:r>
      <w:r>
        <w:rPr>
          <w:noProof/>
        </w:rPr>
        <w:instrText xml:space="preserve"> PAGEREF _Toc97046751 \h </w:instrText>
      </w:r>
      <w:r>
        <w:rPr>
          <w:noProof/>
        </w:rPr>
      </w:r>
      <w:r>
        <w:rPr>
          <w:noProof/>
        </w:rPr>
        <w:fldChar w:fldCharType="separate"/>
      </w:r>
      <w:r w:rsidR="00AA2EA3">
        <w:rPr>
          <w:noProof/>
        </w:rPr>
        <w:t>10</w:t>
      </w:r>
      <w:r>
        <w:rPr>
          <w:noProof/>
        </w:rPr>
        <w:fldChar w:fldCharType="end"/>
      </w:r>
    </w:p>
    <w:p w14:paraId="16624F71" w14:textId="495709C4" w:rsidR="00282F59" w:rsidRDefault="00282F59">
      <w:pPr>
        <w:pStyle w:val="TOC3"/>
        <w:tabs>
          <w:tab w:val="left" w:pos="1134"/>
          <w:tab w:val="right" w:leader="dot" w:pos="10195"/>
        </w:tabs>
        <w:rPr>
          <w:rFonts w:eastAsiaTheme="minorEastAsia"/>
          <w:noProof/>
          <w:sz w:val="22"/>
          <w:lang w:val="en-ZA" w:eastAsia="en-ZA"/>
        </w:rPr>
      </w:pPr>
      <w:r>
        <w:rPr>
          <w:noProof/>
        </w:rPr>
        <w:t>5.1.6</w:t>
      </w:r>
      <w:r>
        <w:rPr>
          <w:rFonts w:eastAsiaTheme="minorEastAsia"/>
          <w:noProof/>
          <w:sz w:val="22"/>
          <w:lang w:val="en-ZA" w:eastAsia="en-ZA"/>
        </w:rPr>
        <w:tab/>
      </w:r>
      <w:r>
        <w:rPr>
          <w:noProof/>
        </w:rPr>
        <w:t>Regulatory and Legislative Compliance</w:t>
      </w:r>
      <w:r>
        <w:rPr>
          <w:noProof/>
        </w:rPr>
        <w:tab/>
      </w:r>
      <w:r>
        <w:rPr>
          <w:noProof/>
        </w:rPr>
        <w:fldChar w:fldCharType="begin"/>
      </w:r>
      <w:r>
        <w:rPr>
          <w:noProof/>
        </w:rPr>
        <w:instrText xml:space="preserve"> PAGEREF _Toc97046752 \h </w:instrText>
      </w:r>
      <w:r>
        <w:rPr>
          <w:noProof/>
        </w:rPr>
      </w:r>
      <w:r>
        <w:rPr>
          <w:noProof/>
        </w:rPr>
        <w:fldChar w:fldCharType="separate"/>
      </w:r>
      <w:r w:rsidR="00AA2EA3">
        <w:rPr>
          <w:noProof/>
        </w:rPr>
        <w:t>10</w:t>
      </w:r>
      <w:r>
        <w:rPr>
          <w:noProof/>
        </w:rPr>
        <w:fldChar w:fldCharType="end"/>
      </w:r>
    </w:p>
    <w:p w14:paraId="548E58D3" w14:textId="4BA83FBD" w:rsidR="00282F59" w:rsidRDefault="00282F59">
      <w:pPr>
        <w:pStyle w:val="TOC3"/>
        <w:tabs>
          <w:tab w:val="left" w:pos="1134"/>
          <w:tab w:val="right" w:leader="dot" w:pos="10195"/>
        </w:tabs>
        <w:rPr>
          <w:rFonts w:eastAsiaTheme="minorEastAsia"/>
          <w:noProof/>
          <w:sz w:val="22"/>
          <w:lang w:val="en-ZA" w:eastAsia="en-ZA"/>
        </w:rPr>
      </w:pPr>
      <w:r>
        <w:rPr>
          <w:noProof/>
        </w:rPr>
        <w:t>5.1.7</w:t>
      </w:r>
      <w:r>
        <w:rPr>
          <w:rFonts w:eastAsiaTheme="minorEastAsia"/>
          <w:noProof/>
          <w:sz w:val="22"/>
          <w:lang w:val="en-ZA" w:eastAsia="en-ZA"/>
        </w:rPr>
        <w:tab/>
      </w:r>
      <w:r>
        <w:rPr>
          <w:noProof/>
        </w:rPr>
        <w:t>Allocation and Rules of Test Areas</w:t>
      </w:r>
      <w:r>
        <w:rPr>
          <w:noProof/>
        </w:rPr>
        <w:tab/>
      </w:r>
      <w:r>
        <w:rPr>
          <w:noProof/>
        </w:rPr>
        <w:fldChar w:fldCharType="begin"/>
      </w:r>
      <w:r>
        <w:rPr>
          <w:noProof/>
        </w:rPr>
        <w:instrText xml:space="preserve"> PAGEREF _Toc97046753 \h </w:instrText>
      </w:r>
      <w:r>
        <w:rPr>
          <w:noProof/>
        </w:rPr>
      </w:r>
      <w:r>
        <w:rPr>
          <w:noProof/>
        </w:rPr>
        <w:fldChar w:fldCharType="separate"/>
      </w:r>
      <w:r w:rsidR="00AA2EA3">
        <w:rPr>
          <w:noProof/>
        </w:rPr>
        <w:t>11</w:t>
      </w:r>
      <w:r>
        <w:rPr>
          <w:noProof/>
        </w:rPr>
        <w:fldChar w:fldCharType="end"/>
      </w:r>
    </w:p>
    <w:p w14:paraId="73F26806" w14:textId="328A4692" w:rsidR="00282F59" w:rsidRDefault="00282F59">
      <w:pPr>
        <w:pStyle w:val="TOC3"/>
        <w:tabs>
          <w:tab w:val="left" w:pos="1134"/>
          <w:tab w:val="right" w:leader="dot" w:pos="10195"/>
        </w:tabs>
        <w:rPr>
          <w:rFonts w:eastAsiaTheme="minorEastAsia"/>
          <w:noProof/>
          <w:sz w:val="22"/>
          <w:lang w:val="en-ZA" w:eastAsia="en-ZA"/>
        </w:rPr>
      </w:pPr>
      <w:r>
        <w:rPr>
          <w:noProof/>
        </w:rPr>
        <w:t>5.1.8</w:t>
      </w:r>
      <w:r>
        <w:rPr>
          <w:rFonts w:eastAsiaTheme="minorEastAsia"/>
          <w:noProof/>
          <w:sz w:val="22"/>
          <w:lang w:val="en-ZA" w:eastAsia="en-ZA"/>
        </w:rPr>
        <w:tab/>
      </w:r>
      <w:r>
        <w:rPr>
          <w:noProof/>
        </w:rPr>
        <w:t>Changes to National Laws</w:t>
      </w:r>
      <w:r>
        <w:rPr>
          <w:noProof/>
        </w:rPr>
        <w:tab/>
      </w:r>
      <w:r>
        <w:rPr>
          <w:noProof/>
        </w:rPr>
        <w:fldChar w:fldCharType="begin"/>
      </w:r>
      <w:r>
        <w:rPr>
          <w:noProof/>
        </w:rPr>
        <w:instrText xml:space="preserve"> PAGEREF _Toc97046754 \h </w:instrText>
      </w:r>
      <w:r>
        <w:rPr>
          <w:noProof/>
        </w:rPr>
      </w:r>
      <w:r>
        <w:rPr>
          <w:noProof/>
        </w:rPr>
        <w:fldChar w:fldCharType="separate"/>
      </w:r>
      <w:r w:rsidR="00AA2EA3">
        <w:rPr>
          <w:noProof/>
        </w:rPr>
        <w:t>11</w:t>
      </w:r>
      <w:r>
        <w:rPr>
          <w:noProof/>
        </w:rPr>
        <w:fldChar w:fldCharType="end"/>
      </w:r>
    </w:p>
    <w:p w14:paraId="358D920F" w14:textId="1D3C8AB0" w:rsidR="00282F59" w:rsidRDefault="00282F59">
      <w:pPr>
        <w:pStyle w:val="TOC2"/>
        <w:rPr>
          <w:rFonts w:eastAsiaTheme="minorEastAsia"/>
          <w:color w:val="auto"/>
          <w:lang w:val="en-ZA" w:eastAsia="en-ZA"/>
        </w:rPr>
      </w:pPr>
      <w:r>
        <w:t>5.2</w:t>
      </w:r>
      <w:r>
        <w:rPr>
          <w:rFonts w:eastAsiaTheme="minorEastAsia"/>
          <w:color w:val="auto"/>
          <w:lang w:val="en-ZA" w:eastAsia="en-ZA"/>
        </w:rPr>
        <w:tab/>
      </w:r>
      <w:r>
        <w:t>Risk Management &amp; Assessment (RMA)</w:t>
      </w:r>
      <w:r>
        <w:tab/>
      </w:r>
      <w:r>
        <w:fldChar w:fldCharType="begin"/>
      </w:r>
      <w:r>
        <w:instrText xml:space="preserve"> PAGEREF _Toc97046755 \h </w:instrText>
      </w:r>
      <w:r>
        <w:fldChar w:fldCharType="separate"/>
      </w:r>
      <w:r w:rsidR="00AA2EA3">
        <w:t>12</w:t>
      </w:r>
      <w:r>
        <w:fldChar w:fldCharType="end"/>
      </w:r>
    </w:p>
    <w:p w14:paraId="1329283D" w14:textId="63E0DA47" w:rsidR="00282F59" w:rsidRDefault="00282F59">
      <w:pPr>
        <w:pStyle w:val="TOC3"/>
        <w:tabs>
          <w:tab w:val="left" w:pos="1134"/>
          <w:tab w:val="right" w:leader="dot" w:pos="10195"/>
        </w:tabs>
        <w:rPr>
          <w:rFonts w:eastAsiaTheme="minorEastAsia"/>
          <w:noProof/>
          <w:sz w:val="22"/>
          <w:lang w:val="en-ZA" w:eastAsia="en-ZA"/>
        </w:rPr>
      </w:pPr>
      <w:r>
        <w:rPr>
          <w:noProof/>
        </w:rPr>
        <w:t>5.2.1</w:t>
      </w:r>
      <w:r>
        <w:rPr>
          <w:rFonts w:eastAsiaTheme="minorEastAsia"/>
          <w:noProof/>
          <w:sz w:val="22"/>
          <w:lang w:val="en-ZA" w:eastAsia="en-ZA"/>
        </w:rPr>
        <w:tab/>
      </w:r>
      <w:r>
        <w:rPr>
          <w:noProof/>
        </w:rPr>
        <w:t>Prior to projects launched (national waters)</w:t>
      </w:r>
      <w:r>
        <w:rPr>
          <w:noProof/>
        </w:rPr>
        <w:tab/>
      </w:r>
      <w:r>
        <w:rPr>
          <w:noProof/>
        </w:rPr>
        <w:fldChar w:fldCharType="begin"/>
      </w:r>
      <w:r>
        <w:rPr>
          <w:noProof/>
        </w:rPr>
        <w:instrText xml:space="preserve"> PAGEREF _Toc97046756 \h </w:instrText>
      </w:r>
      <w:r>
        <w:rPr>
          <w:noProof/>
        </w:rPr>
      </w:r>
      <w:r>
        <w:rPr>
          <w:noProof/>
        </w:rPr>
        <w:fldChar w:fldCharType="separate"/>
      </w:r>
      <w:r w:rsidR="00AA2EA3">
        <w:rPr>
          <w:noProof/>
        </w:rPr>
        <w:t>12</w:t>
      </w:r>
      <w:r>
        <w:rPr>
          <w:noProof/>
        </w:rPr>
        <w:fldChar w:fldCharType="end"/>
      </w:r>
    </w:p>
    <w:p w14:paraId="2CF95705" w14:textId="056D40DA" w:rsidR="00282F59" w:rsidRDefault="00282F59">
      <w:pPr>
        <w:pStyle w:val="TOC3"/>
        <w:tabs>
          <w:tab w:val="left" w:pos="1134"/>
          <w:tab w:val="right" w:leader="dot" w:pos="10195"/>
        </w:tabs>
        <w:rPr>
          <w:rFonts w:eastAsiaTheme="minorEastAsia"/>
          <w:noProof/>
          <w:sz w:val="22"/>
          <w:lang w:val="en-ZA" w:eastAsia="en-ZA"/>
        </w:rPr>
      </w:pPr>
      <w:r>
        <w:rPr>
          <w:noProof/>
        </w:rPr>
        <w:t>5.2.2</w:t>
      </w:r>
      <w:r>
        <w:rPr>
          <w:rFonts w:eastAsiaTheme="minorEastAsia"/>
          <w:noProof/>
          <w:sz w:val="22"/>
          <w:lang w:val="en-ZA" w:eastAsia="en-ZA"/>
        </w:rPr>
        <w:tab/>
      </w:r>
      <w:r>
        <w:rPr>
          <w:noProof/>
        </w:rPr>
        <w:t>Risk Management Assessment prior to MASS</w:t>
      </w:r>
      <w:r>
        <w:rPr>
          <w:noProof/>
        </w:rPr>
        <w:tab/>
      </w:r>
      <w:r>
        <w:rPr>
          <w:noProof/>
        </w:rPr>
        <w:fldChar w:fldCharType="begin"/>
      </w:r>
      <w:r>
        <w:rPr>
          <w:noProof/>
        </w:rPr>
        <w:instrText xml:space="preserve"> PAGEREF _Toc97046757 \h </w:instrText>
      </w:r>
      <w:r>
        <w:rPr>
          <w:noProof/>
        </w:rPr>
      </w:r>
      <w:r>
        <w:rPr>
          <w:noProof/>
        </w:rPr>
        <w:fldChar w:fldCharType="separate"/>
      </w:r>
      <w:r w:rsidR="00AA2EA3">
        <w:rPr>
          <w:noProof/>
        </w:rPr>
        <w:t>12</w:t>
      </w:r>
      <w:r>
        <w:rPr>
          <w:noProof/>
        </w:rPr>
        <w:fldChar w:fldCharType="end"/>
      </w:r>
    </w:p>
    <w:p w14:paraId="748C30C2" w14:textId="5EF69CAD" w:rsidR="00282F59" w:rsidRDefault="00282F59">
      <w:pPr>
        <w:pStyle w:val="TOC3"/>
        <w:tabs>
          <w:tab w:val="left" w:pos="1134"/>
          <w:tab w:val="right" w:leader="dot" w:pos="10195"/>
        </w:tabs>
        <w:rPr>
          <w:rFonts w:eastAsiaTheme="minorEastAsia"/>
          <w:noProof/>
          <w:sz w:val="22"/>
          <w:lang w:val="en-ZA" w:eastAsia="en-ZA"/>
        </w:rPr>
      </w:pPr>
      <w:r>
        <w:rPr>
          <w:noProof/>
        </w:rPr>
        <w:t>5.2.3</w:t>
      </w:r>
      <w:r>
        <w:rPr>
          <w:rFonts w:eastAsiaTheme="minorEastAsia"/>
          <w:noProof/>
          <w:sz w:val="22"/>
          <w:lang w:val="en-ZA" w:eastAsia="en-ZA"/>
        </w:rPr>
        <w:tab/>
      </w:r>
      <w:r>
        <w:rPr>
          <w:noProof/>
        </w:rPr>
        <w:t>Procedures For Reporting Accidents</w:t>
      </w:r>
      <w:r>
        <w:rPr>
          <w:noProof/>
        </w:rPr>
        <w:tab/>
      </w:r>
      <w:r>
        <w:rPr>
          <w:noProof/>
        </w:rPr>
        <w:fldChar w:fldCharType="begin"/>
      </w:r>
      <w:r>
        <w:rPr>
          <w:noProof/>
        </w:rPr>
        <w:instrText xml:space="preserve"> PAGEREF _Toc97046758 \h </w:instrText>
      </w:r>
      <w:r>
        <w:rPr>
          <w:noProof/>
        </w:rPr>
      </w:r>
      <w:r>
        <w:rPr>
          <w:noProof/>
        </w:rPr>
        <w:fldChar w:fldCharType="separate"/>
      </w:r>
      <w:r w:rsidR="00AA2EA3">
        <w:rPr>
          <w:noProof/>
        </w:rPr>
        <w:t>14</w:t>
      </w:r>
      <w:r>
        <w:rPr>
          <w:noProof/>
        </w:rPr>
        <w:fldChar w:fldCharType="end"/>
      </w:r>
    </w:p>
    <w:p w14:paraId="4137696E" w14:textId="4061C51B" w:rsidR="00282F59" w:rsidRDefault="00282F59">
      <w:pPr>
        <w:pStyle w:val="TOC3"/>
        <w:tabs>
          <w:tab w:val="left" w:pos="1134"/>
          <w:tab w:val="right" w:leader="dot" w:pos="10195"/>
        </w:tabs>
        <w:rPr>
          <w:rFonts w:eastAsiaTheme="minorEastAsia"/>
          <w:noProof/>
          <w:sz w:val="22"/>
          <w:lang w:val="en-ZA" w:eastAsia="en-ZA"/>
        </w:rPr>
      </w:pPr>
      <w:r>
        <w:rPr>
          <w:noProof/>
        </w:rPr>
        <w:t>5.2.4</w:t>
      </w:r>
      <w:r>
        <w:rPr>
          <w:rFonts w:eastAsiaTheme="minorEastAsia"/>
          <w:noProof/>
          <w:sz w:val="22"/>
          <w:lang w:val="en-ZA" w:eastAsia="en-ZA"/>
        </w:rPr>
        <w:tab/>
      </w:r>
      <w:r>
        <w:rPr>
          <w:noProof/>
        </w:rPr>
        <w:t>Procedures For Responding to Emergency Situations</w:t>
      </w:r>
      <w:r>
        <w:rPr>
          <w:noProof/>
        </w:rPr>
        <w:tab/>
      </w:r>
      <w:r>
        <w:rPr>
          <w:noProof/>
        </w:rPr>
        <w:fldChar w:fldCharType="begin"/>
      </w:r>
      <w:r>
        <w:rPr>
          <w:noProof/>
        </w:rPr>
        <w:instrText xml:space="preserve"> PAGEREF _Toc97046759 \h </w:instrText>
      </w:r>
      <w:r>
        <w:rPr>
          <w:noProof/>
        </w:rPr>
      </w:r>
      <w:r>
        <w:rPr>
          <w:noProof/>
        </w:rPr>
        <w:fldChar w:fldCharType="separate"/>
      </w:r>
      <w:r w:rsidR="00AA2EA3">
        <w:rPr>
          <w:noProof/>
        </w:rPr>
        <w:t>14</w:t>
      </w:r>
      <w:r>
        <w:rPr>
          <w:noProof/>
        </w:rPr>
        <w:fldChar w:fldCharType="end"/>
      </w:r>
    </w:p>
    <w:p w14:paraId="05D46A9F" w14:textId="2A307C52" w:rsidR="00282F59" w:rsidRDefault="00282F59">
      <w:pPr>
        <w:pStyle w:val="TOC3"/>
        <w:tabs>
          <w:tab w:val="left" w:pos="1134"/>
          <w:tab w:val="right" w:leader="dot" w:pos="10195"/>
        </w:tabs>
        <w:rPr>
          <w:rFonts w:eastAsiaTheme="minorEastAsia"/>
          <w:noProof/>
          <w:sz w:val="22"/>
          <w:lang w:val="en-ZA" w:eastAsia="en-ZA"/>
        </w:rPr>
      </w:pPr>
      <w:r>
        <w:rPr>
          <w:noProof/>
        </w:rPr>
        <w:t>5.2.5</w:t>
      </w:r>
      <w:r>
        <w:rPr>
          <w:rFonts w:eastAsiaTheme="minorEastAsia"/>
          <w:noProof/>
          <w:sz w:val="22"/>
          <w:lang w:val="en-ZA" w:eastAsia="en-ZA"/>
        </w:rPr>
        <w:tab/>
      </w:r>
      <w:r>
        <w:rPr>
          <w:noProof/>
        </w:rPr>
        <w:t>Personnel and Training</w:t>
      </w:r>
      <w:r>
        <w:rPr>
          <w:noProof/>
        </w:rPr>
        <w:tab/>
      </w:r>
      <w:r>
        <w:rPr>
          <w:noProof/>
        </w:rPr>
        <w:fldChar w:fldCharType="begin"/>
      </w:r>
      <w:r>
        <w:rPr>
          <w:noProof/>
        </w:rPr>
        <w:instrText xml:space="preserve"> PAGEREF _Toc97046760 \h </w:instrText>
      </w:r>
      <w:r>
        <w:rPr>
          <w:noProof/>
        </w:rPr>
      </w:r>
      <w:r>
        <w:rPr>
          <w:noProof/>
        </w:rPr>
        <w:fldChar w:fldCharType="separate"/>
      </w:r>
      <w:r w:rsidR="00AA2EA3">
        <w:rPr>
          <w:noProof/>
        </w:rPr>
        <w:t>15</w:t>
      </w:r>
      <w:r>
        <w:rPr>
          <w:noProof/>
        </w:rPr>
        <w:fldChar w:fldCharType="end"/>
      </w:r>
    </w:p>
    <w:p w14:paraId="410AF814" w14:textId="1C21F2AB" w:rsidR="00282F59" w:rsidRDefault="00282F59">
      <w:pPr>
        <w:pStyle w:val="TOC2"/>
        <w:rPr>
          <w:rFonts w:eastAsiaTheme="minorEastAsia"/>
          <w:color w:val="auto"/>
          <w:lang w:val="en-ZA" w:eastAsia="en-ZA"/>
        </w:rPr>
      </w:pPr>
      <w:r>
        <w:t>5.3</w:t>
      </w:r>
      <w:r>
        <w:rPr>
          <w:rFonts w:eastAsiaTheme="minorEastAsia"/>
          <w:color w:val="auto"/>
          <w:lang w:val="en-ZA" w:eastAsia="en-ZA"/>
        </w:rPr>
        <w:tab/>
      </w:r>
      <w:r>
        <w:t>Maintenance of the Mass and Equipment</w:t>
      </w:r>
      <w:r>
        <w:tab/>
      </w:r>
      <w:r>
        <w:fldChar w:fldCharType="begin"/>
      </w:r>
      <w:r>
        <w:instrText xml:space="preserve"> PAGEREF _Toc97046761 \h </w:instrText>
      </w:r>
      <w:r>
        <w:fldChar w:fldCharType="separate"/>
      </w:r>
      <w:r w:rsidR="00AA2EA3">
        <w:t>16</w:t>
      </w:r>
      <w:r>
        <w:fldChar w:fldCharType="end"/>
      </w:r>
    </w:p>
    <w:p w14:paraId="5CDBF872" w14:textId="5F3F6AE5" w:rsidR="00282F59" w:rsidRDefault="00282F59">
      <w:pPr>
        <w:pStyle w:val="TOC3"/>
        <w:tabs>
          <w:tab w:val="left" w:pos="1134"/>
          <w:tab w:val="right" w:leader="dot" w:pos="10195"/>
        </w:tabs>
        <w:rPr>
          <w:rFonts w:eastAsiaTheme="minorEastAsia"/>
          <w:noProof/>
          <w:sz w:val="22"/>
          <w:lang w:val="en-ZA" w:eastAsia="en-ZA"/>
        </w:rPr>
      </w:pPr>
      <w:r>
        <w:rPr>
          <w:noProof/>
        </w:rPr>
        <w:t>5.3.1</w:t>
      </w:r>
      <w:r>
        <w:rPr>
          <w:rFonts w:eastAsiaTheme="minorEastAsia"/>
          <w:noProof/>
          <w:sz w:val="22"/>
          <w:lang w:val="en-ZA" w:eastAsia="en-ZA"/>
        </w:rPr>
        <w:tab/>
      </w:r>
      <w:r>
        <w:rPr>
          <w:noProof/>
        </w:rPr>
        <w:t>MASS Vessel Data Recording (M-VDR)</w:t>
      </w:r>
      <w:r>
        <w:rPr>
          <w:noProof/>
        </w:rPr>
        <w:tab/>
      </w:r>
      <w:r>
        <w:rPr>
          <w:noProof/>
        </w:rPr>
        <w:fldChar w:fldCharType="begin"/>
      </w:r>
      <w:r>
        <w:rPr>
          <w:noProof/>
        </w:rPr>
        <w:instrText xml:space="preserve"> PAGEREF _Toc97046762 \h </w:instrText>
      </w:r>
      <w:r>
        <w:rPr>
          <w:noProof/>
        </w:rPr>
      </w:r>
      <w:r>
        <w:rPr>
          <w:noProof/>
        </w:rPr>
        <w:fldChar w:fldCharType="separate"/>
      </w:r>
      <w:r w:rsidR="00AA2EA3">
        <w:rPr>
          <w:noProof/>
        </w:rPr>
        <w:t>16</w:t>
      </w:r>
      <w:r>
        <w:rPr>
          <w:noProof/>
        </w:rPr>
        <w:fldChar w:fldCharType="end"/>
      </w:r>
    </w:p>
    <w:p w14:paraId="7DD71DCE" w14:textId="2F17159E" w:rsidR="00282F59" w:rsidRDefault="00282F59">
      <w:pPr>
        <w:pStyle w:val="TOC2"/>
        <w:rPr>
          <w:rFonts w:eastAsiaTheme="minorEastAsia"/>
          <w:color w:val="auto"/>
          <w:lang w:val="en-ZA" w:eastAsia="en-ZA"/>
        </w:rPr>
      </w:pPr>
      <w:r>
        <w:t>5.4</w:t>
      </w:r>
      <w:r>
        <w:rPr>
          <w:rFonts w:eastAsiaTheme="minorEastAsia"/>
          <w:color w:val="auto"/>
          <w:lang w:val="en-ZA" w:eastAsia="en-ZA"/>
        </w:rPr>
        <w:tab/>
      </w:r>
      <w:r>
        <w:t>Portrayal</w:t>
      </w:r>
      <w:r>
        <w:tab/>
      </w:r>
      <w:r>
        <w:fldChar w:fldCharType="begin"/>
      </w:r>
      <w:r>
        <w:instrText xml:space="preserve"> PAGEREF _Toc97046763 \h </w:instrText>
      </w:r>
      <w:r>
        <w:fldChar w:fldCharType="separate"/>
      </w:r>
      <w:r w:rsidR="00AA2EA3">
        <w:t>17</w:t>
      </w:r>
      <w:r>
        <w:fldChar w:fldCharType="end"/>
      </w:r>
    </w:p>
    <w:p w14:paraId="409F535C" w14:textId="10D7AB6A" w:rsidR="00282F59" w:rsidRDefault="00282F59">
      <w:pPr>
        <w:pStyle w:val="TOC3"/>
        <w:tabs>
          <w:tab w:val="left" w:pos="1134"/>
          <w:tab w:val="right" w:leader="dot" w:pos="10195"/>
        </w:tabs>
        <w:rPr>
          <w:rFonts w:eastAsiaTheme="minorEastAsia"/>
          <w:noProof/>
          <w:sz w:val="22"/>
          <w:lang w:val="en-ZA" w:eastAsia="en-ZA"/>
        </w:rPr>
      </w:pPr>
      <w:r>
        <w:rPr>
          <w:noProof/>
        </w:rPr>
        <w:t>5.4.1</w:t>
      </w:r>
      <w:r>
        <w:rPr>
          <w:rFonts w:eastAsiaTheme="minorEastAsia"/>
          <w:noProof/>
          <w:sz w:val="22"/>
          <w:lang w:val="en-ZA" w:eastAsia="en-ZA"/>
        </w:rPr>
        <w:tab/>
      </w:r>
      <w:r>
        <w:rPr>
          <w:noProof/>
        </w:rPr>
        <w:t>On ECDIS/radar/charts/ the ship itself (lanterns, aka submarine)</w:t>
      </w:r>
      <w:r>
        <w:rPr>
          <w:noProof/>
        </w:rPr>
        <w:tab/>
      </w:r>
      <w:r>
        <w:rPr>
          <w:noProof/>
        </w:rPr>
        <w:fldChar w:fldCharType="begin"/>
      </w:r>
      <w:r>
        <w:rPr>
          <w:noProof/>
        </w:rPr>
        <w:instrText xml:space="preserve"> PAGEREF _Toc97046764 \h </w:instrText>
      </w:r>
      <w:r>
        <w:rPr>
          <w:noProof/>
        </w:rPr>
      </w:r>
      <w:r>
        <w:rPr>
          <w:noProof/>
        </w:rPr>
        <w:fldChar w:fldCharType="separate"/>
      </w:r>
      <w:r w:rsidR="00AA2EA3">
        <w:rPr>
          <w:noProof/>
        </w:rPr>
        <w:t>17</w:t>
      </w:r>
      <w:r>
        <w:rPr>
          <w:noProof/>
        </w:rPr>
        <w:fldChar w:fldCharType="end"/>
      </w:r>
    </w:p>
    <w:p w14:paraId="3B4DBD13" w14:textId="3BD0C780" w:rsidR="00282F59" w:rsidRDefault="00282F59">
      <w:pPr>
        <w:pStyle w:val="TOC3"/>
        <w:tabs>
          <w:tab w:val="left" w:pos="1134"/>
          <w:tab w:val="right" w:leader="dot" w:pos="10195"/>
        </w:tabs>
        <w:rPr>
          <w:rFonts w:eastAsiaTheme="minorEastAsia"/>
          <w:noProof/>
          <w:sz w:val="22"/>
          <w:lang w:val="en-ZA" w:eastAsia="en-ZA"/>
        </w:rPr>
      </w:pPr>
      <w:r>
        <w:rPr>
          <w:noProof/>
        </w:rPr>
        <w:t>5.4.2</w:t>
      </w:r>
      <w:r>
        <w:rPr>
          <w:rFonts w:eastAsiaTheme="minorEastAsia"/>
          <w:noProof/>
          <w:sz w:val="22"/>
          <w:lang w:val="en-ZA" w:eastAsia="en-ZA"/>
        </w:rPr>
        <w:tab/>
      </w:r>
      <w:r>
        <w:rPr>
          <w:noProof/>
        </w:rPr>
        <w:t>Designated routes on charts</w:t>
      </w:r>
      <w:r>
        <w:rPr>
          <w:noProof/>
        </w:rPr>
        <w:tab/>
      </w:r>
      <w:r>
        <w:rPr>
          <w:noProof/>
        </w:rPr>
        <w:fldChar w:fldCharType="begin"/>
      </w:r>
      <w:r>
        <w:rPr>
          <w:noProof/>
        </w:rPr>
        <w:instrText xml:space="preserve"> PAGEREF _Toc97046765 \h </w:instrText>
      </w:r>
      <w:r>
        <w:rPr>
          <w:noProof/>
        </w:rPr>
      </w:r>
      <w:r>
        <w:rPr>
          <w:noProof/>
        </w:rPr>
        <w:fldChar w:fldCharType="separate"/>
      </w:r>
      <w:r w:rsidR="00AA2EA3">
        <w:rPr>
          <w:noProof/>
        </w:rPr>
        <w:t>18</w:t>
      </w:r>
      <w:r>
        <w:rPr>
          <w:noProof/>
        </w:rPr>
        <w:fldChar w:fldCharType="end"/>
      </w:r>
    </w:p>
    <w:p w14:paraId="305B54C6" w14:textId="4B53904D" w:rsidR="00282F59" w:rsidRDefault="00282F59">
      <w:pPr>
        <w:pStyle w:val="TOC2"/>
        <w:rPr>
          <w:rFonts w:eastAsiaTheme="minorEastAsia"/>
          <w:color w:val="auto"/>
          <w:lang w:val="en-ZA" w:eastAsia="en-ZA"/>
        </w:rPr>
      </w:pPr>
      <w:r>
        <w:t>5.5</w:t>
      </w:r>
      <w:r>
        <w:rPr>
          <w:rFonts w:eastAsiaTheme="minorEastAsia"/>
          <w:color w:val="auto"/>
          <w:lang w:val="en-ZA" w:eastAsia="en-ZA"/>
        </w:rPr>
        <w:tab/>
      </w:r>
      <w:r>
        <w:t>Situational and Spatial awareness</w:t>
      </w:r>
      <w:r>
        <w:tab/>
      </w:r>
      <w:r>
        <w:fldChar w:fldCharType="begin"/>
      </w:r>
      <w:r>
        <w:instrText xml:space="preserve"> PAGEREF _Toc97046766 \h </w:instrText>
      </w:r>
      <w:r>
        <w:fldChar w:fldCharType="separate"/>
      </w:r>
      <w:r w:rsidR="00AA2EA3">
        <w:t>18</w:t>
      </w:r>
      <w:r>
        <w:fldChar w:fldCharType="end"/>
      </w:r>
    </w:p>
    <w:p w14:paraId="3AD005B9" w14:textId="57F9607C" w:rsidR="00282F59" w:rsidRDefault="00282F59">
      <w:pPr>
        <w:pStyle w:val="TOC3"/>
        <w:tabs>
          <w:tab w:val="left" w:pos="1134"/>
          <w:tab w:val="right" w:leader="dot" w:pos="10195"/>
        </w:tabs>
        <w:rPr>
          <w:rFonts w:eastAsiaTheme="minorEastAsia"/>
          <w:noProof/>
          <w:sz w:val="22"/>
          <w:lang w:val="en-ZA" w:eastAsia="en-ZA"/>
        </w:rPr>
      </w:pPr>
      <w:r>
        <w:rPr>
          <w:noProof/>
        </w:rPr>
        <w:t>5.5.1</w:t>
      </w:r>
      <w:r>
        <w:rPr>
          <w:rFonts w:eastAsiaTheme="minorEastAsia"/>
          <w:noProof/>
          <w:sz w:val="22"/>
          <w:lang w:val="en-ZA" w:eastAsia="en-ZA"/>
        </w:rPr>
        <w:tab/>
      </w:r>
      <w:r>
        <w:rPr>
          <w:noProof/>
        </w:rPr>
        <w:t>Situational Awareness and Control</w:t>
      </w:r>
      <w:r>
        <w:rPr>
          <w:noProof/>
        </w:rPr>
        <w:tab/>
      </w:r>
      <w:r>
        <w:rPr>
          <w:noProof/>
        </w:rPr>
        <w:fldChar w:fldCharType="begin"/>
      </w:r>
      <w:r>
        <w:rPr>
          <w:noProof/>
        </w:rPr>
        <w:instrText xml:space="preserve"> PAGEREF _Toc97046767 \h </w:instrText>
      </w:r>
      <w:r>
        <w:rPr>
          <w:noProof/>
        </w:rPr>
      </w:r>
      <w:r>
        <w:rPr>
          <w:noProof/>
        </w:rPr>
        <w:fldChar w:fldCharType="separate"/>
      </w:r>
      <w:r w:rsidR="00AA2EA3">
        <w:rPr>
          <w:noProof/>
        </w:rPr>
        <w:t>18</w:t>
      </w:r>
      <w:r>
        <w:rPr>
          <w:noProof/>
        </w:rPr>
        <w:fldChar w:fldCharType="end"/>
      </w:r>
    </w:p>
    <w:p w14:paraId="59786338" w14:textId="6DDF548A" w:rsidR="00282F59" w:rsidRDefault="00282F59">
      <w:pPr>
        <w:pStyle w:val="TOC3"/>
        <w:tabs>
          <w:tab w:val="left" w:pos="1134"/>
          <w:tab w:val="right" w:leader="dot" w:pos="10195"/>
        </w:tabs>
        <w:rPr>
          <w:rFonts w:eastAsiaTheme="minorEastAsia"/>
          <w:noProof/>
          <w:sz w:val="22"/>
          <w:lang w:val="en-ZA" w:eastAsia="en-ZA"/>
        </w:rPr>
      </w:pPr>
      <w:r>
        <w:rPr>
          <w:noProof/>
        </w:rPr>
        <w:t>5.5.2</w:t>
      </w:r>
      <w:r>
        <w:rPr>
          <w:rFonts w:eastAsiaTheme="minorEastAsia"/>
          <w:noProof/>
          <w:sz w:val="22"/>
          <w:lang w:val="en-ZA" w:eastAsia="en-ZA"/>
        </w:rPr>
        <w:tab/>
      </w:r>
      <w:r>
        <w:rPr>
          <w:noProof/>
        </w:rPr>
        <w:t xml:space="preserve">Resilience of position finding </w:t>
      </w:r>
      <w:r>
        <w:rPr>
          <w:noProof/>
        </w:rPr>
        <w:tab/>
      </w:r>
      <w:r>
        <w:rPr>
          <w:noProof/>
        </w:rPr>
        <w:fldChar w:fldCharType="begin"/>
      </w:r>
      <w:r>
        <w:rPr>
          <w:noProof/>
        </w:rPr>
        <w:instrText xml:space="preserve"> PAGEREF _Toc97046768 \h </w:instrText>
      </w:r>
      <w:r>
        <w:rPr>
          <w:noProof/>
        </w:rPr>
      </w:r>
      <w:r>
        <w:rPr>
          <w:noProof/>
        </w:rPr>
        <w:fldChar w:fldCharType="separate"/>
      </w:r>
      <w:r w:rsidR="00AA2EA3">
        <w:rPr>
          <w:noProof/>
        </w:rPr>
        <w:t>19</w:t>
      </w:r>
      <w:r>
        <w:rPr>
          <w:noProof/>
        </w:rPr>
        <w:fldChar w:fldCharType="end"/>
      </w:r>
    </w:p>
    <w:p w14:paraId="7A835373" w14:textId="475BC0DB" w:rsidR="00282F59" w:rsidRDefault="00282F59">
      <w:pPr>
        <w:pStyle w:val="TOC3"/>
        <w:tabs>
          <w:tab w:val="left" w:pos="1134"/>
          <w:tab w:val="right" w:leader="dot" w:pos="10195"/>
        </w:tabs>
        <w:rPr>
          <w:rFonts w:eastAsiaTheme="minorEastAsia"/>
          <w:noProof/>
          <w:sz w:val="22"/>
          <w:lang w:val="en-ZA" w:eastAsia="en-ZA"/>
        </w:rPr>
      </w:pPr>
      <w:r>
        <w:rPr>
          <w:noProof/>
        </w:rPr>
        <w:t>5.5.3</w:t>
      </w:r>
      <w:r>
        <w:rPr>
          <w:rFonts w:eastAsiaTheme="minorEastAsia"/>
          <w:noProof/>
          <w:sz w:val="22"/>
          <w:lang w:val="en-ZA" w:eastAsia="en-ZA"/>
        </w:rPr>
        <w:tab/>
      </w:r>
      <w:r>
        <w:rPr>
          <w:noProof/>
        </w:rPr>
        <w:t>Data Interpretation</w:t>
      </w:r>
      <w:r>
        <w:rPr>
          <w:noProof/>
        </w:rPr>
        <w:tab/>
      </w:r>
      <w:r>
        <w:rPr>
          <w:noProof/>
        </w:rPr>
        <w:fldChar w:fldCharType="begin"/>
      </w:r>
      <w:r>
        <w:rPr>
          <w:noProof/>
        </w:rPr>
        <w:instrText xml:space="preserve"> PAGEREF _Toc97046769 \h </w:instrText>
      </w:r>
      <w:r>
        <w:rPr>
          <w:noProof/>
        </w:rPr>
      </w:r>
      <w:r>
        <w:rPr>
          <w:noProof/>
        </w:rPr>
        <w:fldChar w:fldCharType="separate"/>
      </w:r>
      <w:r w:rsidR="00AA2EA3">
        <w:rPr>
          <w:noProof/>
        </w:rPr>
        <w:t>20</w:t>
      </w:r>
      <w:r>
        <w:rPr>
          <w:noProof/>
        </w:rPr>
        <w:fldChar w:fldCharType="end"/>
      </w:r>
    </w:p>
    <w:p w14:paraId="1B256980" w14:textId="4391B43D" w:rsidR="00282F59" w:rsidRDefault="00282F59">
      <w:pPr>
        <w:pStyle w:val="TOC3"/>
        <w:tabs>
          <w:tab w:val="left" w:pos="1134"/>
          <w:tab w:val="right" w:leader="dot" w:pos="10195"/>
        </w:tabs>
        <w:rPr>
          <w:rFonts w:eastAsiaTheme="minorEastAsia"/>
          <w:noProof/>
          <w:sz w:val="22"/>
          <w:lang w:val="en-ZA" w:eastAsia="en-ZA"/>
        </w:rPr>
      </w:pPr>
      <w:r>
        <w:rPr>
          <w:noProof/>
        </w:rPr>
        <w:t>5.5.4</w:t>
      </w:r>
      <w:r>
        <w:rPr>
          <w:rFonts w:eastAsiaTheme="minorEastAsia"/>
          <w:noProof/>
          <w:sz w:val="22"/>
          <w:lang w:val="en-ZA" w:eastAsia="en-ZA"/>
        </w:rPr>
        <w:tab/>
      </w:r>
      <w:r>
        <w:rPr>
          <w:noProof/>
        </w:rPr>
        <w:t>Control</w:t>
      </w:r>
      <w:r>
        <w:rPr>
          <w:noProof/>
        </w:rPr>
        <w:tab/>
      </w:r>
      <w:r>
        <w:rPr>
          <w:noProof/>
        </w:rPr>
        <w:fldChar w:fldCharType="begin"/>
      </w:r>
      <w:r>
        <w:rPr>
          <w:noProof/>
        </w:rPr>
        <w:instrText xml:space="preserve"> PAGEREF _Toc97046770 \h </w:instrText>
      </w:r>
      <w:r>
        <w:rPr>
          <w:noProof/>
        </w:rPr>
      </w:r>
      <w:r>
        <w:rPr>
          <w:noProof/>
        </w:rPr>
        <w:fldChar w:fldCharType="separate"/>
      </w:r>
      <w:r w:rsidR="00AA2EA3">
        <w:rPr>
          <w:noProof/>
        </w:rPr>
        <w:t>21</w:t>
      </w:r>
      <w:r>
        <w:rPr>
          <w:noProof/>
        </w:rPr>
        <w:fldChar w:fldCharType="end"/>
      </w:r>
    </w:p>
    <w:p w14:paraId="054D1DC2" w14:textId="2116CB07" w:rsidR="00282F59" w:rsidRDefault="00282F59">
      <w:pPr>
        <w:pStyle w:val="TOC3"/>
        <w:tabs>
          <w:tab w:val="left" w:pos="1134"/>
          <w:tab w:val="right" w:leader="dot" w:pos="10195"/>
        </w:tabs>
        <w:rPr>
          <w:rFonts w:eastAsiaTheme="minorEastAsia"/>
          <w:noProof/>
          <w:sz w:val="22"/>
          <w:lang w:val="en-ZA" w:eastAsia="en-ZA"/>
        </w:rPr>
      </w:pPr>
      <w:r>
        <w:rPr>
          <w:noProof/>
        </w:rPr>
        <w:t>5.5.5</w:t>
      </w:r>
      <w:r>
        <w:rPr>
          <w:rFonts w:eastAsiaTheme="minorEastAsia"/>
          <w:noProof/>
          <w:sz w:val="22"/>
          <w:lang w:val="en-ZA" w:eastAsia="en-ZA"/>
        </w:rPr>
        <w:tab/>
      </w:r>
      <w:r>
        <w:rPr>
          <w:noProof/>
        </w:rPr>
        <w:t>Emergency Stop</w:t>
      </w:r>
      <w:r>
        <w:rPr>
          <w:noProof/>
        </w:rPr>
        <w:tab/>
      </w:r>
      <w:r>
        <w:rPr>
          <w:noProof/>
        </w:rPr>
        <w:fldChar w:fldCharType="begin"/>
      </w:r>
      <w:r>
        <w:rPr>
          <w:noProof/>
        </w:rPr>
        <w:instrText xml:space="preserve"> PAGEREF _Toc97046771 \h </w:instrText>
      </w:r>
      <w:r>
        <w:rPr>
          <w:noProof/>
        </w:rPr>
      </w:r>
      <w:r>
        <w:rPr>
          <w:noProof/>
        </w:rPr>
        <w:fldChar w:fldCharType="separate"/>
      </w:r>
      <w:r w:rsidR="00AA2EA3">
        <w:rPr>
          <w:noProof/>
        </w:rPr>
        <w:t>21</w:t>
      </w:r>
      <w:r>
        <w:rPr>
          <w:noProof/>
        </w:rPr>
        <w:fldChar w:fldCharType="end"/>
      </w:r>
    </w:p>
    <w:p w14:paraId="7A7B4F2D" w14:textId="3FE8B69D" w:rsidR="00282F59" w:rsidRDefault="00282F59">
      <w:pPr>
        <w:pStyle w:val="TOC3"/>
        <w:tabs>
          <w:tab w:val="left" w:pos="1134"/>
          <w:tab w:val="right" w:leader="dot" w:pos="10195"/>
        </w:tabs>
        <w:rPr>
          <w:rFonts w:eastAsiaTheme="minorEastAsia"/>
          <w:noProof/>
          <w:sz w:val="22"/>
          <w:lang w:val="en-ZA" w:eastAsia="en-ZA"/>
        </w:rPr>
      </w:pPr>
      <w:r>
        <w:rPr>
          <w:noProof/>
        </w:rPr>
        <w:t>5.5.6</w:t>
      </w:r>
      <w:r>
        <w:rPr>
          <w:rFonts w:eastAsiaTheme="minorEastAsia"/>
          <w:noProof/>
          <w:sz w:val="22"/>
          <w:lang w:val="en-ZA" w:eastAsia="en-ZA"/>
        </w:rPr>
        <w:tab/>
      </w:r>
      <w:r>
        <w:rPr>
          <w:noProof/>
        </w:rPr>
        <w:t>Propulsion Control</w:t>
      </w:r>
      <w:r>
        <w:rPr>
          <w:noProof/>
        </w:rPr>
        <w:tab/>
      </w:r>
      <w:r>
        <w:rPr>
          <w:noProof/>
        </w:rPr>
        <w:fldChar w:fldCharType="begin"/>
      </w:r>
      <w:r>
        <w:rPr>
          <w:noProof/>
        </w:rPr>
        <w:instrText xml:space="preserve"> PAGEREF _Toc97046772 \h </w:instrText>
      </w:r>
      <w:r>
        <w:rPr>
          <w:noProof/>
        </w:rPr>
      </w:r>
      <w:r>
        <w:rPr>
          <w:noProof/>
        </w:rPr>
        <w:fldChar w:fldCharType="separate"/>
      </w:r>
      <w:r w:rsidR="00AA2EA3">
        <w:rPr>
          <w:noProof/>
        </w:rPr>
        <w:t>22</w:t>
      </w:r>
      <w:r>
        <w:rPr>
          <w:noProof/>
        </w:rPr>
        <w:fldChar w:fldCharType="end"/>
      </w:r>
    </w:p>
    <w:p w14:paraId="679957EC" w14:textId="24BA148B" w:rsidR="00282F59" w:rsidRDefault="00282F59">
      <w:pPr>
        <w:pStyle w:val="TOC3"/>
        <w:tabs>
          <w:tab w:val="left" w:pos="1134"/>
          <w:tab w:val="right" w:leader="dot" w:pos="10195"/>
        </w:tabs>
        <w:rPr>
          <w:rFonts w:eastAsiaTheme="minorEastAsia"/>
          <w:noProof/>
          <w:sz w:val="22"/>
          <w:lang w:val="en-ZA" w:eastAsia="en-ZA"/>
        </w:rPr>
      </w:pPr>
      <w:r>
        <w:rPr>
          <w:noProof/>
        </w:rPr>
        <w:t>5.5.7</w:t>
      </w:r>
      <w:r>
        <w:rPr>
          <w:rFonts w:eastAsiaTheme="minorEastAsia"/>
          <w:noProof/>
          <w:sz w:val="22"/>
          <w:lang w:val="en-ZA" w:eastAsia="en-ZA"/>
        </w:rPr>
        <w:tab/>
      </w:r>
      <w:r>
        <w:rPr>
          <w:noProof/>
        </w:rPr>
        <w:t>Steering Control</w:t>
      </w:r>
      <w:r>
        <w:rPr>
          <w:noProof/>
        </w:rPr>
        <w:tab/>
      </w:r>
      <w:r>
        <w:rPr>
          <w:noProof/>
        </w:rPr>
        <w:fldChar w:fldCharType="begin"/>
      </w:r>
      <w:r>
        <w:rPr>
          <w:noProof/>
        </w:rPr>
        <w:instrText xml:space="preserve"> PAGEREF _Toc97046773 \h </w:instrText>
      </w:r>
      <w:r>
        <w:rPr>
          <w:noProof/>
        </w:rPr>
      </w:r>
      <w:r>
        <w:rPr>
          <w:noProof/>
        </w:rPr>
        <w:fldChar w:fldCharType="separate"/>
      </w:r>
      <w:r w:rsidR="00AA2EA3">
        <w:rPr>
          <w:noProof/>
        </w:rPr>
        <w:t>22</w:t>
      </w:r>
      <w:r>
        <w:rPr>
          <w:noProof/>
        </w:rPr>
        <w:fldChar w:fldCharType="end"/>
      </w:r>
    </w:p>
    <w:p w14:paraId="00CEEC34" w14:textId="14619475" w:rsidR="00282F59" w:rsidRDefault="00282F59">
      <w:pPr>
        <w:pStyle w:val="TOC3"/>
        <w:tabs>
          <w:tab w:val="left" w:pos="1134"/>
          <w:tab w:val="right" w:leader="dot" w:pos="10195"/>
        </w:tabs>
        <w:rPr>
          <w:rFonts w:eastAsiaTheme="minorEastAsia"/>
          <w:noProof/>
          <w:sz w:val="22"/>
          <w:lang w:val="en-ZA" w:eastAsia="en-ZA"/>
        </w:rPr>
      </w:pPr>
      <w:r>
        <w:rPr>
          <w:noProof/>
        </w:rPr>
        <w:t>5.5.8</w:t>
      </w:r>
      <w:r>
        <w:rPr>
          <w:rFonts w:eastAsiaTheme="minorEastAsia"/>
          <w:noProof/>
          <w:sz w:val="22"/>
          <w:lang w:val="en-ZA" w:eastAsia="en-ZA"/>
        </w:rPr>
        <w:tab/>
      </w:r>
      <w:r>
        <w:rPr>
          <w:noProof/>
        </w:rPr>
        <w:t>COLREG – Compliant Behaviours and Fail-Safes</w:t>
      </w:r>
      <w:r>
        <w:rPr>
          <w:noProof/>
        </w:rPr>
        <w:tab/>
      </w:r>
      <w:r>
        <w:rPr>
          <w:noProof/>
        </w:rPr>
        <w:fldChar w:fldCharType="begin"/>
      </w:r>
      <w:r>
        <w:rPr>
          <w:noProof/>
        </w:rPr>
        <w:instrText xml:space="preserve"> PAGEREF _Toc97046774 \h </w:instrText>
      </w:r>
      <w:r>
        <w:rPr>
          <w:noProof/>
        </w:rPr>
      </w:r>
      <w:r>
        <w:rPr>
          <w:noProof/>
        </w:rPr>
        <w:fldChar w:fldCharType="separate"/>
      </w:r>
      <w:r w:rsidR="00AA2EA3">
        <w:rPr>
          <w:noProof/>
        </w:rPr>
        <w:t>22</w:t>
      </w:r>
      <w:r>
        <w:rPr>
          <w:noProof/>
        </w:rPr>
        <w:fldChar w:fldCharType="end"/>
      </w:r>
    </w:p>
    <w:p w14:paraId="1D4836D9" w14:textId="6B777355" w:rsidR="00282F59" w:rsidRDefault="00282F59">
      <w:pPr>
        <w:pStyle w:val="TOC2"/>
        <w:rPr>
          <w:rFonts w:eastAsiaTheme="minorEastAsia"/>
          <w:color w:val="auto"/>
          <w:lang w:val="en-ZA" w:eastAsia="en-ZA"/>
        </w:rPr>
      </w:pPr>
      <w:r>
        <w:t>5.6</w:t>
      </w:r>
      <w:r>
        <w:rPr>
          <w:rFonts w:eastAsiaTheme="minorEastAsia"/>
          <w:color w:val="auto"/>
          <w:lang w:val="en-ZA" w:eastAsia="en-ZA"/>
        </w:rPr>
        <w:tab/>
      </w:r>
      <w:r>
        <w:t>Navigation Systems</w:t>
      </w:r>
      <w:r>
        <w:tab/>
      </w:r>
      <w:r>
        <w:fldChar w:fldCharType="begin"/>
      </w:r>
      <w:r>
        <w:instrText xml:space="preserve"> PAGEREF _Toc97046775 \h </w:instrText>
      </w:r>
      <w:r>
        <w:fldChar w:fldCharType="separate"/>
      </w:r>
      <w:r w:rsidR="00AA2EA3">
        <w:t>22</w:t>
      </w:r>
      <w:r>
        <w:fldChar w:fldCharType="end"/>
      </w:r>
    </w:p>
    <w:p w14:paraId="766CDFE6" w14:textId="2117032D" w:rsidR="00282F59" w:rsidRDefault="00282F59">
      <w:pPr>
        <w:pStyle w:val="TOC3"/>
        <w:tabs>
          <w:tab w:val="left" w:pos="1134"/>
          <w:tab w:val="right" w:leader="dot" w:pos="10195"/>
        </w:tabs>
        <w:rPr>
          <w:rFonts w:eastAsiaTheme="minorEastAsia"/>
          <w:noProof/>
          <w:sz w:val="22"/>
          <w:lang w:val="en-ZA" w:eastAsia="en-ZA"/>
        </w:rPr>
      </w:pPr>
      <w:r>
        <w:rPr>
          <w:noProof/>
        </w:rPr>
        <w:lastRenderedPageBreak/>
        <w:t>5.6.1</w:t>
      </w:r>
      <w:r>
        <w:rPr>
          <w:rFonts w:eastAsiaTheme="minorEastAsia"/>
          <w:noProof/>
          <w:sz w:val="22"/>
          <w:lang w:val="en-ZA" w:eastAsia="en-ZA"/>
        </w:rPr>
        <w:tab/>
      </w:r>
      <w:r>
        <w:rPr>
          <w:noProof/>
        </w:rPr>
        <w:t>Goal</w:t>
      </w:r>
      <w:r>
        <w:rPr>
          <w:noProof/>
        </w:rPr>
        <w:tab/>
      </w:r>
      <w:r>
        <w:rPr>
          <w:noProof/>
        </w:rPr>
        <w:fldChar w:fldCharType="begin"/>
      </w:r>
      <w:r>
        <w:rPr>
          <w:noProof/>
        </w:rPr>
        <w:instrText xml:space="preserve"> PAGEREF _Toc97046776 \h </w:instrText>
      </w:r>
      <w:r>
        <w:rPr>
          <w:noProof/>
        </w:rPr>
      </w:r>
      <w:r>
        <w:rPr>
          <w:noProof/>
        </w:rPr>
        <w:fldChar w:fldCharType="separate"/>
      </w:r>
      <w:r w:rsidR="00AA2EA3">
        <w:rPr>
          <w:noProof/>
        </w:rPr>
        <w:t>22</w:t>
      </w:r>
      <w:r>
        <w:rPr>
          <w:noProof/>
        </w:rPr>
        <w:fldChar w:fldCharType="end"/>
      </w:r>
    </w:p>
    <w:p w14:paraId="49D66152" w14:textId="08EBFC98" w:rsidR="00282F59" w:rsidRDefault="00282F59">
      <w:pPr>
        <w:pStyle w:val="TOC3"/>
        <w:tabs>
          <w:tab w:val="left" w:pos="1134"/>
          <w:tab w:val="right" w:leader="dot" w:pos="10195"/>
        </w:tabs>
        <w:rPr>
          <w:rFonts w:eastAsiaTheme="minorEastAsia"/>
          <w:noProof/>
          <w:sz w:val="22"/>
          <w:lang w:val="en-ZA" w:eastAsia="en-ZA"/>
        </w:rPr>
      </w:pPr>
      <w:r>
        <w:rPr>
          <w:noProof/>
        </w:rPr>
        <w:t>5.6.2</w:t>
      </w:r>
      <w:r>
        <w:rPr>
          <w:rFonts w:eastAsiaTheme="minorEastAsia"/>
          <w:noProof/>
          <w:sz w:val="22"/>
          <w:lang w:val="en-ZA" w:eastAsia="en-ZA"/>
        </w:rPr>
        <w:tab/>
      </w:r>
      <w:r>
        <w:rPr>
          <w:noProof/>
        </w:rPr>
        <w:t>Functional objectives</w:t>
      </w:r>
      <w:r>
        <w:rPr>
          <w:noProof/>
        </w:rPr>
        <w:tab/>
      </w:r>
      <w:r>
        <w:rPr>
          <w:noProof/>
        </w:rPr>
        <w:fldChar w:fldCharType="begin"/>
      </w:r>
      <w:r>
        <w:rPr>
          <w:noProof/>
        </w:rPr>
        <w:instrText xml:space="preserve"> PAGEREF _Toc97046777 \h </w:instrText>
      </w:r>
      <w:r>
        <w:rPr>
          <w:noProof/>
        </w:rPr>
      </w:r>
      <w:r>
        <w:rPr>
          <w:noProof/>
        </w:rPr>
        <w:fldChar w:fldCharType="separate"/>
      </w:r>
      <w:r w:rsidR="00AA2EA3">
        <w:rPr>
          <w:noProof/>
        </w:rPr>
        <w:t>22</w:t>
      </w:r>
      <w:r>
        <w:rPr>
          <w:noProof/>
        </w:rPr>
        <w:fldChar w:fldCharType="end"/>
      </w:r>
    </w:p>
    <w:p w14:paraId="40605218" w14:textId="7C8C6907" w:rsidR="00282F59" w:rsidRDefault="00282F59">
      <w:pPr>
        <w:pStyle w:val="TOC3"/>
        <w:tabs>
          <w:tab w:val="left" w:pos="1134"/>
          <w:tab w:val="right" w:leader="dot" w:pos="10195"/>
        </w:tabs>
        <w:rPr>
          <w:rFonts w:eastAsiaTheme="minorEastAsia"/>
          <w:noProof/>
          <w:sz w:val="22"/>
          <w:lang w:val="en-ZA" w:eastAsia="en-ZA"/>
        </w:rPr>
      </w:pPr>
      <w:r>
        <w:rPr>
          <w:noProof/>
        </w:rPr>
        <w:t>5.6.3</w:t>
      </w:r>
      <w:r>
        <w:rPr>
          <w:rFonts w:eastAsiaTheme="minorEastAsia"/>
          <w:noProof/>
          <w:sz w:val="22"/>
          <w:lang w:val="en-ZA" w:eastAsia="en-ZA"/>
        </w:rPr>
        <w:tab/>
      </w:r>
      <w:r>
        <w:rPr>
          <w:noProof/>
        </w:rPr>
        <w:t>Performance requirements</w:t>
      </w:r>
      <w:r>
        <w:rPr>
          <w:noProof/>
        </w:rPr>
        <w:tab/>
      </w:r>
      <w:r>
        <w:rPr>
          <w:noProof/>
        </w:rPr>
        <w:fldChar w:fldCharType="begin"/>
      </w:r>
      <w:r>
        <w:rPr>
          <w:noProof/>
        </w:rPr>
        <w:instrText xml:space="preserve"> PAGEREF _Toc97046778 \h </w:instrText>
      </w:r>
      <w:r>
        <w:rPr>
          <w:noProof/>
        </w:rPr>
      </w:r>
      <w:r>
        <w:rPr>
          <w:noProof/>
        </w:rPr>
        <w:fldChar w:fldCharType="separate"/>
      </w:r>
      <w:r w:rsidR="00AA2EA3">
        <w:rPr>
          <w:noProof/>
        </w:rPr>
        <w:t>23</w:t>
      </w:r>
      <w:r>
        <w:rPr>
          <w:noProof/>
        </w:rPr>
        <w:fldChar w:fldCharType="end"/>
      </w:r>
    </w:p>
    <w:p w14:paraId="4A3A2B40" w14:textId="4DDDF495" w:rsidR="00282F59" w:rsidRDefault="00282F59">
      <w:pPr>
        <w:pStyle w:val="TOC2"/>
        <w:rPr>
          <w:rFonts w:eastAsiaTheme="minorEastAsia"/>
          <w:color w:val="auto"/>
          <w:lang w:val="en-ZA" w:eastAsia="en-ZA"/>
        </w:rPr>
      </w:pPr>
      <w:r>
        <w:t>5.7</w:t>
      </w:r>
      <w:r>
        <w:rPr>
          <w:rFonts w:eastAsiaTheme="minorEastAsia"/>
          <w:color w:val="auto"/>
          <w:lang w:val="en-ZA" w:eastAsia="en-ZA"/>
        </w:rPr>
        <w:tab/>
      </w:r>
      <w:r>
        <w:t>Communications Systems</w:t>
      </w:r>
      <w:r>
        <w:tab/>
      </w:r>
      <w:r>
        <w:fldChar w:fldCharType="begin"/>
      </w:r>
      <w:r>
        <w:instrText xml:space="preserve"> PAGEREF _Toc97046779 \h </w:instrText>
      </w:r>
      <w:r>
        <w:fldChar w:fldCharType="separate"/>
      </w:r>
      <w:r w:rsidR="00AA2EA3">
        <w:t>24</w:t>
      </w:r>
      <w:r>
        <w:fldChar w:fldCharType="end"/>
      </w:r>
    </w:p>
    <w:p w14:paraId="349A097F" w14:textId="3BB10D09" w:rsidR="00282F59" w:rsidRDefault="00282F59">
      <w:pPr>
        <w:pStyle w:val="TOC3"/>
        <w:tabs>
          <w:tab w:val="left" w:pos="1134"/>
          <w:tab w:val="right" w:leader="dot" w:pos="10195"/>
        </w:tabs>
        <w:rPr>
          <w:rFonts w:eastAsiaTheme="minorEastAsia"/>
          <w:noProof/>
          <w:sz w:val="22"/>
          <w:lang w:val="en-ZA" w:eastAsia="en-ZA"/>
        </w:rPr>
      </w:pPr>
      <w:r>
        <w:rPr>
          <w:noProof/>
        </w:rPr>
        <w:t>5.7.1</w:t>
      </w:r>
      <w:r>
        <w:rPr>
          <w:rFonts w:eastAsiaTheme="minorEastAsia"/>
          <w:noProof/>
          <w:sz w:val="22"/>
          <w:lang w:val="en-ZA" w:eastAsia="en-ZA"/>
        </w:rPr>
        <w:tab/>
      </w:r>
      <w:r>
        <w:rPr>
          <w:noProof/>
        </w:rPr>
        <w:t>GMDSS Requirements</w:t>
      </w:r>
      <w:r>
        <w:rPr>
          <w:noProof/>
        </w:rPr>
        <w:tab/>
      </w:r>
      <w:r>
        <w:rPr>
          <w:noProof/>
        </w:rPr>
        <w:fldChar w:fldCharType="begin"/>
      </w:r>
      <w:r>
        <w:rPr>
          <w:noProof/>
        </w:rPr>
        <w:instrText xml:space="preserve"> PAGEREF _Toc97046780 \h </w:instrText>
      </w:r>
      <w:r>
        <w:rPr>
          <w:noProof/>
        </w:rPr>
      </w:r>
      <w:r>
        <w:rPr>
          <w:noProof/>
        </w:rPr>
        <w:fldChar w:fldCharType="separate"/>
      </w:r>
      <w:r w:rsidR="00AA2EA3">
        <w:rPr>
          <w:noProof/>
        </w:rPr>
        <w:t>24</w:t>
      </w:r>
      <w:r>
        <w:rPr>
          <w:noProof/>
        </w:rPr>
        <w:fldChar w:fldCharType="end"/>
      </w:r>
    </w:p>
    <w:p w14:paraId="146B1F69" w14:textId="4FB8BEC1" w:rsidR="00282F59" w:rsidRDefault="00282F59">
      <w:pPr>
        <w:pStyle w:val="TOC3"/>
        <w:tabs>
          <w:tab w:val="left" w:pos="1134"/>
          <w:tab w:val="right" w:leader="dot" w:pos="10195"/>
        </w:tabs>
        <w:rPr>
          <w:rFonts w:eastAsiaTheme="minorEastAsia"/>
          <w:noProof/>
          <w:sz w:val="22"/>
          <w:lang w:val="en-ZA" w:eastAsia="en-ZA"/>
        </w:rPr>
      </w:pPr>
      <w:r>
        <w:rPr>
          <w:noProof/>
        </w:rPr>
        <w:t>5.7.2</w:t>
      </w:r>
      <w:r>
        <w:rPr>
          <w:rFonts w:eastAsiaTheme="minorEastAsia"/>
          <w:noProof/>
          <w:sz w:val="22"/>
          <w:lang w:val="en-ZA" w:eastAsia="en-ZA"/>
        </w:rPr>
        <w:tab/>
      </w:r>
      <w:r>
        <w:rPr>
          <w:noProof/>
        </w:rPr>
        <w:t>Communications For Control System Monitoring and Input</w:t>
      </w:r>
      <w:r>
        <w:rPr>
          <w:noProof/>
        </w:rPr>
        <w:tab/>
      </w:r>
      <w:r>
        <w:rPr>
          <w:noProof/>
        </w:rPr>
        <w:fldChar w:fldCharType="begin"/>
      </w:r>
      <w:r>
        <w:rPr>
          <w:noProof/>
        </w:rPr>
        <w:instrText xml:space="preserve"> PAGEREF _Toc97046781 \h </w:instrText>
      </w:r>
      <w:r>
        <w:rPr>
          <w:noProof/>
        </w:rPr>
      </w:r>
      <w:r>
        <w:rPr>
          <w:noProof/>
        </w:rPr>
        <w:fldChar w:fldCharType="separate"/>
      </w:r>
      <w:r w:rsidR="00AA2EA3">
        <w:rPr>
          <w:noProof/>
        </w:rPr>
        <w:t>24</w:t>
      </w:r>
      <w:r>
        <w:rPr>
          <w:noProof/>
        </w:rPr>
        <w:fldChar w:fldCharType="end"/>
      </w:r>
    </w:p>
    <w:p w14:paraId="6CA0C38D" w14:textId="68FDD7AF" w:rsidR="00282F59" w:rsidRDefault="00282F59">
      <w:pPr>
        <w:pStyle w:val="TOC3"/>
        <w:tabs>
          <w:tab w:val="left" w:pos="1134"/>
          <w:tab w:val="right" w:leader="dot" w:pos="10195"/>
        </w:tabs>
        <w:rPr>
          <w:rFonts w:eastAsiaTheme="minorEastAsia"/>
          <w:noProof/>
          <w:sz w:val="22"/>
          <w:lang w:val="en-ZA" w:eastAsia="en-ZA"/>
        </w:rPr>
      </w:pPr>
      <w:r>
        <w:rPr>
          <w:noProof/>
        </w:rPr>
        <w:t>5.7.3</w:t>
      </w:r>
      <w:r>
        <w:rPr>
          <w:rFonts w:eastAsiaTheme="minorEastAsia"/>
          <w:noProof/>
          <w:sz w:val="22"/>
          <w:lang w:val="en-ZA" w:eastAsia="en-ZA"/>
        </w:rPr>
        <w:tab/>
      </w:r>
      <w:r>
        <w:rPr>
          <w:noProof/>
        </w:rPr>
        <w:t>RF Communications Installation</w:t>
      </w:r>
      <w:r>
        <w:rPr>
          <w:noProof/>
        </w:rPr>
        <w:tab/>
      </w:r>
      <w:r>
        <w:rPr>
          <w:noProof/>
        </w:rPr>
        <w:fldChar w:fldCharType="begin"/>
      </w:r>
      <w:r>
        <w:rPr>
          <w:noProof/>
        </w:rPr>
        <w:instrText xml:space="preserve"> PAGEREF _Toc97046782 \h </w:instrText>
      </w:r>
      <w:r>
        <w:rPr>
          <w:noProof/>
        </w:rPr>
      </w:r>
      <w:r>
        <w:rPr>
          <w:noProof/>
        </w:rPr>
        <w:fldChar w:fldCharType="separate"/>
      </w:r>
      <w:r w:rsidR="00AA2EA3">
        <w:rPr>
          <w:noProof/>
        </w:rPr>
        <w:t>25</w:t>
      </w:r>
      <w:r>
        <w:rPr>
          <w:noProof/>
        </w:rPr>
        <w:fldChar w:fldCharType="end"/>
      </w:r>
    </w:p>
    <w:p w14:paraId="6E7AF234" w14:textId="08768429" w:rsidR="00282F59" w:rsidRDefault="00282F59">
      <w:pPr>
        <w:pStyle w:val="TOC3"/>
        <w:tabs>
          <w:tab w:val="left" w:pos="1134"/>
          <w:tab w:val="right" w:leader="dot" w:pos="10195"/>
        </w:tabs>
        <w:rPr>
          <w:rFonts w:eastAsiaTheme="minorEastAsia"/>
          <w:noProof/>
          <w:sz w:val="22"/>
          <w:lang w:val="en-ZA" w:eastAsia="en-ZA"/>
        </w:rPr>
      </w:pPr>
      <w:r>
        <w:rPr>
          <w:noProof/>
        </w:rPr>
        <w:t>5.7.4</w:t>
      </w:r>
      <w:r>
        <w:rPr>
          <w:rFonts w:eastAsiaTheme="minorEastAsia"/>
          <w:noProof/>
          <w:sz w:val="22"/>
          <w:lang w:val="en-ZA" w:eastAsia="en-ZA"/>
        </w:rPr>
        <w:tab/>
      </w:r>
      <w:r>
        <w:rPr>
          <w:noProof/>
        </w:rPr>
        <w:t>Positioning the MASS (onboard ship sensors) (</w:t>
      </w:r>
      <w:r w:rsidRPr="00614819">
        <w:rPr>
          <w:noProof/>
          <w:highlight w:val="yellow"/>
        </w:rPr>
        <w:t>ENAV?)</w:t>
      </w:r>
      <w:r>
        <w:rPr>
          <w:noProof/>
        </w:rPr>
        <w:tab/>
      </w:r>
      <w:r>
        <w:rPr>
          <w:noProof/>
        </w:rPr>
        <w:fldChar w:fldCharType="begin"/>
      </w:r>
      <w:r>
        <w:rPr>
          <w:noProof/>
        </w:rPr>
        <w:instrText xml:space="preserve"> PAGEREF _Toc97046783 \h </w:instrText>
      </w:r>
      <w:r>
        <w:rPr>
          <w:noProof/>
        </w:rPr>
      </w:r>
      <w:r>
        <w:rPr>
          <w:noProof/>
        </w:rPr>
        <w:fldChar w:fldCharType="separate"/>
      </w:r>
      <w:r w:rsidR="00AA2EA3">
        <w:rPr>
          <w:noProof/>
        </w:rPr>
        <w:t>25</w:t>
      </w:r>
      <w:r>
        <w:rPr>
          <w:noProof/>
        </w:rPr>
        <w:fldChar w:fldCharType="end"/>
      </w:r>
    </w:p>
    <w:p w14:paraId="7DAAAA00" w14:textId="5FDB0F48" w:rsidR="00282F59" w:rsidRDefault="00282F59">
      <w:pPr>
        <w:pStyle w:val="TOC3"/>
        <w:tabs>
          <w:tab w:val="left" w:pos="1134"/>
          <w:tab w:val="right" w:leader="dot" w:pos="10195"/>
        </w:tabs>
        <w:rPr>
          <w:rFonts w:eastAsiaTheme="minorEastAsia"/>
          <w:noProof/>
          <w:sz w:val="22"/>
          <w:lang w:val="en-ZA" w:eastAsia="en-ZA"/>
        </w:rPr>
      </w:pPr>
      <w:r>
        <w:rPr>
          <w:noProof/>
        </w:rPr>
        <w:t>5.7.5</w:t>
      </w:r>
      <w:r>
        <w:rPr>
          <w:rFonts w:eastAsiaTheme="minorEastAsia"/>
          <w:noProof/>
          <w:sz w:val="22"/>
          <w:lang w:val="en-ZA" w:eastAsia="en-ZA"/>
        </w:rPr>
        <w:tab/>
      </w:r>
      <w:r>
        <w:rPr>
          <w:noProof/>
        </w:rPr>
        <w:t xml:space="preserve">Positioning the MASS (external sensors/services) </w:t>
      </w:r>
      <w:r w:rsidRPr="00614819">
        <w:rPr>
          <w:noProof/>
          <w:highlight w:val="yellow"/>
        </w:rPr>
        <w:t>(ENAV?)</w:t>
      </w:r>
      <w:r>
        <w:rPr>
          <w:noProof/>
        </w:rPr>
        <w:tab/>
      </w:r>
      <w:r>
        <w:rPr>
          <w:noProof/>
        </w:rPr>
        <w:fldChar w:fldCharType="begin"/>
      </w:r>
      <w:r>
        <w:rPr>
          <w:noProof/>
        </w:rPr>
        <w:instrText xml:space="preserve"> PAGEREF _Toc97046784 \h </w:instrText>
      </w:r>
      <w:r>
        <w:rPr>
          <w:noProof/>
        </w:rPr>
      </w:r>
      <w:r>
        <w:rPr>
          <w:noProof/>
        </w:rPr>
        <w:fldChar w:fldCharType="separate"/>
      </w:r>
      <w:r w:rsidR="00AA2EA3">
        <w:rPr>
          <w:noProof/>
        </w:rPr>
        <w:t>25</w:t>
      </w:r>
      <w:r>
        <w:rPr>
          <w:noProof/>
        </w:rPr>
        <w:fldChar w:fldCharType="end"/>
      </w:r>
    </w:p>
    <w:p w14:paraId="1748BE9C" w14:textId="26C19BA2" w:rsidR="00282F59" w:rsidRDefault="00282F59">
      <w:pPr>
        <w:pStyle w:val="TOC3"/>
        <w:tabs>
          <w:tab w:val="left" w:pos="1134"/>
          <w:tab w:val="right" w:leader="dot" w:pos="10195"/>
        </w:tabs>
        <w:rPr>
          <w:rFonts w:eastAsiaTheme="minorEastAsia"/>
          <w:noProof/>
          <w:sz w:val="22"/>
          <w:lang w:val="en-ZA" w:eastAsia="en-ZA"/>
        </w:rPr>
      </w:pPr>
      <w:r>
        <w:rPr>
          <w:noProof/>
        </w:rPr>
        <w:t>5.7.6</w:t>
      </w:r>
      <w:r>
        <w:rPr>
          <w:rFonts w:eastAsiaTheme="minorEastAsia"/>
          <w:noProof/>
          <w:sz w:val="22"/>
          <w:lang w:val="en-ZA" w:eastAsia="en-ZA"/>
        </w:rPr>
        <w:tab/>
      </w:r>
      <w:r>
        <w:rPr>
          <w:noProof/>
        </w:rPr>
        <w:t>Route exchange MASS/shore, MASS/ship, MASS/MASS</w:t>
      </w:r>
      <w:r>
        <w:rPr>
          <w:noProof/>
        </w:rPr>
        <w:tab/>
      </w:r>
      <w:r>
        <w:rPr>
          <w:noProof/>
        </w:rPr>
        <w:fldChar w:fldCharType="begin"/>
      </w:r>
      <w:r>
        <w:rPr>
          <w:noProof/>
        </w:rPr>
        <w:instrText xml:space="preserve"> PAGEREF _Toc97046785 \h </w:instrText>
      </w:r>
      <w:r>
        <w:rPr>
          <w:noProof/>
        </w:rPr>
      </w:r>
      <w:r>
        <w:rPr>
          <w:noProof/>
        </w:rPr>
        <w:fldChar w:fldCharType="separate"/>
      </w:r>
      <w:r w:rsidR="00AA2EA3">
        <w:rPr>
          <w:noProof/>
        </w:rPr>
        <w:t>25</w:t>
      </w:r>
      <w:r>
        <w:rPr>
          <w:noProof/>
        </w:rPr>
        <w:fldChar w:fldCharType="end"/>
      </w:r>
    </w:p>
    <w:p w14:paraId="5CC51CD8" w14:textId="7A2F497E" w:rsidR="00282F59" w:rsidRDefault="00282F59">
      <w:pPr>
        <w:pStyle w:val="TOC2"/>
        <w:rPr>
          <w:rFonts w:eastAsiaTheme="minorEastAsia"/>
          <w:color w:val="auto"/>
          <w:lang w:val="en-ZA" w:eastAsia="en-ZA"/>
        </w:rPr>
      </w:pPr>
      <w:r>
        <w:t>5.8</w:t>
      </w:r>
      <w:r>
        <w:rPr>
          <w:rFonts w:eastAsiaTheme="minorEastAsia"/>
          <w:color w:val="auto"/>
          <w:lang w:val="en-ZA" w:eastAsia="en-ZA"/>
        </w:rPr>
        <w:tab/>
      </w:r>
      <w:r>
        <w:t>MASS interaction</w:t>
      </w:r>
      <w:r>
        <w:tab/>
      </w:r>
      <w:r>
        <w:fldChar w:fldCharType="begin"/>
      </w:r>
      <w:r>
        <w:instrText xml:space="preserve"> PAGEREF _Toc97046786 \h </w:instrText>
      </w:r>
      <w:r>
        <w:fldChar w:fldCharType="separate"/>
      </w:r>
      <w:r w:rsidR="00AA2EA3">
        <w:t>25</w:t>
      </w:r>
      <w:r>
        <w:fldChar w:fldCharType="end"/>
      </w:r>
    </w:p>
    <w:p w14:paraId="10F070D3" w14:textId="7C6C8204" w:rsidR="00282F59" w:rsidRDefault="00282F59">
      <w:pPr>
        <w:pStyle w:val="TOC2"/>
        <w:rPr>
          <w:rFonts w:eastAsiaTheme="minorEastAsia"/>
          <w:color w:val="auto"/>
          <w:lang w:val="en-ZA" w:eastAsia="en-ZA"/>
        </w:rPr>
      </w:pPr>
      <w:r>
        <w:t>5.9</w:t>
      </w:r>
      <w:r>
        <w:rPr>
          <w:rFonts w:eastAsiaTheme="minorEastAsia"/>
          <w:color w:val="auto"/>
          <w:lang w:val="en-ZA" w:eastAsia="en-ZA"/>
        </w:rPr>
        <w:tab/>
      </w:r>
      <w:r>
        <w:t>Remote Control Centres (RCC</w:t>
      </w:r>
      <w:r w:rsidRPr="00614819">
        <w:t>s</w:t>
      </w:r>
      <w:r>
        <w:t>)</w:t>
      </w:r>
      <w:r>
        <w:tab/>
      </w:r>
      <w:r>
        <w:fldChar w:fldCharType="begin"/>
      </w:r>
      <w:r>
        <w:instrText xml:space="preserve"> PAGEREF _Toc97046787 \h </w:instrText>
      </w:r>
      <w:r>
        <w:fldChar w:fldCharType="separate"/>
      </w:r>
      <w:r w:rsidR="00AA2EA3">
        <w:t>26</w:t>
      </w:r>
      <w:r>
        <w:fldChar w:fldCharType="end"/>
      </w:r>
    </w:p>
    <w:p w14:paraId="732506C5" w14:textId="407CCB53" w:rsidR="00282F59" w:rsidRDefault="00282F59">
      <w:pPr>
        <w:pStyle w:val="TOC3"/>
        <w:tabs>
          <w:tab w:val="left" w:pos="1134"/>
          <w:tab w:val="right" w:leader="dot" w:pos="10195"/>
        </w:tabs>
        <w:rPr>
          <w:rFonts w:eastAsiaTheme="minorEastAsia"/>
          <w:noProof/>
          <w:sz w:val="22"/>
          <w:lang w:val="en-ZA" w:eastAsia="en-ZA"/>
        </w:rPr>
      </w:pPr>
      <w:r>
        <w:rPr>
          <w:noProof/>
        </w:rPr>
        <w:t>5.9.1</w:t>
      </w:r>
      <w:r>
        <w:rPr>
          <w:rFonts w:eastAsiaTheme="minorEastAsia"/>
          <w:noProof/>
          <w:sz w:val="22"/>
          <w:lang w:val="en-ZA" w:eastAsia="en-ZA"/>
        </w:rPr>
        <w:tab/>
      </w:r>
      <w:r>
        <w:rPr>
          <w:noProof/>
        </w:rPr>
        <w:t>Sub-System Architecture</w:t>
      </w:r>
      <w:r>
        <w:rPr>
          <w:noProof/>
        </w:rPr>
        <w:tab/>
      </w:r>
      <w:r>
        <w:rPr>
          <w:noProof/>
        </w:rPr>
        <w:fldChar w:fldCharType="begin"/>
      </w:r>
      <w:r>
        <w:rPr>
          <w:noProof/>
        </w:rPr>
        <w:instrText xml:space="preserve"> PAGEREF _Toc97046788 \h </w:instrText>
      </w:r>
      <w:r>
        <w:rPr>
          <w:noProof/>
        </w:rPr>
      </w:r>
      <w:r>
        <w:rPr>
          <w:noProof/>
        </w:rPr>
        <w:fldChar w:fldCharType="separate"/>
      </w:r>
      <w:r w:rsidR="00AA2EA3">
        <w:rPr>
          <w:noProof/>
        </w:rPr>
        <w:t>26</w:t>
      </w:r>
      <w:r>
        <w:rPr>
          <w:noProof/>
        </w:rPr>
        <w:fldChar w:fldCharType="end"/>
      </w:r>
    </w:p>
    <w:p w14:paraId="6E81B5A4" w14:textId="69CE4F94" w:rsidR="00282F59" w:rsidRDefault="00282F59">
      <w:pPr>
        <w:pStyle w:val="TOC3"/>
        <w:tabs>
          <w:tab w:val="left" w:pos="1134"/>
          <w:tab w:val="right" w:leader="dot" w:pos="10195"/>
        </w:tabs>
        <w:rPr>
          <w:rFonts w:eastAsiaTheme="minorEastAsia"/>
          <w:noProof/>
          <w:sz w:val="22"/>
          <w:lang w:val="en-ZA" w:eastAsia="en-ZA"/>
        </w:rPr>
      </w:pPr>
      <w:r>
        <w:rPr>
          <w:noProof/>
        </w:rPr>
        <w:t>5.9.2</w:t>
      </w:r>
      <w:r>
        <w:rPr>
          <w:rFonts w:eastAsiaTheme="minorEastAsia"/>
          <w:noProof/>
          <w:sz w:val="22"/>
          <w:lang w:val="en-ZA" w:eastAsia="en-ZA"/>
        </w:rPr>
        <w:tab/>
      </w:r>
      <w:r>
        <w:rPr>
          <w:noProof/>
        </w:rPr>
        <w:t>Tasking Cycle of the MASS</w:t>
      </w:r>
      <w:r>
        <w:rPr>
          <w:noProof/>
        </w:rPr>
        <w:tab/>
      </w:r>
      <w:r>
        <w:rPr>
          <w:noProof/>
        </w:rPr>
        <w:fldChar w:fldCharType="begin"/>
      </w:r>
      <w:r>
        <w:rPr>
          <w:noProof/>
        </w:rPr>
        <w:instrText xml:space="preserve"> PAGEREF _Toc97046789 \h </w:instrText>
      </w:r>
      <w:r>
        <w:rPr>
          <w:noProof/>
        </w:rPr>
      </w:r>
      <w:r>
        <w:rPr>
          <w:noProof/>
        </w:rPr>
        <w:fldChar w:fldCharType="separate"/>
      </w:r>
      <w:r w:rsidR="00AA2EA3">
        <w:rPr>
          <w:noProof/>
        </w:rPr>
        <w:t>26</w:t>
      </w:r>
      <w:r>
        <w:rPr>
          <w:noProof/>
        </w:rPr>
        <w:fldChar w:fldCharType="end"/>
      </w:r>
    </w:p>
    <w:p w14:paraId="01223B02" w14:textId="7FA3AD8D" w:rsidR="00282F59" w:rsidRDefault="00282F59">
      <w:pPr>
        <w:pStyle w:val="TOC3"/>
        <w:tabs>
          <w:tab w:val="left" w:pos="1134"/>
          <w:tab w:val="right" w:leader="dot" w:pos="10195"/>
        </w:tabs>
        <w:rPr>
          <w:rFonts w:eastAsiaTheme="minorEastAsia"/>
          <w:noProof/>
          <w:sz w:val="22"/>
          <w:lang w:val="en-ZA" w:eastAsia="en-ZA"/>
        </w:rPr>
      </w:pPr>
      <w:r>
        <w:rPr>
          <w:noProof/>
        </w:rPr>
        <w:t>5.9.3</w:t>
      </w:r>
      <w:r>
        <w:rPr>
          <w:rFonts w:eastAsiaTheme="minorEastAsia"/>
          <w:noProof/>
          <w:sz w:val="22"/>
          <w:lang w:val="en-ZA" w:eastAsia="en-ZA"/>
        </w:rPr>
        <w:tab/>
      </w:r>
      <w:r>
        <w:rPr>
          <w:noProof/>
        </w:rPr>
        <w:t>Responsibility of the RCC Operator Within an Operational Hierarchy</w:t>
      </w:r>
      <w:r>
        <w:rPr>
          <w:noProof/>
        </w:rPr>
        <w:tab/>
      </w:r>
      <w:r>
        <w:rPr>
          <w:noProof/>
        </w:rPr>
        <w:fldChar w:fldCharType="begin"/>
      </w:r>
      <w:r>
        <w:rPr>
          <w:noProof/>
        </w:rPr>
        <w:instrText xml:space="preserve"> PAGEREF _Toc97046790 \h </w:instrText>
      </w:r>
      <w:r>
        <w:rPr>
          <w:noProof/>
        </w:rPr>
      </w:r>
      <w:r>
        <w:rPr>
          <w:noProof/>
        </w:rPr>
        <w:fldChar w:fldCharType="separate"/>
      </w:r>
      <w:r w:rsidR="00AA2EA3">
        <w:rPr>
          <w:noProof/>
        </w:rPr>
        <w:t>26</w:t>
      </w:r>
      <w:r>
        <w:rPr>
          <w:noProof/>
        </w:rPr>
        <w:fldChar w:fldCharType="end"/>
      </w:r>
    </w:p>
    <w:p w14:paraId="193E7AE5" w14:textId="2AA1C261" w:rsidR="00282F59" w:rsidRDefault="00282F59">
      <w:pPr>
        <w:pStyle w:val="TOC3"/>
        <w:tabs>
          <w:tab w:val="left" w:pos="1134"/>
          <w:tab w:val="right" w:leader="dot" w:pos="10195"/>
        </w:tabs>
        <w:rPr>
          <w:rFonts w:eastAsiaTheme="minorEastAsia"/>
          <w:noProof/>
          <w:sz w:val="22"/>
          <w:lang w:val="en-ZA" w:eastAsia="en-ZA"/>
        </w:rPr>
      </w:pPr>
      <w:r>
        <w:rPr>
          <w:noProof/>
        </w:rPr>
        <w:t>5.9.4</w:t>
      </w:r>
      <w:r>
        <w:rPr>
          <w:rFonts w:eastAsiaTheme="minorEastAsia"/>
          <w:noProof/>
          <w:sz w:val="22"/>
          <w:lang w:val="en-ZA" w:eastAsia="en-ZA"/>
        </w:rPr>
        <w:tab/>
      </w:r>
      <w:r>
        <w:rPr>
          <w:noProof/>
        </w:rPr>
        <w:t>Dynamic Positioning Station Keeping Systems for Mass and Remote</w:t>
      </w:r>
      <w:r>
        <w:rPr>
          <w:noProof/>
        </w:rPr>
        <w:tab/>
      </w:r>
      <w:r>
        <w:rPr>
          <w:noProof/>
        </w:rPr>
        <w:fldChar w:fldCharType="begin"/>
      </w:r>
      <w:r>
        <w:rPr>
          <w:noProof/>
        </w:rPr>
        <w:instrText xml:space="preserve"> PAGEREF _Toc97046791 \h </w:instrText>
      </w:r>
      <w:r>
        <w:rPr>
          <w:noProof/>
        </w:rPr>
      </w:r>
      <w:r>
        <w:rPr>
          <w:noProof/>
        </w:rPr>
        <w:fldChar w:fldCharType="separate"/>
      </w:r>
      <w:r w:rsidR="00AA2EA3">
        <w:rPr>
          <w:noProof/>
        </w:rPr>
        <w:t>27</w:t>
      </w:r>
      <w:r>
        <w:rPr>
          <w:noProof/>
        </w:rPr>
        <w:fldChar w:fldCharType="end"/>
      </w:r>
    </w:p>
    <w:p w14:paraId="0CFD5B64" w14:textId="27CABB9F" w:rsidR="00282F59" w:rsidRDefault="00282F59">
      <w:pPr>
        <w:pStyle w:val="TOC3"/>
        <w:tabs>
          <w:tab w:val="left" w:pos="1134"/>
          <w:tab w:val="right" w:leader="dot" w:pos="10195"/>
        </w:tabs>
        <w:rPr>
          <w:rFonts w:eastAsiaTheme="minorEastAsia"/>
          <w:noProof/>
          <w:sz w:val="22"/>
          <w:lang w:val="en-ZA" w:eastAsia="en-ZA"/>
        </w:rPr>
      </w:pPr>
      <w:r>
        <w:rPr>
          <w:noProof/>
        </w:rPr>
        <w:t>5.9.5</w:t>
      </w:r>
      <w:r>
        <w:rPr>
          <w:rFonts w:eastAsiaTheme="minorEastAsia"/>
          <w:noProof/>
          <w:sz w:val="22"/>
          <w:lang w:val="en-ZA" w:eastAsia="en-ZA"/>
        </w:rPr>
        <w:tab/>
      </w:r>
      <w:r>
        <w:rPr>
          <w:noProof/>
        </w:rPr>
        <w:t>Transfer of Mass Control</w:t>
      </w:r>
      <w:r>
        <w:rPr>
          <w:noProof/>
        </w:rPr>
        <w:tab/>
      </w:r>
      <w:r>
        <w:rPr>
          <w:noProof/>
        </w:rPr>
        <w:fldChar w:fldCharType="begin"/>
      </w:r>
      <w:r>
        <w:rPr>
          <w:noProof/>
        </w:rPr>
        <w:instrText xml:space="preserve"> PAGEREF _Toc97046792 \h </w:instrText>
      </w:r>
      <w:r>
        <w:rPr>
          <w:noProof/>
        </w:rPr>
      </w:r>
      <w:r>
        <w:rPr>
          <w:noProof/>
        </w:rPr>
        <w:fldChar w:fldCharType="separate"/>
      </w:r>
      <w:r w:rsidR="00AA2EA3">
        <w:rPr>
          <w:noProof/>
        </w:rPr>
        <w:t>28</w:t>
      </w:r>
      <w:r>
        <w:rPr>
          <w:noProof/>
        </w:rPr>
        <w:fldChar w:fldCharType="end"/>
      </w:r>
    </w:p>
    <w:p w14:paraId="6EA7D325" w14:textId="54D71A5B" w:rsidR="00282F59" w:rsidRDefault="00282F59">
      <w:pPr>
        <w:pStyle w:val="TOC3"/>
        <w:tabs>
          <w:tab w:val="left" w:pos="1134"/>
          <w:tab w:val="right" w:leader="dot" w:pos="10195"/>
        </w:tabs>
        <w:rPr>
          <w:rFonts w:eastAsiaTheme="minorEastAsia"/>
          <w:noProof/>
          <w:sz w:val="22"/>
          <w:lang w:val="en-ZA" w:eastAsia="en-ZA"/>
        </w:rPr>
      </w:pPr>
      <w:r>
        <w:rPr>
          <w:noProof/>
        </w:rPr>
        <w:t>5.9.6</w:t>
      </w:r>
      <w:r>
        <w:rPr>
          <w:rFonts w:eastAsiaTheme="minorEastAsia"/>
          <w:noProof/>
          <w:sz w:val="22"/>
          <w:lang w:val="en-ZA" w:eastAsia="en-ZA"/>
        </w:rPr>
        <w:tab/>
      </w:r>
      <w:r>
        <w:rPr>
          <w:noProof/>
        </w:rPr>
        <w:t>Controlling Mass from an RCC</w:t>
      </w:r>
      <w:r>
        <w:rPr>
          <w:noProof/>
        </w:rPr>
        <w:tab/>
      </w:r>
      <w:r>
        <w:rPr>
          <w:noProof/>
        </w:rPr>
        <w:fldChar w:fldCharType="begin"/>
      </w:r>
      <w:r>
        <w:rPr>
          <w:noProof/>
        </w:rPr>
        <w:instrText xml:space="preserve"> PAGEREF _Toc97046793 \h </w:instrText>
      </w:r>
      <w:r>
        <w:rPr>
          <w:noProof/>
        </w:rPr>
      </w:r>
      <w:r>
        <w:rPr>
          <w:noProof/>
        </w:rPr>
        <w:fldChar w:fldCharType="separate"/>
      </w:r>
      <w:r w:rsidR="00AA2EA3">
        <w:rPr>
          <w:noProof/>
        </w:rPr>
        <w:t>28</w:t>
      </w:r>
      <w:r>
        <w:rPr>
          <w:noProof/>
        </w:rPr>
        <w:fldChar w:fldCharType="end"/>
      </w:r>
    </w:p>
    <w:p w14:paraId="375C2366" w14:textId="324BEABD" w:rsidR="00282F59" w:rsidRDefault="00282F59">
      <w:pPr>
        <w:pStyle w:val="TOC3"/>
        <w:tabs>
          <w:tab w:val="left" w:pos="1134"/>
          <w:tab w:val="right" w:leader="dot" w:pos="10195"/>
        </w:tabs>
        <w:rPr>
          <w:rFonts w:eastAsiaTheme="minorEastAsia"/>
          <w:noProof/>
          <w:sz w:val="22"/>
          <w:lang w:val="en-ZA" w:eastAsia="en-ZA"/>
        </w:rPr>
      </w:pPr>
      <w:r>
        <w:rPr>
          <w:noProof/>
        </w:rPr>
        <w:t>5.9.7</w:t>
      </w:r>
      <w:r>
        <w:rPr>
          <w:rFonts w:eastAsiaTheme="minorEastAsia"/>
          <w:noProof/>
          <w:sz w:val="22"/>
          <w:lang w:val="en-ZA" w:eastAsia="en-ZA"/>
        </w:rPr>
        <w:tab/>
      </w:r>
      <w:r>
        <w:rPr>
          <w:noProof/>
        </w:rPr>
        <w:t>Relationship Between Autonomy Levels of Control and RCC</w:t>
      </w:r>
      <w:r>
        <w:rPr>
          <w:noProof/>
        </w:rPr>
        <w:tab/>
      </w:r>
      <w:r>
        <w:rPr>
          <w:noProof/>
        </w:rPr>
        <w:fldChar w:fldCharType="begin"/>
      </w:r>
      <w:r>
        <w:rPr>
          <w:noProof/>
        </w:rPr>
        <w:instrText xml:space="preserve"> PAGEREF _Toc97046794 \h </w:instrText>
      </w:r>
      <w:r>
        <w:rPr>
          <w:noProof/>
        </w:rPr>
      </w:r>
      <w:r>
        <w:rPr>
          <w:noProof/>
        </w:rPr>
        <w:fldChar w:fldCharType="separate"/>
      </w:r>
      <w:r w:rsidR="00AA2EA3">
        <w:rPr>
          <w:noProof/>
        </w:rPr>
        <w:t>29</w:t>
      </w:r>
      <w:r>
        <w:rPr>
          <w:noProof/>
        </w:rPr>
        <w:fldChar w:fldCharType="end"/>
      </w:r>
    </w:p>
    <w:p w14:paraId="64C6BFF7" w14:textId="3261B40C" w:rsidR="00282F59" w:rsidRDefault="00282F59">
      <w:pPr>
        <w:pStyle w:val="TOC3"/>
        <w:tabs>
          <w:tab w:val="left" w:pos="1134"/>
          <w:tab w:val="right" w:leader="dot" w:pos="10195"/>
        </w:tabs>
        <w:rPr>
          <w:rFonts w:eastAsiaTheme="minorEastAsia"/>
          <w:noProof/>
          <w:sz w:val="22"/>
          <w:lang w:val="en-ZA" w:eastAsia="en-ZA"/>
        </w:rPr>
      </w:pPr>
      <w:r>
        <w:rPr>
          <w:noProof/>
        </w:rPr>
        <w:t>5.9.8</w:t>
      </w:r>
      <w:r>
        <w:rPr>
          <w:rFonts w:eastAsiaTheme="minorEastAsia"/>
          <w:noProof/>
          <w:sz w:val="22"/>
          <w:lang w:val="en-ZA" w:eastAsia="en-ZA"/>
        </w:rPr>
        <w:tab/>
      </w:r>
      <w:r>
        <w:rPr>
          <w:noProof/>
        </w:rPr>
        <w:t>Suggested RCC Operational Requirements</w:t>
      </w:r>
      <w:r>
        <w:rPr>
          <w:noProof/>
        </w:rPr>
        <w:tab/>
      </w:r>
      <w:r>
        <w:rPr>
          <w:noProof/>
        </w:rPr>
        <w:fldChar w:fldCharType="begin"/>
      </w:r>
      <w:r>
        <w:rPr>
          <w:noProof/>
        </w:rPr>
        <w:instrText xml:space="preserve"> PAGEREF _Toc97046795 \h </w:instrText>
      </w:r>
      <w:r>
        <w:rPr>
          <w:noProof/>
        </w:rPr>
      </w:r>
      <w:r>
        <w:rPr>
          <w:noProof/>
        </w:rPr>
        <w:fldChar w:fldCharType="separate"/>
      </w:r>
      <w:r w:rsidR="00AA2EA3">
        <w:rPr>
          <w:noProof/>
        </w:rPr>
        <w:t>29</w:t>
      </w:r>
      <w:r>
        <w:rPr>
          <w:noProof/>
        </w:rPr>
        <w:fldChar w:fldCharType="end"/>
      </w:r>
    </w:p>
    <w:p w14:paraId="37BF649C" w14:textId="1782C544" w:rsidR="00282F59" w:rsidRDefault="00282F59">
      <w:pPr>
        <w:pStyle w:val="TOC3"/>
        <w:tabs>
          <w:tab w:val="left" w:pos="1134"/>
          <w:tab w:val="right" w:leader="dot" w:pos="10195"/>
        </w:tabs>
        <w:rPr>
          <w:rFonts w:eastAsiaTheme="minorEastAsia"/>
          <w:noProof/>
          <w:sz w:val="22"/>
          <w:lang w:val="en-ZA" w:eastAsia="en-ZA"/>
        </w:rPr>
      </w:pPr>
      <w:r>
        <w:rPr>
          <w:noProof/>
        </w:rPr>
        <w:t>5.9.9</w:t>
      </w:r>
      <w:r>
        <w:rPr>
          <w:rFonts w:eastAsiaTheme="minorEastAsia"/>
          <w:noProof/>
          <w:sz w:val="22"/>
          <w:lang w:val="en-ZA" w:eastAsia="en-ZA"/>
        </w:rPr>
        <w:tab/>
      </w:r>
      <w:r>
        <w:rPr>
          <w:noProof/>
        </w:rPr>
        <w:t>Working Within Pilotage Waters</w:t>
      </w:r>
      <w:r>
        <w:rPr>
          <w:noProof/>
        </w:rPr>
        <w:tab/>
      </w:r>
      <w:r>
        <w:rPr>
          <w:noProof/>
        </w:rPr>
        <w:fldChar w:fldCharType="begin"/>
      </w:r>
      <w:r>
        <w:rPr>
          <w:noProof/>
        </w:rPr>
        <w:instrText xml:space="preserve"> PAGEREF _Toc97046796 \h </w:instrText>
      </w:r>
      <w:r>
        <w:rPr>
          <w:noProof/>
        </w:rPr>
      </w:r>
      <w:r>
        <w:rPr>
          <w:noProof/>
        </w:rPr>
        <w:fldChar w:fldCharType="separate"/>
      </w:r>
      <w:r w:rsidR="00AA2EA3">
        <w:rPr>
          <w:noProof/>
        </w:rPr>
        <w:t>30</w:t>
      </w:r>
      <w:r>
        <w:rPr>
          <w:noProof/>
        </w:rPr>
        <w:fldChar w:fldCharType="end"/>
      </w:r>
    </w:p>
    <w:p w14:paraId="44839481" w14:textId="536BA21E" w:rsidR="00282F59" w:rsidRDefault="00282F59">
      <w:pPr>
        <w:pStyle w:val="TOC3"/>
        <w:tabs>
          <w:tab w:val="left" w:pos="1134"/>
          <w:tab w:val="right" w:leader="dot" w:pos="10195"/>
        </w:tabs>
        <w:rPr>
          <w:rFonts w:eastAsiaTheme="minorEastAsia"/>
          <w:noProof/>
          <w:sz w:val="22"/>
          <w:lang w:val="en-ZA" w:eastAsia="en-ZA"/>
        </w:rPr>
      </w:pPr>
      <w:r>
        <w:rPr>
          <w:noProof/>
        </w:rPr>
        <w:t>5.9.10</w:t>
      </w:r>
      <w:r>
        <w:rPr>
          <w:rFonts w:eastAsiaTheme="minorEastAsia"/>
          <w:noProof/>
          <w:sz w:val="22"/>
          <w:lang w:val="en-ZA" w:eastAsia="en-ZA"/>
        </w:rPr>
        <w:tab/>
      </w:r>
      <w:r>
        <w:rPr>
          <w:noProof/>
        </w:rPr>
        <w:t>Managing RCC Workforce Wellbeing</w:t>
      </w:r>
      <w:r>
        <w:rPr>
          <w:noProof/>
        </w:rPr>
        <w:tab/>
      </w:r>
      <w:r>
        <w:rPr>
          <w:noProof/>
        </w:rPr>
        <w:fldChar w:fldCharType="begin"/>
      </w:r>
      <w:r>
        <w:rPr>
          <w:noProof/>
        </w:rPr>
        <w:instrText xml:space="preserve"> PAGEREF _Toc97046797 \h </w:instrText>
      </w:r>
      <w:r>
        <w:rPr>
          <w:noProof/>
        </w:rPr>
      </w:r>
      <w:r>
        <w:rPr>
          <w:noProof/>
        </w:rPr>
        <w:fldChar w:fldCharType="separate"/>
      </w:r>
      <w:r w:rsidR="00AA2EA3">
        <w:rPr>
          <w:noProof/>
        </w:rPr>
        <w:t>31</w:t>
      </w:r>
      <w:r>
        <w:rPr>
          <w:noProof/>
        </w:rPr>
        <w:fldChar w:fldCharType="end"/>
      </w:r>
    </w:p>
    <w:p w14:paraId="06E4FEEB" w14:textId="571574AB" w:rsidR="00282F59" w:rsidRDefault="00282F59">
      <w:pPr>
        <w:pStyle w:val="TOC2"/>
        <w:rPr>
          <w:rFonts w:eastAsiaTheme="minorEastAsia"/>
          <w:color w:val="auto"/>
          <w:lang w:val="en-ZA" w:eastAsia="en-ZA"/>
        </w:rPr>
      </w:pPr>
      <w:r>
        <w:t>5.10</w:t>
      </w:r>
      <w:r>
        <w:rPr>
          <w:rFonts w:eastAsiaTheme="minorEastAsia"/>
          <w:color w:val="auto"/>
          <w:lang w:val="en-ZA" w:eastAsia="en-ZA"/>
        </w:rPr>
        <w:tab/>
      </w:r>
      <w:r>
        <w:t>Rendering of Assistance to Persons in Distress at Sea</w:t>
      </w:r>
      <w:r>
        <w:tab/>
      </w:r>
      <w:r>
        <w:fldChar w:fldCharType="begin"/>
      </w:r>
      <w:r>
        <w:instrText xml:space="preserve"> PAGEREF _Toc97046798 \h </w:instrText>
      </w:r>
      <w:r>
        <w:fldChar w:fldCharType="separate"/>
      </w:r>
      <w:r w:rsidR="00AA2EA3">
        <w:t>32</w:t>
      </w:r>
      <w:r>
        <w:fldChar w:fldCharType="end"/>
      </w:r>
    </w:p>
    <w:p w14:paraId="1A143FFC" w14:textId="7210875A" w:rsidR="00282F59" w:rsidRDefault="00282F59">
      <w:pPr>
        <w:pStyle w:val="TOC3"/>
        <w:tabs>
          <w:tab w:val="left" w:pos="1134"/>
          <w:tab w:val="right" w:leader="dot" w:pos="10195"/>
        </w:tabs>
        <w:rPr>
          <w:rFonts w:eastAsiaTheme="minorEastAsia"/>
          <w:noProof/>
          <w:sz w:val="22"/>
          <w:lang w:val="en-ZA" w:eastAsia="en-ZA"/>
        </w:rPr>
      </w:pPr>
      <w:r>
        <w:rPr>
          <w:noProof/>
        </w:rPr>
        <w:t>5.10.1</w:t>
      </w:r>
      <w:r>
        <w:rPr>
          <w:rFonts w:eastAsiaTheme="minorEastAsia"/>
          <w:noProof/>
          <w:sz w:val="22"/>
          <w:lang w:val="en-ZA" w:eastAsia="en-ZA"/>
        </w:rPr>
        <w:tab/>
      </w:r>
      <w:r>
        <w:rPr>
          <w:noProof/>
        </w:rPr>
        <w:t>Requirements of International Law</w:t>
      </w:r>
      <w:r>
        <w:rPr>
          <w:noProof/>
        </w:rPr>
        <w:tab/>
      </w:r>
      <w:r>
        <w:rPr>
          <w:noProof/>
        </w:rPr>
        <w:fldChar w:fldCharType="begin"/>
      </w:r>
      <w:r>
        <w:rPr>
          <w:noProof/>
        </w:rPr>
        <w:instrText xml:space="preserve"> PAGEREF _Toc97046799 \h </w:instrText>
      </w:r>
      <w:r>
        <w:rPr>
          <w:noProof/>
        </w:rPr>
      </w:r>
      <w:r>
        <w:rPr>
          <w:noProof/>
        </w:rPr>
        <w:fldChar w:fldCharType="separate"/>
      </w:r>
      <w:r w:rsidR="00AA2EA3">
        <w:rPr>
          <w:noProof/>
        </w:rPr>
        <w:t>32</w:t>
      </w:r>
      <w:r>
        <w:rPr>
          <w:noProof/>
        </w:rPr>
        <w:fldChar w:fldCharType="end"/>
      </w:r>
    </w:p>
    <w:p w14:paraId="15E76C62" w14:textId="5E9ECB81" w:rsidR="00282F59" w:rsidRDefault="00282F59">
      <w:pPr>
        <w:pStyle w:val="TOC3"/>
        <w:tabs>
          <w:tab w:val="left" w:pos="1134"/>
          <w:tab w:val="right" w:leader="dot" w:pos="10195"/>
        </w:tabs>
        <w:rPr>
          <w:rFonts w:eastAsiaTheme="minorEastAsia"/>
          <w:noProof/>
          <w:sz w:val="22"/>
          <w:lang w:val="en-ZA" w:eastAsia="en-ZA"/>
        </w:rPr>
      </w:pPr>
      <w:r>
        <w:rPr>
          <w:noProof/>
        </w:rPr>
        <w:t>5.10.2</w:t>
      </w:r>
      <w:r>
        <w:rPr>
          <w:rFonts w:eastAsiaTheme="minorEastAsia"/>
          <w:noProof/>
          <w:sz w:val="22"/>
          <w:lang w:val="en-ZA" w:eastAsia="en-ZA"/>
        </w:rPr>
        <w:tab/>
      </w:r>
      <w:r>
        <w:rPr>
          <w:noProof/>
        </w:rPr>
        <w:t>Applicability to Mass Operations</w:t>
      </w:r>
      <w:r>
        <w:rPr>
          <w:noProof/>
        </w:rPr>
        <w:tab/>
      </w:r>
      <w:r>
        <w:rPr>
          <w:noProof/>
        </w:rPr>
        <w:fldChar w:fldCharType="begin"/>
      </w:r>
      <w:r>
        <w:rPr>
          <w:noProof/>
        </w:rPr>
        <w:instrText xml:space="preserve"> PAGEREF _Toc97046800 \h </w:instrText>
      </w:r>
      <w:r>
        <w:rPr>
          <w:noProof/>
        </w:rPr>
      </w:r>
      <w:r>
        <w:rPr>
          <w:noProof/>
        </w:rPr>
        <w:fldChar w:fldCharType="separate"/>
      </w:r>
      <w:r w:rsidR="00AA2EA3">
        <w:rPr>
          <w:noProof/>
        </w:rPr>
        <w:t>32</w:t>
      </w:r>
      <w:r>
        <w:rPr>
          <w:noProof/>
        </w:rPr>
        <w:fldChar w:fldCharType="end"/>
      </w:r>
    </w:p>
    <w:p w14:paraId="6A35AA2A" w14:textId="3D352AA4" w:rsidR="00282F59" w:rsidRDefault="00282F59">
      <w:pPr>
        <w:pStyle w:val="TOC3"/>
        <w:tabs>
          <w:tab w:val="left" w:pos="1134"/>
          <w:tab w:val="right" w:leader="dot" w:pos="10195"/>
        </w:tabs>
        <w:rPr>
          <w:rFonts w:eastAsiaTheme="minorEastAsia"/>
          <w:noProof/>
          <w:sz w:val="22"/>
          <w:lang w:val="en-ZA" w:eastAsia="en-ZA"/>
        </w:rPr>
      </w:pPr>
      <w:r>
        <w:rPr>
          <w:noProof/>
        </w:rPr>
        <w:t>5.10.3</w:t>
      </w:r>
      <w:r>
        <w:rPr>
          <w:rFonts w:eastAsiaTheme="minorEastAsia"/>
          <w:noProof/>
          <w:sz w:val="22"/>
          <w:lang w:val="en-ZA" w:eastAsia="en-ZA"/>
        </w:rPr>
        <w:tab/>
      </w:r>
      <w:r>
        <w:rPr>
          <w:noProof/>
        </w:rPr>
        <w:t>MASS Remote Controller Task Requirements</w:t>
      </w:r>
      <w:r>
        <w:rPr>
          <w:noProof/>
        </w:rPr>
        <w:tab/>
      </w:r>
      <w:r>
        <w:rPr>
          <w:noProof/>
        </w:rPr>
        <w:fldChar w:fldCharType="begin"/>
      </w:r>
      <w:r>
        <w:rPr>
          <w:noProof/>
        </w:rPr>
        <w:instrText xml:space="preserve"> PAGEREF _Toc97046801 \h </w:instrText>
      </w:r>
      <w:r>
        <w:rPr>
          <w:noProof/>
        </w:rPr>
      </w:r>
      <w:r>
        <w:rPr>
          <w:noProof/>
        </w:rPr>
        <w:fldChar w:fldCharType="separate"/>
      </w:r>
      <w:r w:rsidR="00AA2EA3">
        <w:rPr>
          <w:noProof/>
        </w:rPr>
        <w:t>33</w:t>
      </w:r>
      <w:r>
        <w:rPr>
          <w:noProof/>
        </w:rPr>
        <w:fldChar w:fldCharType="end"/>
      </w:r>
    </w:p>
    <w:p w14:paraId="27CE00CD" w14:textId="2C529A25" w:rsidR="00282F59" w:rsidRDefault="00282F59">
      <w:pPr>
        <w:pStyle w:val="TOC2"/>
        <w:rPr>
          <w:rFonts w:eastAsiaTheme="minorEastAsia"/>
          <w:color w:val="auto"/>
          <w:lang w:val="en-ZA" w:eastAsia="en-ZA"/>
        </w:rPr>
      </w:pPr>
      <w:r>
        <w:t>5.11</w:t>
      </w:r>
      <w:r>
        <w:rPr>
          <w:rFonts w:eastAsiaTheme="minorEastAsia"/>
          <w:color w:val="auto"/>
          <w:lang w:val="en-ZA" w:eastAsia="en-ZA"/>
        </w:rPr>
        <w:tab/>
      </w:r>
      <w:r>
        <w:t>Salvage and Towage</w:t>
      </w:r>
      <w:r>
        <w:tab/>
      </w:r>
      <w:r>
        <w:fldChar w:fldCharType="begin"/>
      </w:r>
      <w:r>
        <w:instrText xml:space="preserve"> PAGEREF _Toc97046802 \h </w:instrText>
      </w:r>
      <w:r>
        <w:fldChar w:fldCharType="separate"/>
      </w:r>
      <w:r w:rsidR="00AA2EA3">
        <w:t>33</w:t>
      </w:r>
      <w:r>
        <w:fldChar w:fldCharType="end"/>
      </w:r>
    </w:p>
    <w:p w14:paraId="25016F66" w14:textId="59993F1B" w:rsidR="00282F59" w:rsidRDefault="00282F59">
      <w:pPr>
        <w:pStyle w:val="TOC3"/>
        <w:tabs>
          <w:tab w:val="left" w:pos="1134"/>
          <w:tab w:val="right" w:leader="dot" w:pos="10195"/>
        </w:tabs>
        <w:rPr>
          <w:rFonts w:eastAsiaTheme="minorEastAsia"/>
          <w:noProof/>
          <w:sz w:val="22"/>
          <w:lang w:val="en-ZA" w:eastAsia="en-ZA"/>
        </w:rPr>
      </w:pPr>
      <w:r>
        <w:rPr>
          <w:noProof/>
        </w:rPr>
        <w:t>5.11.1</w:t>
      </w:r>
      <w:r>
        <w:rPr>
          <w:rFonts w:eastAsiaTheme="minorEastAsia"/>
          <w:noProof/>
          <w:sz w:val="22"/>
          <w:lang w:val="en-ZA" w:eastAsia="en-ZA"/>
        </w:rPr>
        <w:tab/>
      </w:r>
      <w:r>
        <w:rPr>
          <w:noProof/>
        </w:rPr>
        <w:t>MASS Salvage</w:t>
      </w:r>
      <w:r>
        <w:rPr>
          <w:noProof/>
        </w:rPr>
        <w:tab/>
      </w:r>
      <w:r>
        <w:rPr>
          <w:noProof/>
        </w:rPr>
        <w:fldChar w:fldCharType="begin"/>
      </w:r>
      <w:r>
        <w:rPr>
          <w:noProof/>
        </w:rPr>
        <w:instrText xml:space="preserve"> PAGEREF _Toc97046803 \h </w:instrText>
      </w:r>
      <w:r>
        <w:rPr>
          <w:noProof/>
        </w:rPr>
      </w:r>
      <w:r>
        <w:rPr>
          <w:noProof/>
        </w:rPr>
        <w:fldChar w:fldCharType="separate"/>
      </w:r>
      <w:r w:rsidR="00AA2EA3">
        <w:rPr>
          <w:noProof/>
        </w:rPr>
        <w:t>33</w:t>
      </w:r>
      <w:r>
        <w:rPr>
          <w:noProof/>
        </w:rPr>
        <w:fldChar w:fldCharType="end"/>
      </w:r>
    </w:p>
    <w:p w14:paraId="431B5500" w14:textId="6F58E2C5" w:rsidR="00282F59" w:rsidRDefault="00282F59">
      <w:pPr>
        <w:pStyle w:val="TOC3"/>
        <w:tabs>
          <w:tab w:val="left" w:pos="1134"/>
          <w:tab w:val="right" w:leader="dot" w:pos="10195"/>
        </w:tabs>
        <w:rPr>
          <w:rFonts w:eastAsiaTheme="minorEastAsia"/>
          <w:noProof/>
          <w:sz w:val="22"/>
          <w:lang w:val="en-ZA" w:eastAsia="en-ZA"/>
        </w:rPr>
      </w:pPr>
      <w:r>
        <w:rPr>
          <w:noProof/>
        </w:rPr>
        <w:t>5.11.2</w:t>
      </w:r>
      <w:r>
        <w:rPr>
          <w:rFonts w:eastAsiaTheme="minorEastAsia"/>
          <w:noProof/>
          <w:sz w:val="22"/>
          <w:lang w:val="en-ZA" w:eastAsia="en-ZA"/>
        </w:rPr>
        <w:tab/>
      </w:r>
      <w:r>
        <w:rPr>
          <w:noProof/>
        </w:rPr>
        <w:t>MASS TOWAGE</w:t>
      </w:r>
      <w:r>
        <w:rPr>
          <w:noProof/>
        </w:rPr>
        <w:tab/>
      </w:r>
      <w:r>
        <w:rPr>
          <w:noProof/>
        </w:rPr>
        <w:fldChar w:fldCharType="begin"/>
      </w:r>
      <w:r>
        <w:rPr>
          <w:noProof/>
        </w:rPr>
        <w:instrText xml:space="preserve"> PAGEREF _Toc97046804 \h </w:instrText>
      </w:r>
      <w:r>
        <w:rPr>
          <w:noProof/>
        </w:rPr>
      </w:r>
      <w:r>
        <w:rPr>
          <w:noProof/>
        </w:rPr>
        <w:fldChar w:fldCharType="separate"/>
      </w:r>
      <w:r w:rsidR="00AA2EA3">
        <w:rPr>
          <w:noProof/>
        </w:rPr>
        <w:t>33</w:t>
      </w:r>
      <w:r>
        <w:rPr>
          <w:noProof/>
        </w:rPr>
        <w:fldChar w:fldCharType="end"/>
      </w:r>
    </w:p>
    <w:p w14:paraId="0A98BCA4" w14:textId="6EED8920" w:rsidR="00282F59" w:rsidRPr="008A329C" w:rsidRDefault="00282F59" w:rsidP="008A329C">
      <w:pPr>
        <w:pStyle w:val="TOC1"/>
        <w:rPr>
          <w:color w:val="auto"/>
          <w:lang w:val="en-ZA"/>
        </w:rPr>
      </w:pPr>
      <w:r>
        <w:t>6.</w:t>
      </w:r>
      <w:r w:rsidRPr="008A329C">
        <w:rPr>
          <w:b w:val="0"/>
          <w:color w:val="auto"/>
          <w:lang w:val="en-ZA"/>
        </w:rPr>
        <w:tab/>
      </w:r>
      <w:r>
        <w:t>Related Developments</w:t>
      </w:r>
      <w:r>
        <w:tab/>
      </w:r>
      <w:r>
        <w:fldChar w:fldCharType="begin"/>
      </w:r>
      <w:r>
        <w:instrText xml:space="preserve"> PAGEREF _Toc97046805 \h </w:instrText>
      </w:r>
      <w:r>
        <w:fldChar w:fldCharType="separate"/>
      </w:r>
      <w:r w:rsidR="00AA2EA3">
        <w:t>34</w:t>
      </w:r>
      <w:r>
        <w:fldChar w:fldCharType="end"/>
      </w:r>
    </w:p>
    <w:p w14:paraId="208998AD" w14:textId="42BE42F0" w:rsidR="00282F59" w:rsidRPr="008A329C" w:rsidRDefault="00282F59" w:rsidP="008A329C">
      <w:pPr>
        <w:pStyle w:val="TOC2"/>
        <w:rPr>
          <w:lang w:val="en-ZA"/>
        </w:rPr>
      </w:pPr>
      <w:r>
        <w:t>6.1</w:t>
      </w:r>
      <w:r w:rsidRPr="008A329C">
        <w:rPr>
          <w:color w:val="auto"/>
          <w:lang w:val="en-ZA"/>
        </w:rPr>
        <w:tab/>
      </w:r>
      <w:r>
        <w:t>Terrestrial AtoN in the aerospace environment</w:t>
      </w:r>
      <w:r>
        <w:tab/>
      </w:r>
      <w:r>
        <w:fldChar w:fldCharType="begin"/>
      </w:r>
      <w:r>
        <w:instrText xml:space="preserve"> PAGEREF _Toc97046806 \h </w:instrText>
      </w:r>
      <w:r>
        <w:fldChar w:fldCharType="separate"/>
      </w:r>
      <w:r w:rsidR="00AA2EA3">
        <w:t>34</w:t>
      </w:r>
      <w:r>
        <w:fldChar w:fldCharType="end"/>
      </w:r>
    </w:p>
    <w:p w14:paraId="59B2E80F" w14:textId="5630C59F" w:rsidR="00282F59" w:rsidRPr="008A329C" w:rsidRDefault="00282F59">
      <w:pPr>
        <w:pStyle w:val="TOC2"/>
        <w:rPr>
          <w:color w:val="auto"/>
          <w:lang w:val="en-ZA"/>
        </w:rPr>
      </w:pPr>
      <w:r>
        <w:t>6.2</w:t>
      </w:r>
      <w:r w:rsidRPr="008A329C">
        <w:rPr>
          <w:color w:val="auto"/>
          <w:lang w:val="en-ZA"/>
        </w:rPr>
        <w:tab/>
      </w:r>
      <w:r>
        <w:t>IALA AtoN classification</w:t>
      </w:r>
      <w:r>
        <w:tab/>
      </w:r>
      <w:r>
        <w:fldChar w:fldCharType="begin"/>
      </w:r>
      <w:r>
        <w:instrText xml:space="preserve"> PAGEREF _Toc97046807 \h </w:instrText>
      </w:r>
      <w:r>
        <w:fldChar w:fldCharType="separate"/>
      </w:r>
      <w:r w:rsidR="00AA2EA3">
        <w:t>35</w:t>
      </w:r>
      <w:r>
        <w:fldChar w:fldCharType="end"/>
      </w:r>
    </w:p>
    <w:p w14:paraId="3F7D5EAB" w14:textId="11B54D8F" w:rsidR="00282F59" w:rsidRPr="008A329C" w:rsidRDefault="00282F59">
      <w:pPr>
        <w:pStyle w:val="TOC1"/>
        <w:rPr>
          <w:b w:val="0"/>
          <w:color w:val="auto"/>
          <w:lang w:val="en-ZA"/>
        </w:rPr>
      </w:pPr>
      <w:r>
        <w:t>7.</w:t>
      </w:r>
      <w:r w:rsidRPr="008A329C">
        <w:rPr>
          <w:b w:val="0"/>
          <w:color w:val="auto"/>
          <w:lang w:val="en-ZA"/>
        </w:rPr>
        <w:tab/>
      </w:r>
      <w:r>
        <w:t>Definitions</w:t>
      </w:r>
      <w:r>
        <w:tab/>
      </w:r>
      <w:r>
        <w:fldChar w:fldCharType="begin"/>
      </w:r>
      <w:r>
        <w:instrText xml:space="preserve"> PAGEREF _Toc97046808 \h </w:instrText>
      </w:r>
      <w:r>
        <w:fldChar w:fldCharType="separate"/>
      </w:r>
      <w:r w:rsidR="00AA2EA3">
        <w:t>35</w:t>
      </w:r>
      <w:r>
        <w:fldChar w:fldCharType="end"/>
      </w:r>
    </w:p>
    <w:p w14:paraId="47A58A15" w14:textId="3F0E1191" w:rsidR="00282F59" w:rsidRDefault="00282F59">
      <w:pPr>
        <w:pStyle w:val="TOC1"/>
        <w:rPr>
          <w:rFonts w:eastAsiaTheme="minorEastAsia"/>
          <w:b w:val="0"/>
          <w:color w:val="auto"/>
          <w:lang w:val="en-ZA" w:eastAsia="en-ZA"/>
        </w:rPr>
      </w:pPr>
      <w:r>
        <w:t>8.</w:t>
      </w:r>
      <w:r>
        <w:rPr>
          <w:rFonts w:eastAsiaTheme="minorEastAsia"/>
          <w:b w:val="0"/>
          <w:color w:val="auto"/>
          <w:lang w:val="en-ZA" w:eastAsia="en-ZA"/>
        </w:rPr>
        <w:tab/>
      </w:r>
      <w:r>
        <w:t xml:space="preserve">Acronyms </w:t>
      </w:r>
      <w:r w:rsidRPr="00614819">
        <w:rPr>
          <w:b w:val="0"/>
          <w:highlight w:val="yellow"/>
        </w:rPr>
        <w:t>(At end, check completeness and sortin alphabetical order)</w:t>
      </w:r>
      <w:r>
        <w:tab/>
      </w:r>
      <w:r>
        <w:fldChar w:fldCharType="begin"/>
      </w:r>
      <w:r>
        <w:instrText xml:space="preserve"> PAGEREF _Toc97046809 \h </w:instrText>
      </w:r>
      <w:r>
        <w:fldChar w:fldCharType="separate"/>
      </w:r>
      <w:r w:rsidR="00AA2EA3">
        <w:t>37</w:t>
      </w:r>
      <w:r>
        <w:fldChar w:fldCharType="end"/>
      </w:r>
    </w:p>
    <w:p w14:paraId="34AF17CE" w14:textId="2C51F5DA" w:rsidR="00282F59" w:rsidRPr="008A329C" w:rsidRDefault="00282F59">
      <w:pPr>
        <w:pStyle w:val="TOC1"/>
        <w:rPr>
          <w:b w:val="0"/>
          <w:color w:val="auto"/>
          <w:lang w:val="en-ZA"/>
        </w:rPr>
      </w:pPr>
      <w:r>
        <w:t>9.</w:t>
      </w:r>
      <w:r w:rsidRPr="008A329C">
        <w:rPr>
          <w:b w:val="0"/>
          <w:color w:val="auto"/>
          <w:lang w:val="en-ZA"/>
        </w:rPr>
        <w:tab/>
      </w:r>
      <w:r>
        <w:t>References</w:t>
      </w:r>
      <w:r>
        <w:tab/>
      </w:r>
      <w:r>
        <w:fldChar w:fldCharType="begin"/>
      </w:r>
      <w:r>
        <w:instrText xml:space="preserve"> PAGEREF _Toc97046810 \h </w:instrText>
      </w:r>
      <w:r>
        <w:fldChar w:fldCharType="separate"/>
      </w:r>
      <w:r w:rsidR="00AA2EA3">
        <w:t>38</w:t>
      </w:r>
      <w:r>
        <w:fldChar w:fldCharType="end"/>
      </w:r>
    </w:p>
    <w:p w14:paraId="3C30FAF3" w14:textId="77777777" w:rsidR="00642025" w:rsidRPr="008E2ACA" w:rsidRDefault="004A4EC4" w:rsidP="00BA5754">
      <w:r w:rsidRPr="008E2ACA">
        <w:fldChar w:fldCharType="end"/>
      </w:r>
    </w:p>
    <w:p w14:paraId="3E181033" w14:textId="77777777" w:rsidR="0078486B" w:rsidRPr="008E2ACA" w:rsidRDefault="002F265A" w:rsidP="00C9558A">
      <w:pPr>
        <w:pStyle w:val="ListofFigures"/>
      </w:pPr>
      <w:r w:rsidRPr="008E2ACA">
        <w:t xml:space="preserve">List of </w:t>
      </w:r>
      <w:commentRangeStart w:id="2"/>
      <w:r w:rsidRPr="008E2ACA">
        <w:t>Tables</w:t>
      </w:r>
      <w:commentRangeEnd w:id="2"/>
      <w:r w:rsidR="00F86736">
        <w:rPr>
          <w:rStyle w:val="CommentReference"/>
          <w:b w:val="0"/>
          <w:color w:val="auto"/>
        </w:rPr>
        <w:commentReference w:id="2"/>
      </w:r>
    </w:p>
    <w:p w14:paraId="3C3238CA" w14:textId="1803FA96" w:rsidR="00282F59" w:rsidRDefault="00923B4D">
      <w:pPr>
        <w:pStyle w:val="TableofFigures"/>
        <w:rPr>
          <w:rFonts w:eastAsiaTheme="minorEastAsia"/>
          <w:i w:val="0"/>
          <w:noProof/>
          <w:lang w:val="en-ZA" w:eastAsia="en-ZA"/>
        </w:rPr>
      </w:pPr>
      <w:r w:rsidRPr="008E2ACA">
        <w:fldChar w:fldCharType="begin"/>
      </w:r>
      <w:r w:rsidRPr="008E2ACA">
        <w:instrText xml:space="preserve"> TOC \t "Table caption" \c </w:instrText>
      </w:r>
      <w:r w:rsidRPr="008E2ACA">
        <w:fldChar w:fldCharType="separate"/>
      </w:r>
      <w:r w:rsidR="00282F59" w:rsidRPr="008A3904">
        <w:rPr>
          <w:noProof/>
        </w:rPr>
        <w:t>Table 1</w:t>
      </w:r>
      <w:r w:rsidR="00282F59">
        <w:rPr>
          <w:rFonts w:eastAsiaTheme="minorEastAsia"/>
          <w:i w:val="0"/>
          <w:noProof/>
          <w:lang w:val="en-ZA" w:eastAsia="en-ZA"/>
        </w:rPr>
        <w:tab/>
      </w:r>
      <w:r w:rsidR="00282F59" w:rsidRPr="008A3904">
        <w:rPr>
          <w:noProof/>
        </w:rPr>
        <w:t>Description of airports by level of approach</w:t>
      </w:r>
      <w:r w:rsidR="00282F59">
        <w:rPr>
          <w:noProof/>
        </w:rPr>
        <w:tab/>
      </w:r>
      <w:r w:rsidR="00282F59">
        <w:rPr>
          <w:noProof/>
        </w:rPr>
        <w:fldChar w:fldCharType="begin"/>
      </w:r>
      <w:r w:rsidR="00282F59">
        <w:rPr>
          <w:noProof/>
        </w:rPr>
        <w:instrText xml:space="preserve"> PAGEREF _Toc97046811 \h </w:instrText>
      </w:r>
      <w:r w:rsidR="00282F59">
        <w:rPr>
          <w:noProof/>
        </w:rPr>
      </w:r>
      <w:r w:rsidR="00282F59">
        <w:rPr>
          <w:noProof/>
        </w:rPr>
        <w:fldChar w:fldCharType="separate"/>
      </w:r>
      <w:r w:rsidR="00AA2EA3">
        <w:rPr>
          <w:noProof/>
        </w:rPr>
        <w:t>34</w:t>
      </w:r>
      <w:r w:rsidR="00282F59">
        <w:rPr>
          <w:noProof/>
        </w:rPr>
        <w:fldChar w:fldCharType="end"/>
      </w:r>
    </w:p>
    <w:p w14:paraId="6DB96310" w14:textId="02BA035A" w:rsidR="00282F59" w:rsidRDefault="00282F59">
      <w:pPr>
        <w:pStyle w:val="TableofFigures"/>
        <w:rPr>
          <w:rFonts w:eastAsiaTheme="minorEastAsia"/>
          <w:i w:val="0"/>
          <w:noProof/>
          <w:lang w:val="en-ZA" w:eastAsia="en-ZA"/>
        </w:rPr>
      </w:pPr>
      <w:r w:rsidRPr="008A3904">
        <w:rPr>
          <w:noProof/>
        </w:rPr>
        <w:t>Table 2</w:t>
      </w:r>
      <w:r>
        <w:rPr>
          <w:rFonts w:eastAsiaTheme="minorEastAsia"/>
          <w:i w:val="0"/>
          <w:noProof/>
          <w:lang w:val="en-ZA" w:eastAsia="en-ZA"/>
        </w:rPr>
        <w:tab/>
      </w:r>
      <w:r w:rsidRPr="008A3904">
        <w:rPr>
          <w:noProof/>
        </w:rPr>
        <w:t xml:space="preserve">Description of AtoN in various maritime environments </w:t>
      </w:r>
      <w:r w:rsidRPr="008A3904">
        <w:rPr>
          <w:noProof/>
          <w:highlight w:val="yellow"/>
        </w:rPr>
        <w:t>(to be developed, taking Table 1 Description of airports by level of approach, into consideration)</w:t>
      </w:r>
      <w:r>
        <w:rPr>
          <w:noProof/>
        </w:rPr>
        <w:tab/>
      </w:r>
      <w:r>
        <w:rPr>
          <w:noProof/>
        </w:rPr>
        <w:fldChar w:fldCharType="begin"/>
      </w:r>
      <w:r>
        <w:rPr>
          <w:noProof/>
        </w:rPr>
        <w:instrText xml:space="preserve"> PAGEREF _Toc97046812 \h </w:instrText>
      </w:r>
      <w:r>
        <w:rPr>
          <w:noProof/>
        </w:rPr>
      </w:r>
      <w:r>
        <w:rPr>
          <w:noProof/>
        </w:rPr>
        <w:fldChar w:fldCharType="separate"/>
      </w:r>
      <w:r w:rsidR="00AA2EA3">
        <w:rPr>
          <w:noProof/>
        </w:rPr>
        <w:t>35</w:t>
      </w:r>
      <w:r>
        <w:rPr>
          <w:noProof/>
        </w:rPr>
        <w:fldChar w:fldCharType="end"/>
      </w:r>
    </w:p>
    <w:p w14:paraId="7C1A5A2A" w14:textId="0D3C262D" w:rsidR="00282F59" w:rsidRDefault="00282F59">
      <w:pPr>
        <w:pStyle w:val="TableofFigures"/>
        <w:rPr>
          <w:rFonts w:eastAsiaTheme="minorEastAsia"/>
          <w:i w:val="0"/>
          <w:noProof/>
          <w:lang w:val="en-ZA" w:eastAsia="en-ZA"/>
        </w:rPr>
      </w:pPr>
      <w:r w:rsidRPr="008A3904">
        <w:rPr>
          <w:noProof/>
        </w:rPr>
        <w:t>Table 3</w:t>
      </w:r>
      <w:r>
        <w:rPr>
          <w:rFonts w:eastAsiaTheme="minorEastAsia"/>
          <w:i w:val="0"/>
          <w:noProof/>
          <w:lang w:val="en-ZA" w:eastAsia="en-ZA"/>
        </w:rPr>
        <w:tab/>
      </w:r>
      <w:r w:rsidRPr="008A3904">
        <w:rPr>
          <w:noProof/>
        </w:rPr>
        <w:t>Example of AtoN area classification</w:t>
      </w:r>
      <w:r>
        <w:rPr>
          <w:noProof/>
        </w:rPr>
        <w:tab/>
      </w:r>
      <w:r>
        <w:rPr>
          <w:noProof/>
        </w:rPr>
        <w:fldChar w:fldCharType="begin"/>
      </w:r>
      <w:r>
        <w:rPr>
          <w:noProof/>
        </w:rPr>
        <w:instrText xml:space="preserve"> PAGEREF _Toc97046813 \h </w:instrText>
      </w:r>
      <w:r>
        <w:rPr>
          <w:noProof/>
        </w:rPr>
      </w:r>
      <w:r>
        <w:rPr>
          <w:noProof/>
        </w:rPr>
        <w:fldChar w:fldCharType="separate"/>
      </w:r>
      <w:r w:rsidR="00AA2EA3">
        <w:rPr>
          <w:noProof/>
        </w:rPr>
        <w:t>35</w:t>
      </w:r>
      <w:r>
        <w:rPr>
          <w:noProof/>
        </w:rPr>
        <w:fldChar w:fldCharType="end"/>
      </w:r>
    </w:p>
    <w:p w14:paraId="1A01F91E" w14:textId="77777777" w:rsidR="00161325" w:rsidRPr="008E2ACA" w:rsidRDefault="00923B4D" w:rsidP="00BA5754">
      <w:r w:rsidRPr="008E2ACA">
        <w:fldChar w:fldCharType="end"/>
      </w:r>
    </w:p>
    <w:p w14:paraId="58BEB11D" w14:textId="77777777" w:rsidR="00B07717" w:rsidRPr="008E2ACA" w:rsidRDefault="00B07717" w:rsidP="007D1805">
      <w:pPr>
        <w:pStyle w:val="TableofFigures"/>
      </w:pPr>
    </w:p>
    <w:p w14:paraId="269D8EBD" w14:textId="77777777" w:rsidR="00790277" w:rsidRPr="008E2ACA" w:rsidRDefault="00790277" w:rsidP="00E33F45">
      <w:pPr>
        <w:pStyle w:val="Tablecaption"/>
        <w:jc w:val="center"/>
        <w:sectPr w:rsidR="00790277" w:rsidRPr="008E2ACA" w:rsidSect="002C42E6">
          <w:headerReference w:type="even" r:id="rId25"/>
          <w:headerReference w:type="default" r:id="rId26"/>
          <w:headerReference w:type="first" r:id="rId27"/>
          <w:footerReference w:type="first" r:id="rId28"/>
          <w:pgSz w:w="11906" w:h="16838" w:code="9"/>
          <w:pgMar w:top="567" w:right="794" w:bottom="567" w:left="907" w:header="851" w:footer="851" w:gutter="0"/>
          <w:cols w:space="708"/>
          <w:titlePg/>
          <w:docGrid w:linePitch="360"/>
        </w:sectPr>
      </w:pPr>
    </w:p>
    <w:p w14:paraId="05799D0A" w14:textId="77777777" w:rsidR="00A2296C" w:rsidRPr="008E2ACA" w:rsidRDefault="00A2296C" w:rsidP="008A329C">
      <w:pPr>
        <w:pStyle w:val="Heading1"/>
        <w:ind w:left="709" w:hanging="709"/>
      </w:pPr>
      <w:bookmarkStart w:id="3" w:name="_Toc97046738"/>
      <w:r w:rsidRPr="008E2ACA">
        <w:lastRenderedPageBreak/>
        <w:t>Aims and Objectives</w:t>
      </w:r>
      <w:bookmarkEnd w:id="3"/>
    </w:p>
    <w:p w14:paraId="258A3AD6" w14:textId="77777777" w:rsidR="00A2296C" w:rsidRPr="008E2ACA" w:rsidRDefault="00A2296C" w:rsidP="00A2296C">
      <w:pPr>
        <w:pStyle w:val="Heading1separatationline"/>
        <w:rPr>
          <w:sz w:val="28"/>
          <w:szCs w:val="28"/>
        </w:rPr>
      </w:pPr>
    </w:p>
    <w:p w14:paraId="42FFF20B" w14:textId="77777777" w:rsidR="008E2ACA" w:rsidRPr="008E2ACA" w:rsidRDefault="00A2296C" w:rsidP="00A2296C">
      <w:pPr>
        <w:pStyle w:val="BodyText"/>
      </w:pPr>
      <w:r w:rsidRPr="008E2ACA">
        <w:t>The aim of this guideline is to provide guidance to the International Association of Marine Aids to Navigation and Lighthouse Authorities (IALA) members and other stakeholders who may be undertaking</w:t>
      </w:r>
      <w:r w:rsidR="008E2ACA" w:rsidRPr="008E2ACA">
        <w:t>:</w:t>
      </w:r>
    </w:p>
    <w:p w14:paraId="6FF562B7" w14:textId="77777777" w:rsidR="008E2ACA" w:rsidRPr="008E2ACA" w:rsidRDefault="008E2ACA" w:rsidP="008E2841">
      <w:pPr>
        <w:pStyle w:val="BodyText"/>
        <w:numPr>
          <w:ilvl w:val="0"/>
          <w:numId w:val="66"/>
        </w:numPr>
        <w:ind w:left="567" w:hanging="567"/>
      </w:pPr>
      <w:r w:rsidRPr="008E2ACA">
        <w:t>T</w:t>
      </w:r>
      <w:r w:rsidR="00A2296C" w:rsidRPr="008E2ACA">
        <w:t>esting</w:t>
      </w:r>
      <w:r w:rsidRPr="008E2ACA">
        <w:t>;</w:t>
      </w:r>
      <w:r w:rsidR="00A2296C" w:rsidRPr="008E2ACA">
        <w:t xml:space="preserve"> </w:t>
      </w:r>
    </w:p>
    <w:p w14:paraId="33D8F4B3" w14:textId="77777777" w:rsidR="008E2ACA" w:rsidRPr="008E2ACA" w:rsidRDefault="008E2ACA" w:rsidP="008E2841">
      <w:pPr>
        <w:pStyle w:val="BodyText"/>
        <w:numPr>
          <w:ilvl w:val="0"/>
          <w:numId w:val="66"/>
        </w:numPr>
        <w:ind w:left="567" w:hanging="567"/>
      </w:pPr>
      <w:r w:rsidRPr="008E2ACA">
        <w:t>T</w:t>
      </w:r>
      <w:r w:rsidR="00A2296C" w:rsidRPr="008E2ACA">
        <w:t>rials</w:t>
      </w:r>
      <w:r w:rsidRPr="008E2ACA">
        <w:t>;</w:t>
      </w:r>
      <w:r w:rsidR="00A2296C" w:rsidRPr="008E2ACA">
        <w:t xml:space="preserve"> or </w:t>
      </w:r>
    </w:p>
    <w:p w14:paraId="2530585C" w14:textId="77777777" w:rsidR="008E2ACA" w:rsidRPr="008E2ACA" w:rsidRDefault="008E2ACA" w:rsidP="008E2841">
      <w:pPr>
        <w:pStyle w:val="BodyText"/>
        <w:numPr>
          <w:ilvl w:val="0"/>
          <w:numId w:val="66"/>
        </w:numPr>
        <w:ind w:left="567" w:hanging="567"/>
      </w:pPr>
      <w:r w:rsidRPr="008E2ACA">
        <w:t>O</w:t>
      </w:r>
      <w:r w:rsidR="00A2296C" w:rsidRPr="008E2ACA">
        <w:t xml:space="preserve">perations </w:t>
      </w:r>
    </w:p>
    <w:p w14:paraId="4ABA9963" w14:textId="77777777" w:rsidR="008E2ACA" w:rsidRPr="008E2ACA" w:rsidRDefault="00A2296C" w:rsidP="008E2ACA">
      <w:pPr>
        <w:pStyle w:val="BodyText"/>
      </w:pPr>
      <w:r w:rsidRPr="008E2ACA">
        <w:t xml:space="preserve">of MASS systems.  </w:t>
      </w:r>
    </w:p>
    <w:p w14:paraId="739B4E3E" w14:textId="77777777" w:rsidR="00A2296C" w:rsidRPr="008E2ACA" w:rsidRDefault="00A2296C" w:rsidP="008E2ACA">
      <w:pPr>
        <w:pStyle w:val="BodyText"/>
      </w:pPr>
      <w:r w:rsidRPr="008E2ACA">
        <w:t xml:space="preserve">This guideline also provides guidance for organisations implementing policy, procedures and technical solutions to support the introduction of MASS.  </w:t>
      </w:r>
    </w:p>
    <w:p w14:paraId="28159437" w14:textId="77777777" w:rsidR="004944C8" w:rsidRPr="008E2ACA" w:rsidRDefault="006C251E" w:rsidP="008A329C">
      <w:pPr>
        <w:pStyle w:val="Heading1"/>
        <w:ind w:left="709" w:hanging="709"/>
      </w:pPr>
      <w:bookmarkStart w:id="4" w:name="_Toc97046739"/>
      <w:bookmarkStart w:id="5" w:name="_Toc66949233"/>
      <w:r w:rsidRPr="008E2ACA">
        <w:t>Introduction</w:t>
      </w:r>
      <w:bookmarkEnd w:id="4"/>
      <w:bookmarkEnd w:id="5"/>
    </w:p>
    <w:p w14:paraId="5EE3C6D7" w14:textId="77777777" w:rsidR="004944C8" w:rsidRPr="008E2ACA" w:rsidRDefault="004944C8" w:rsidP="004944C8">
      <w:pPr>
        <w:pStyle w:val="Heading1separatationline"/>
      </w:pPr>
    </w:p>
    <w:p w14:paraId="634FFD2C" w14:textId="77777777" w:rsidR="003156F0" w:rsidRPr="008E2ACA" w:rsidRDefault="0030534D" w:rsidP="004944C8">
      <w:pPr>
        <w:pStyle w:val="BodyText"/>
      </w:pPr>
      <w:r w:rsidRPr="008E2ACA">
        <w:t>Maritime Autonomous Surface Ships</w:t>
      </w:r>
      <w:r w:rsidR="003156F0" w:rsidRPr="008E2ACA">
        <w:t xml:space="preserve"> (MASS) </w:t>
      </w:r>
      <w:r w:rsidR="008D1193" w:rsidRPr="008E2ACA">
        <w:t xml:space="preserve">is </w:t>
      </w:r>
      <w:r w:rsidR="003156F0" w:rsidRPr="008E2ACA">
        <w:t>defined by the International Maritime Organi</w:t>
      </w:r>
      <w:r w:rsidR="001B175E" w:rsidRPr="008E2ACA">
        <w:t>z</w:t>
      </w:r>
      <w:r w:rsidR="003156F0" w:rsidRPr="008E2ACA">
        <w:t xml:space="preserve">ation </w:t>
      </w:r>
      <w:r w:rsidR="000B66FC" w:rsidRPr="008E2ACA">
        <w:t xml:space="preserve">(IMO) </w:t>
      </w:r>
      <w:r w:rsidR="003156F0" w:rsidRPr="008E2ACA">
        <w:t>as being:</w:t>
      </w:r>
    </w:p>
    <w:p w14:paraId="0EB05D60" w14:textId="77777777" w:rsidR="003156F0" w:rsidRPr="008E2ACA" w:rsidRDefault="003156F0" w:rsidP="004944C8">
      <w:pPr>
        <w:pStyle w:val="BodyText"/>
        <w:rPr>
          <w:i/>
          <w:iCs/>
        </w:rPr>
      </w:pPr>
      <w:r w:rsidRPr="008E2ACA">
        <w:rPr>
          <w:i/>
          <w:iCs/>
        </w:rPr>
        <w:t>A ship which, to a varying degree, can operate independently of human interaction.</w:t>
      </w:r>
    </w:p>
    <w:p w14:paraId="1EFADDEE" w14:textId="77777777" w:rsidR="00A61E17" w:rsidRPr="008E2ACA" w:rsidRDefault="00A61E17" w:rsidP="00A61E17">
      <w:pPr>
        <w:pStyle w:val="BodyText"/>
      </w:pPr>
      <w:r w:rsidRPr="008E2ACA">
        <w:t xml:space="preserve">There are ongoing discussions and trials surrounding MASS and some of these are being conducted by non-traditional operators. </w:t>
      </w:r>
      <w:r w:rsidR="00A2296C" w:rsidRPr="008E2ACA">
        <w:t xml:space="preserve"> </w:t>
      </w:r>
      <w:r w:rsidRPr="008E2ACA">
        <w:t>It is imperative that IALA take</w:t>
      </w:r>
      <w:r w:rsidR="00A2296C" w:rsidRPr="008E2ACA">
        <w:t>s</w:t>
      </w:r>
      <w:r w:rsidRPr="008E2ACA">
        <w:t xml:space="preserve"> note of and support these initiatives to ensure that the </w:t>
      </w:r>
      <w:r w:rsidR="00A2296C" w:rsidRPr="008E2ACA">
        <w:t xml:space="preserve">marine </w:t>
      </w:r>
      <w:r w:rsidR="008D1193" w:rsidRPr="008E2ACA">
        <w:t>Aids to Navigation (</w:t>
      </w:r>
      <w:r w:rsidRPr="008E2ACA">
        <w:t>AtoN</w:t>
      </w:r>
      <w:r w:rsidR="008D1193" w:rsidRPr="008E2ACA">
        <w:t>)</w:t>
      </w:r>
      <w:r w:rsidRPr="008E2ACA">
        <w:t xml:space="preserve"> environment is and remains fit for purpose as the MASS technologies advance. </w:t>
      </w:r>
    </w:p>
    <w:p w14:paraId="1920B3D4" w14:textId="77777777" w:rsidR="00A524B5" w:rsidRPr="008E2ACA" w:rsidRDefault="0030534D" w:rsidP="008A329C">
      <w:pPr>
        <w:pStyle w:val="Heading2"/>
        <w:ind w:left="851" w:hanging="851"/>
      </w:pPr>
      <w:bookmarkStart w:id="6" w:name="_Toc97046740"/>
      <w:bookmarkStart w:id="7" w:name="_Toc66949234"/>
      <w:r w:rsidRPr="008E2ACA">
        <w:t>Background</w:t>
      </w:r>
      <w:bookmarkEnd w:id="6"/>
      <w:bookmarkEnd w:id="7"/>
    </w:p>
    <w:p w14:paraId="169F809E" w14:textId="77777777" w:rsidR="00A524B5" w:rsidRPr="008E2ACA" w:rsidRDefault="00A524B5" w:rsidP="00A524B5">
      <w:pPr>
        <w:pStyle w:val="Heading2separationline"/>
      </w:pPr>
    </w:p>
    <w:p w14:paraId="0015F482" w14:textId="77777777" w:rsidR="008D1193" w:rsidRPr="008E2ACA" w:rsidRDefault="008D1193" w:rsidP="008D1193">
      <w:pPr>
        <w:pStyle w:val="BodyText"/>
        <w:rPr>
          <w:color w:val="221E1F"/>
        </w:rPr>
      </w:pPr>
      <w:r w:rsidRPr="008E2ACA">
        <w:rPr>
          <w:color w:val="221E1F"/>
        </w:rPr>
        <w:t xml:space="preserve">The development of MASS has continued at a very significant pace over the last few years with more MASS entering </w:t>
      </w:r>
      <w:r w:rsidRPr="008A329C">
        <w:rPr>
          <w:color w:val="221E1F"/>
        </w:rPr>
        <w:t>operations</w:t>
      </w:r>
      <w:r w:rsidRPr="008E2ACA">
        <w:rPr>
          <w:color w:val="221E1F"/>
        </w:rPr>
        <w:t xml:space="preserve"> all the time.</w:t>
      </w:r>
      <w:r w:rsidR="00B27693" w:rsidRPr="008E2ACA">
        <w:rPr>
          <w:color w:val="221E1F"/>
        </w:rPr>
        <w:t xml:space="preserve"> </w:t>
      </w:r>
      <w:r w:rsidRPr="008E2ACA">
        <w:rPr>
          <w:color w:val="221E1F"/>
        </w:rPr>
        <w:t xml:space="preserve"> They come in a variety of sizes and have a very diverse set of operational capabilities which all place their own unique demands on those who own and operate them and the remainder of the Maritime Community. </w:t>
      </w:r>
    </w:p>
    <w:p w14:paraId="6551E129" w14:textId="77777777" w:rsidR="00A8484A" w:rsidRPr="008A329C" w:rsidRDefault="00F710B2" w:rsidP="00F72734">
      <w:pPr>
        <w:pStyle w:val="BodyText"/>
      </w:pPr>
      <w:r w:rsidRPr="008A329C">
        <w:t xml:space="preserve">The Maritime Safety Committee (MSC) of IMO, at its 103rd session </w:t>
      </w:r>
      <w:r w:rsidRPr="008E2ACA">
        <w:t>(5 to 14</w:t>
      </w:r>
      <w:r w:rsidRPr="008A329C">
        <w:t xml:space="preserve"> May 2021</w:t>
      </w:r>
      <w:r w:rsidRPr="008E2ACA">
        <w:t>), approved the Outcome of the</w:t>
      </w:r>
      <w:r w:rsidRPr="008A329C">
        <w:t xml:space="preserve"> regulatory </w:t>
      </w:r>
      <w:r w:rsidRPr="008E2ACA">
        <w:t xml:space="preserve">Scoping Exercise </w:t>
      </w:r>
      <w:r w:rsidR="00A8484A" w:rsidRPr="008E2ACA">
        <w:t xml:space="preserve">(RSE) </w:t>
      </w:r>
      <w:r w:rsidRPr="008E2ACA">
        <w:t>for the use of</w:t>
      </w:r>
      <w:r w:rsidRPr="008A329C">
        <w:t xml:space="preserve"> MASS</w:t>
      </w:r>
      <w:r w:rsidR="00A8484A" w:rsidRPr="008A329C">
        <w:t>.</w:t>
      </w:r>
    </w:p>
    <w:p w14:paraId="1137DC1B" w14:textId="77777777" w:rsidR="00A8484A" w:rsidRPr="008E2ACA" w:rsidRDefault="00A8484A" w:rsidP="00A8484A">
      <w:pPr>
        <w:pStyle w:val="BodyText"/>
      </w:pPr>
      <w:r w:rsidRPr="008E2ACA">
        <w:t>In the discussions at IMO it was noted that MASS could be operating at one or more degrees of autonomy for the duration of a single voyage.</w:t>
      </w:r>
    </w:p>
    <w:p w14:paraId="2703C2BD" w14:textId="77777777" w:rsidR="00A61E17" w:rsidRPr="008E2ACA" w:rsidRDefault="008D1193" w:rsidP="00A61E17">
      <w:pPr>
        <w:pStyle w:val="BodyText"/>
      </w:pPr>
      <w:r w:rsidRPr="008E2ACA">
        <w:t xml:space="preserve">Both physical and electronic </w:t>
      </w:r>
      <w:r w:rsidR="00A61E17" w:rsidRPr="008E2ACA">
        <w:t xml:space="preserve">AtoN have a significant role to play in the MASS domain as this matures. </w:t>
      </w:r>
    </w:p>
    <w:p w14:paraId="565298B6" w14:textId="77777777" w:rsidR="00A2296C" w:rsidRPr="008E2ACA" w:rsidRDefault="008D1193" w:rsidP="00A2296C">
      <w:pPr>
        <w:pStyle w:val="Heading2"/>
        <w:ind w:left="851" w:hanging="851"/>
      </w:pPr>
      <w:bookmarkStart w:id="8" w:name="_Toc97046741"/>
      <w:r w:rsidRPr="008E2ACA">
        <w:t>IMO’s STRATEGIC APPROACH TO</w:t>
      </w:r>
      <w:r w:rsidR="006C251E" w:rsidRPr="008E2ACA">
        <w:t xml:space="preserve"> MASS</w:t>
      </w:r>
      <w:bookmarkEnd w:id="8"/>
    </w:p>
    <w:p w14:paraId="39B965F8" w14:textId="77777777" w:rsidR="00A2296C" w:rsidRPr="008E2ACA" w:rsidRDefault="00A2296C" w:rsidP="00A2296C">
      <w:pPr>
        <w:pStyle w:val="Heading2separationline"/>
      </w:pPr>
    </w:p>
    <w:p w14:paraId="1889AB7F" w14:textId="77777777" w:rsidR="009C6CA5" w:rsidRPr="008E2ACA" w:rsidRDefault="007E3859" w:rsidP="007E3859">
      <w:pPr>
        <w:pStyle w:val="BodyText"/>
      </w:pPr>
      <w:r w:rsidRPr="008E2ACA">
        <w:t xml:space="preserve">IMO's </w:t>
      </w:r>
      <w:hyperlink r:id="rId29" w:history="1">
        <w:r w:rsidRPr="008E2ACA">
          <w:t>Strategic Plan</w:t>
        </w:r>
      </w:hyperlink>
      <w:r w:rsidRPr="008E2ACA">
        <w:t xml:space="preserve"> (2018-2023)</w:t>
      </w:r>
      <w:r w:rsidR="000E5A39" w:rsidRPr="008E2ACA">
        <w:t xml:space="preserve"> (IMO Resolution A.1110(30) adopted December 2017)</w:t>
      </w:r>
      <w:r w:rsidRPr="008E2ACA">
        <w:t xml:space="preserve"> has a key Strategic Direction to "Integrate new and advancing technologies in the regulatory framework".</w:t>
      </w:r>
      <w:r w:rsidR="009C6CA5" w:rsidRPr="008E2ACA">
        <w:t xml:space="preserve"> </w:t>
      </w:r>
      <w:r w:rsidR="00252A28" w:rsidRPr="008E2ACA">
        <w:t xml:space="preserve"> </w:t>
      </w:r>
      <w:r w:rsidRPr="008E2ACA">
        <w:t>This involves</w:t>
      </w:r>
      <w:r w:rsidR="009C6CA5" w:rsidRPr="008E2ACA">
        <w:t>:</w:t>
      </w:r>
      <w:r w:rsidRPr="008E2ACA">
        <w:t xml:space="preserve"> </w:t>
      </w:r>
    </w:p>
    <w:p w14:paraId="7484D6CA" w14:textId="77777777" w:rsidR="009C6CA5" w:rsidRPr="008E2ACA" w:rsidRDefault="007E3859" w:rsidP="008A329C">
      <w:pPr>
        <w:pStyle w:val="BodyText"/>
        <w:numPr>
          <w:ilvl w:val="0"/>
          <w:numId w:val="38"/>
        </w:numPr>
        <w:ind w:left="426" w:hanging="426"/>
      </w:pPr>
      <w:r w:rsidRPr="008E2ACA">
        <w:t>balancing the benefits derived from new and advancing technologies against safety and security concerns,</w:t>
      </w:r>
      <w:r w:rsidR="009C6CA5" w:rsidRPr="008E2ACA">
        <w:t xml:space="preserve"> </w:t>
      </w:r>
    </w:p>
    <w:p w14:paraId="2730F14E" w14:textId="77777777" w:rsidR="009C6CA5" w:rsidRPr="008E2ACA" w:rsidRDefault="009C6CA5" w:rsidP="008A329C">
      <w:pPr>
        <w:pStyle w:val="BodyText"/>
        <w:numPr>
          <w:ilvl w:val="0"/>
          <w:numId w:val="38"/>
        </w:numPr>
        <w:ind w:left="426" w:hanging="426"/>
      </w:pPr>
      <w:r w:rsidRPr="008E2ACA">
        <w:t xml:space="preserve">assessing </w:t>
      </w:r>
      <w:r w:rsidR="007E3859" w:rsidRPr="008E2ACA">
        <w:t xml:space="preserve">the impact on the environment and on international trade facilitation, </w:t>
      </w:r>
    </w:p>
    <w:p w14:paraId="1BA602CC" w14:textId="77777777" w:rsidR="007E3859" w:rsidRPr="008E2ACA" w:rsidRDefault="009C6CA5" w:rsidP="008A329C">
      <w:pPr>
        <w:pStyle w:val="BodyText"/>
        <w:numPr>
          <w:ilvl w:val="0"/>
          <w:numId w:val="38"/>
        </w:numPr>
        <w:ind w:left="426" w:hanging="426"/>
      </w:pPr>
      <w:r w:rsidRPr="008E2ACA">
        <w:t xml:space="preserve">assessing the </w:t>
      </w:r>
      <w:r w:rsidR="007E3859" w:rsidRPr="008E2ACA">
        <w:t>impact on personnel, both on board and ashore.</w:t>
      </w:r>
    </w:p>
    <w:p w14:paraId="4AC60E32" w14:textId="77777777" w:rsidR="00F710B2" w:rsidRPr="008E2ACA" w:rsidRDefault="00F710B2" w:rsidP="00F710B2">
      <w:pPr>
        <w:pStyle w:val="BodyText"/>
      </w:pPr>
      <w:r w:rsidRPr="008E2ACA">
        <w:t xml:space="preserve">MSC 98 (June 2017)) noted that the maritime sector was witnessing an increased deployment of MASS to deliver safe, cost-effective and high-quality results.  Significant academic and commercial research and development (R&amp;D) was ongoing on all aspects of MASS, including remotely controlled and autonomous navigation, vessel monitoring and collision avoidance systems. </w:t>
      </w:r>
      <w:r w:rsidR="00583859" w:rsidRPr="008E2ACA">
        <w:t xml:space="preserve"> </w:t>
      </w:r>
      <w:r w:rsidR="00A8484A" w:rsidRPr="008E2ACA">
        <w:t>It was then agreed at MSC 98 to include the issue of marine autonomous surface ships (MASS) on its agenda and that this would be in the form of a scoping exercise to determine how the safe, secure and environmentally sound operation of MASS may be introduced in IMO instruments.</w:t>
      </w:r>
    </w:p>
    <w:p w14:paraId="2B1B75F2" w14:textId="77777777" w:rsidR="00F710B2" w:rsidRPr="008E2ACA" w:rsidRDefault="00F710B2" w:rsidP="00F710B2">
      <w:pPr>
        <w:pStyle w:val="BodyText"/>
      </w:pPr>
      <w:r w:rsidRPr="008E2ACA">
        <w:lastRenderedPageBreak/>
        <w:t xml:space="preserve">Although technological solutions were being developed and deployed, delegations were of the view that there was a lack of clarity on the correct application of existing IMO instruments to MASS.  Following consideration, MSC 98 agreed to include in its 2018-2019 biennial agenda an output on "Regulatory scoping exercise (RSE) for the use of Maritime Autonomous Surface Ships (MASS)" with a target completion year of 2020. </w:t>
      </w:r>
    </w:p>
    <w:p w14:paraId="5788A053" w14:textId="77777777" w:rsidR="00F710B2" w:rsidRPr="008E2ACA" w:rsidRDefault="00F710B2" w:rsidP="00F710B2">
      <w:pPr>
        <w:pStyle w:val="BodyText"/>
      </w:pPr>
      <w:r w:rsidRPr="008E2ACA">
        <w:t>At MSC</w:t>
      </w:r>
      <w:r w:rsidR="00583859" w:rsidRPr="008E2ACA">
        <w:t xml:space="preserve"> </w:t>
      </w:r>
      <w:r w:rsidRPr="008E2ACA">
        <w:t>99 (May 2018), the Committee started to develop a framework for the RSE and defined the aim, the objective, the preliminary definition of MASS and degrees of autonomy, the list of mandatory instruments</w:t>
      </w:r>
      <w:r w:rsidRPr="008E2ACA">
        <w:rPr>
          <w:sz w:val="14"/>
          <w:szCs w:val="14"/>
        </w:rPr>
        <w:t xml:space="preserve"> </w:t>
      </w:r>
      <w:r w:rsidRPr="008E2ACA">
        <w:t xml:space="preserve">to be considered and the applicability in terms of type and size of ships. </w:t>
      </w:r>
    </w:p>
    <w:p w14:paraId="2F7B8112" w14:textId="77777777" w:rsidR="00F710B2" w:rsidRPr="008E2ACA" w:rsidRDefault="00F710B2" w:rsidP="00F710B2">
      <w:pPr>
        <w:pStyle w:val="BodyText"/>
      </w:pPr>
      <w:r w:rsidRPr="008E2ACA">
        <w:t>MSC 100 (December 2018) approved the framework for the RSE.</w:t>
      </w:r>
    </w:p>
    <w:p w14:paraId="30135F1D" w14:textId="77777777" w:rsidR="000C5053" w:rsidRPr="008A329C" w:rsidRDefault="000C5053" w:rsidP="008A329C">
      <w:pPr>
        <w:pStyle w:val="BodyText"/>
        <w:numPr>
          <w:ilvl w:val="0"/>
          <w:numId w:val="38"/>
        </w:numPr>
        <w:ind w:left="426" w:hanging="426"/>
      </w:pPr>
      <w:r w:rsidRPr="008E2ACA">
        <w:t>The aim of the RSE was</w:t>
      </w:r>
      <w:r w:rsidRPr="008A329C">
        <w:t xml:space="preserve"> to determine how safe, secure and environmentally sound MASS operations might be addressed in IMO instruments.</w:t>
      </w:r>
      <w:r w:rsidRPr="008E2ACA">
        <w:t xml:space="preserve"> </w:t>
      </w:r>
    </w:p>
    <w:p w14:paraId="7234B1A0" w14:textId="77777777" w:rsidR="000C5053" w:rsidRPr="008E2ACA" w:rsidRDefault="000C5053" w:rsidP="008E2841">
      <w:pPr>
        <w:pStyle w:val="BodyText"/>
        <w:numPr>
          <w:ilvl w:val="0"/>
          <w:numId w:val="38"/>
        </w:numPr>
        <w:ind w:left="426" w:hanging="426"/>
      </w:pPr>
      <w:r w:rsidRPr="008E2ACA">
        <w:t>The objective of the RSE on MASS conducted by MSC was to assess the degree to which the existing regulatory framework under its purview might be affected in order to address MASS operations.</w:t>
      </w:r>
    </w:p>
    <w:p w14:paraId="6A8F3C03" w14:textId="77777777" w:rsidR="000C5053" w:rsidRPr="008E2ACA" w:rsidRDefault="000C5053" w:rsidP="00F710B2">
      <w:pPr>
        <w:pStyle w:val="BodyText"/>
      </w:pPr>
      <w:r w:rsidRPr="008E2ACA">
        <w:t>For the purpose of the RSE, "MASS" was defined as “a ship which, to a varying degree, can operate independent of human interaction”.</w:t>
      </w:r>
    </w:p>
    <w:p w14:paraId="13FE26B8" w14:textId="77777777" w:rsidR="00F710B2" w:rsidRPr="008E2ACA" w:rsidRDefault="00F710B2" w:rsidP="00F710B2">
      <w:pPr>
        <w:pStyle w:val="BodyText"/>
      </w:pPr>
      <w:r w:rsidRPr="008E2ACA">
        <w:t xml:space="preserve">To facilitate the process of the RSE, the degrees of autonomy were organised as follows: </w:t>
      </w:r>
    </w:p>
    <w:p w14:paraId="18201C57" w14:textId="77777777" w:rsidR="00F710B2" w:rsidRPr="008E2ACA" w:rsidRDefault="00F710B2" w:rsidP="008A329C">
      <w:pPr>
        <w:pStyle w:val="BodyText"/>
        <w:numPr>
          <w:ilvl w:val="0"/>
          <w:numId w:val="36"/>
        </w:numPr>
        <w:ind w:left="567" w:hanging="567"/>
      </w:pPr>
      <w:r w:rsidRPr="008E2ACA">
        <w:rPr>
          <w:u w:val="single"/>
        </w:rPr>
        <w:t>Degree One</w:t>
      </w:r>
      <w:r w:rsidRPr="008E2ACA">
        <w:t xml:space="preserve">: Ship with automated processes and decision support: Seafarers are on board to operate and control shipboard systems and functions. Some operations may be automated and at times be unsupervised but with seafarers on board ready to take control. </w:t>
      </w:r>
    </w:p>
    <w:p w14:paraId="22EBF1A0" w14:textId="77777777" w:rsidR="00F710B2" w:rsidRPr="008E2ACA" w:rsidRDefault="00F710B2" w:rsidP="008A329C">
      <w:pPr>
        <w:pStyle w:val="BodyText"/>
        <w:numPr>
          <w:ilvl w:val="0"/>
          <w:numId w:val="36"/>
        </w:numPr>
        <w:ind w:left="567" w:hanging="567"/>
      </w:pPr>
      <w:r w:rsidRPr="008A329C">
        <w:rPr>
          <w:u w:val="single"/>
        </w:rPr>
        <w:t xml:space="preserve">Degree </w:t>
      </w:r>
      <w:r w:rsidRPr="008E2ACA">
        <w:rPr>
          <w:u w:val="single"/>
        </w:rPr>
        <w:t>Two</w:t>
      </w:r>
      <w:r w:rsidRPr="008E2ACA">
        <w:t xml:space="preserve">: Remotely controlled ship with seafarers on board: The ship is controlled and operated from another location. Seafarers are available on board to take control and to operate the shipboard systems and functions. MSC.1/Circ.1638 Annex, page 4 </w:t>
      </w:r>
    </w:p>
    <w:p w14:paraId="50A14D8F" w14:textId="77777777" w:rsidR="00F710B2" w:rsidRPr="008E2ACA" w:rsidRDefault="00F710B2" w:rsidP="008A329C">
      <w:pPr>
        <w:pStyle w:val="BodyText"/>
        <w:numPr>
          <w:ilvl w:val="0"/>
          <w:numId w:val="36"/>
        </w:numPr>
        <w:ind w:left="567" w:hanging="567"/>
      </w:pPr>
      <w:r w:rsidRPr="008A329C">
        <w:rPr>
          <w:u w:val="single"/>
        </w:rPr>
        <w:t xml:space="preserve">Degree </w:t>
      </w:r>
      <w:r w:rsidRPr="008E2ACA">
        <w:rPr>
          <w:u w:val="single"/>
        </w:rPr>
        <w:t>Three</w:t>
      </w:r>
      <w:r w:rsidRPr="008E2ACA">
        <w:t xml:space="preserve">: Remotely controlled ship without seafarers on board: The ship is controlled and operated from another location. There are no seafarers on board. </w:t>
      </w:r>
    </w:p>
    <w:p w14:paraId="572936E6" w14:textId="77777777" w:rsidR="00F710B2" w:rsidRPr="008E2ACA" w:rsidRDefault="00F710B2" w:rsidP="008A329C">
      <w:pPr>
        <w:pStyle w:val="BodyText"/>
        <w:numPr>
          <w:ilvl w:val="0"/>
          <w:numId w:val="36"/>
        </w:numPr>
        <w:ind w:left="567" w:hanging="567"/>
      </w:pPr>
      <w:r w:rsidRPr="008A329C">
        <w:rPr>
          <w:u w:val="single"/>
        </w:rPr>
        <w:t xml:space="preserve">Degree </w:t>
      </w:r>
      <w:r w:rsidRPr="008E2ACA">
        <w:rPr>
          <w:u w:val="single"/>
        </w:rPr>
        <w:t>Four</w:t>
      </w:r>
      <w:r w:rsidRPr="008E2ACA">
        <w:t xml:space="preserve">: Fully autonomous ship: The operating system of the ship is able to make decisions and determine actions by itself. </w:t>
      </w:r>
    </w:p>
    <w:p w14:paraId="632BE820" w14:textId="77777777" w:rsidR="00F710B2" w:rsidRPr="008E2ACA" w:rsidRDefault="00F710B2" w:rsidP="00A2296C">
      <w:pPr>
        <w:pStyle w:val="BodyText"/>
        <w:rPr>
          <w:rFonts w:eastAsia="Times New Roman" w:cstheme="minorHAnsi"/>
          <w:color w:val="141624"/>
        </w:rPr>
      </w:pPr>
      <w:r w:rsidRPr="008E2ACA">
        <w:t>The degrees of autonomy listed above does not represent a hierarchical order.  It should be noted that MASS could be operating at one or more degrees of autonomy for the duration of a single voyage.</w:t>
      </w:r>
    </w:p>
    <w:p w14:paraId="2674F3E9" w14:textId="77777777" w:rsidR="007E3859" w:rsidRPr="008E2ACA" w:rsidRDefault="007E3859" w:rsidP="007E3859">
      <w:pPr>
        <w:pStyle w:val="BodyText"/>
      </w:pPr>
      <w:r w:rsidRPr="008E2ACA">
        <w:t>MSC 101</w:t>
      </w:r>
      <w:r w:rsidR="00583859" w:rsidRPr="008E2ACA">
        <w:t xml:space="preserve"> (</w:t>
      </w:r>
      <w:r w:rsidRPr="008E2ACA">
        <w:t>June 2019</w:t>
      </w:r>
      <w:r w:rsidR="00583859" w:rsidRPr="008E2ACA">
        <w:t>)</w:t>
      </w:r>
      <w:r w:rsidRPr="008E2ACA">
        <w:t xml:space="preserve"> approved Interim guidelines for MASS trials</w:t>
      </w:r>
      <w:r w:rsidR="00662D84" w:rsidRPr="008E2ACA">
        <w:t xml:space="preserve"> (IMO MSC.1/Circ.1604)</w:t>
      </w:r>
      <w:r w:rsidRPr="008E2ACA">
        <w:t xml:space="preserve">. </w:t>
      </w:r>
      <w:r w:rsidR="000D755D" w:rsidRPr="008E2ACA">
        <w:t xml:space="preserve"> </w:t>
      </w:r>
      <w:r w:rsidRPr="008E2ACA">
        <w:t xml:space="preserve">Among others, the guidelines </w:t>
      </w:r>
      <w:r w:rsidR="009C6CA5" w:rsidRPr="008E2ACA">
        <w:t>indicate that</w:t>
      </w:r>
      <w:r w:rsidRPr="008E2ACA">
        <w:t xml:space="preserve"> trials should be conducted in a manner that provides at least the same degree of safety, security and protection of the environment as provided by the relevant instruments. Risks associated with the trials should be appropriately identified and measures to reduce the risks, to as low as reasonably practicable and acceptable, should be put in place.</w:t>
      </w:r>
    </w:p>
    <w:p w14:paraId="6FBDF4C7" w14:textId="77777777" w:rsidR="006C251E" w:rsidRPr="008E2ACA" w:rsidRDefault="000B66FC" w:rsidP="007E3859">
      <w:pPr>
        <w:pStyle w:val="BodyText"/>
      </w:pPr>
      <w:r w:rsidRPr="008E2ACA">
        <w:t>It is important to recognise that a</w:t>
      </w:r>
      <w:r w:rsidR="007E3859" w:rsidRPr="008E2ACA">
        <w:t xml:space="preserve">n autonomous vessel </w:t>
      </w:r>
      <w:r w:rsidR="009C6CA5" w:rsidRPr="008E2ACA">
        <w:t xml:space="preserve">does not mean an unmanned vessel: an autonomous vessel </w:t>
      </w:r>
      <w:r w:rsidR="007E3859" w:rsidRPr="008E2ACA">
        <w:t>may still be manned.</w:t>
      </w:r>
    </w:p>
    <w:p w14:paraId="65646CE7" w14:textId="77777777" w:rsidR="000C5053" w:rsidRPr="008E2ACA" w:rsidRDefault="000C5053" w:rsidP="00FA7A80">
      <w:pPr>
        <w:pStyle w:val="BodyText"/>
      </w:pPr>
      <w:r w:rsidRPr="008E2ACA">
        <w:t>At the MSC</w:t>
      </w:r>
      <w:r w:rsidR="00583859" w:rsidRPr="008E2ACA">
        <w:t xml:space="preserve"> </w:t>
      </w:r>
      <w:r w:rsidRPr="008E2ACA">
        <w:t>103</w:t>
      </w:r>
      <w:r w:rsidR="00583859" w:rsidRPr="008E2ACA">
        <w:t xml:space="preserve"> (</w:t>
      </w:r>
      <w:r w:rsidRPr="008E2ACA">
        <w:t>May 2021</w:t>
      </w:r>
      <w:r w:rsidR="00583859" w:rsidRPr="008E2ACA">
        <w:t>)</w:t>
      </w:r>
      <w:r w:rsidRPr="008E2ACA">
        <w:t xml:space="preserve">, the </w:t>
      </w:r>
      <w:r w:rsidRPr="008E2ACA">
        <w:rPr>
          <w:i/>
          <w:iCs/>
        </w:rPr>
        <w:t>Outcome of the regulatory Scoping Exercise for the use of Maritime Autonomous Surface Ships (MASS) was approved</w:t>
      </w:r>
      <w:r w:rsidRPr="008E2ACA">
        <w:t xml:space="preserve">, which provides the assessment of the degree to which the existing regulatory framework under purview of the MSC might be affected </w:t>
      </w:r>
      <w:r w:rsidR="003A20D3" w:rsidRPr="008E2ACA">
        <w:t>to</w:t>
      </w:r>
      <w:r w:rsidRPr="008E2ACA">
        <w:t xml:space="preserve"> address MASS operations.  It further provides guidance to the MSC and interested parties to identify, select and decide on future work on MASS and, as such, facilitate the preparation of requests for, and consideration and approval of, new outputs. </w:t>
      </w:r>
    </w:p>
    <w:p w14:paraId="58B2C870" w14:textId="77777777" w:rsidR="000C5053" w:rsidRPr="008E2ACA" w:rsidRDefault="000C5053" w:rsidP="00FA7A80">
      <w:pPr>
        <w:pStyle w:val="BodyText"/>
      </w:pPr>
      <w:r w:rsidRPr="008E2ACA">
        <w:t xml:space="preserve">Member States and international organizations were invited to take the annex into account when proposing future work on MASS for consideration by the MSC and bring it to the attention of shipowners, operators, academia and all other parties concerned. </w:t>
      </w:r>
    </w:p>
    <w:p w14:paraId="5DC04774" w14:textId="77777777" w:rsidR="00D255AA" w:rsidRPr="008E2ACA" w:rsidRDefault="000C5053" w:rsidP="007E3859">
      <w:pPr>
        <w:pStyle w:val="BodyText"/>
      </w:pPr>
      <w:r w:rsidRPr="008E2ACA">
        <w:lastRenderedPageBreak/>
        <w:t>The k</w:t>
      </w:r>
      <w:r w:rsidR="00D255AA" w:rsidRPr="008E2ACA">
        <w:t>ey result was to develop a</w:t>
      </w:r>
      <w:r w:rsidRPr="008E2ACA">
        <w:t>n</w:t>
      </w:r>
      <w:r w:rsidR="00D255AA" w:rsidRPr="008E2ACA">
        <w:t xml:space="preserve"> international code for MASS (similar to Polar code), then work on common gaps and themes, plus further cooperation amongst various committees with MASS tasks (Legal Committee (LEG) and Facilitation Committees (FAL)).</w:t>
      </w:r>
    </w:p>
    <w:p w14:paraId="34821405" w14:textId="77777777" w:rsidR="00D255AA" w:rsidRPr="008E2ACA" w:rsidRDefault="00D255AA" w:rsidP="007E3859">
      <w:pPr>
        <w:pStyle w:val="BodyText"/>
      </w:pPr>
      <w:r w:rsidRPr="008E2ACA">
        <w:t>MSC</w:t>
      </w:r>
      <w:r w:rsidR="00583859" w:rsidRPr="008E2ACA">
        <w:t xml:space="preserve"> </w:t>
      </w:r>
      <w:r w:rsidRPr="008E2ACA">
        <w:t>104 decided to establish an agenda item for developing a goal</w:t>
      </w:r>
      <w:r w:rsidR="008E7A11" w:rsidRPr="008E2ACA">
        <w:t>-</w:t>
      </w:r>
      <w:r w:rsidRPr="008E2ACA">
        <w:t>based MASS instrument, and then at MSC105 (</w:t>
      </w:r>
      <w:r w:rsidR="000C5053" w:rsidRPr="008E2ACA">
        <w:t>A</w:t>
      </w:r>
      <w:r w:rsidRPr="008E2ACA">
        <w:t xml:space="preserve">pril 2022) </w:t>
      </w:r>
      <w:r w:rsidR="008E7A11" w:rsidRPr="008E2ACA">
        <w:t xml:space="preserve">commence </w:t>
      </w:r>
      <w:r w:rsidRPr="008E2ACA">
        <w:t>work with a roadmap for further work (up</w:t>
      </w:r>
      <w:r w:rsidR="000C5053" w:rsidRPr="008E2ACA">
        <w:t xml:space="preserve"> </w:t>
      </w:r>
      <w:r w:rsidR="00583859" w:rsidRPr="008E2ACA">
        <w:t>un</w:t>
      </w:r>
      <w:r w:rsidRPr="008E2ACA">
        <w:t>ti</w:t>
      </w:r>
      <w:r w:rsidR="000C5053" w:rsidRPr="008E2ACA">
        <w:t>l</w:t>
      </w:r>
      <w:r w:rsidRPr="008E2ACA">
        <w:t xml:space="preserve"> 2025). </w:t>
      </w:r>
    </w:p>
    <w:p w14:paraId="7D46C659" w14:textId="77777777" w:rsidR="00791EBC" w:rsidRPr="008E2ACA" w:rsidRDefault="006C251E" w:rsidP="008A329C">
      <w:pPr>
        <w:pStyle w:val="Heading1"/>
        <w:ind w:left="709" w:hanging="709"/>
      </w:pPr>
      <w:bookmarkStart w:id="9" w:name="_Toc97046742"/>
      <w:r w:rsidRPr="008E2ACA">
        <w:t>IALA and MASS</w:t>
      </w:r>
      <w:bookmarkEnd w:id="9"/>
    </w:p>
    <w:p w14:paraId="1F344FED" w14:textId="77777777" w:rsidR="006C251E" w:rsidRPr="008E2ACA" w:rsidRDefault="006C251E" w:rsidP="006C251E">
      <w:pPr>
        <w:pStyle w:val="Heading2separationline"/>
      </w:pPr>
    </w:p>
    <w:p w14:paraId="34EAF9DC" w14:textId="77777777" w:rsidR="00A2296C" w:rsidRPr="008E2ACA" w:rsidRDefault="00A2296C" w:rsidP="00A2296C">
      <w:pPr>
        <w:pStyle w:val="BodyText"/>
        <w:rPr>
          <w:rStyle w:val="BodyTextChar"/>
          <w:color w:val="000000"/>
        </w:rPr>
      </w:pPr>
      <w:commentRangeStart w:id="10"/>
      <w:r w:rsidRPr="008E2ACA">
        <w:rPr>
          <w:rStyle w:val="BodyTextChar"/>
        </w:rPr>
        <w:t>Current applications, marks and signals exhibited by AtoN as described in th</w:t>
      </w:r>
      <w:r w:rsidR="00DB214C" w:rsidRPr="008E2ACA">
        <w:rPr>
          <w:rStyle w:val="BodyTextChar"/>
        </w:rPr>
        <w:t xml:space="preserve">e Maritime Buoyage System (MBS) </w:t>
      </w:r>
      <w:r w:rsidRPr="008E2ACA">
        <w:rPr>
          <w:rStyle w:val="BodyTextChar"/>
        </w:rPr>
        <w:t xml:space="preserve">apply to all vessels, including MASS. </w:t>
      </w:r>
      <w:r w:rsidR="00DB214C" w:rsidRPr="008E2ACA">
        <w:rPr>
          <w:rStyle w:val="BodyTextChar"/>
        </w:rPr>
        <w:t xml:space="preserve"> </w:t>
      </w:r>
      <w:r w:rsidRPr="008E2ACA">
        <w:rPr>
          <w:rStyle w:val="BodyTextChar"/>
        </w:rPr>
        <w:t xml:space="preserve">MASS operate with varying degrees of </w:t>
      </w:r>
      <w:r w:rsidR="00DB214C" w:rsidRPr="008E2ACA">
        <w:rPr>
          <w:rStyle w:val="BodyTextChar"/>
        </w:rPr>
        <w:t>autonomy and</w:t>
      </w:r>
      <w:r w:rsidRPr="008E2ACA">
        <w:rPr>
          <w:rStyle w:val="BodyTextChar"/>
        </w:rPr>
        <w:t xml:space="preserve"> make use of AtoN based on level of autonomy and type of technology used. </w:t>
      </w:r>
      <w:r w:rsidR="00DB214C" w:rsidRPr="008E2ACA">
        <w:rPr>
          <w:rStyle w:val="BodyTextChar"/>
        </w:rPr>
        <w:t xml:space="preserve"> </w:t>
      </w:r>
      <w:r w:rsidRPr="008E2ACA">
        <w:rPr>
          <w:rStyle w:val="BodyTextChar"/>
        </w:rPr>
        <w:t xml:space="preserve">MASS may use AtoN described within the </w:t>
      </w:r>
      <w:r w:rsidR="00DB214C" w:rsidRPr="008E2ACA">
        <w:rPr>
          <w:rStyle w:val="BodyTextChar"/>
        </w:rPr>
        <w:t xml:space="preserve">MBS </w:t>
      </w:r>
      <w:r w:rsidRPr="008E2ACA">
        <w:rPr>
          <w:rStyle w:val="BodyTextChar"/>
        </w:rPr>
        <w:t xml:space="preserve">and there may be developments of AtoN that are tailored specifically for MASS. </w:t>
      </w:r>
      <w:r w:rsidRPr="008E2ACA">
        <w:rPr>
          <w:rStyle w:val="BodyTextChar"/>
          <w:color w:val="000000"/>
        </w:rPr>
        <w:t> </w:t>
      </w:r>
    </w:p>
    <w:commentRangeEnd w:id="10"/>
    <w:p w14:paraId="358040B1" w14:textId="77777777" w:rsidR="00330891" w:rsidRPr="008E2ACA" w:rsidRDefault="00DB214C" w:rsidP="006C251E">
      <w:pPr>
        <w:pStyle w:val="BodyText"/>
      </w:pPr>
      <w:r w:rsidRPr="008E2ACA">
        <w:rPr>
          <w:rStyle w:val="CommentReference"/>
        </w:rPr>
        <w:commentReference w:id="10"/>
      </w:r>
      <w:r w:rsidR="00330891" w:rsidRPr="008E2ACA">
        <w:t xml:space="preserve">The establishment of safe and secure environments in which MASS can operate can be </w:t>
      </w:r>
      <w:r w:rsidR="00B940E1" w:rsidRPr="008E2ACA">
        <w:t>assisted</w:t>
      </w:r>
      <w:r w:rsidR="00C11EE5" w:rsidRPr="008E2ACA">
        <w:t xml:space="preserve"> through the provision of AtoN</w:t>
      </w:r>
      <w:r w:rsidR="00B940E1" w:rsidRPr="008E2ACA">
        <w:t xml:space="preserve">, beneficial to MASS </w:t>
      </w:r>
      <w:commentRangeStart w:id="11"/>
      <w:commentRangeStart w:id="12"/>
      <w:r w:rsidR="00B940E1" w:rsidRPr="008E2ACA">
        <w:t>operations</w:t>
      </w:r>
      <w:commentRangeEnd w:id="11"/>
      <w:r w:rsidR="00A7185A" w:rsidRPr="008E2ACA">
        <w:rPr>
          <w:rStyle w:val="CommentReference"/>
        </w:rPr>
        <w:commentReference w:id="11"/>
      </w:r>
      <w:commentRangeEnd w:id="12"/>
      <w:r w:rsidRPr="008E2ACA">
        <w:rPr>
          <w:rStyle w:val="CommentReference"/>
        </w:rPr>
        <w:commentReference w:id="12"/>
      </w:r>
      <w:r w:rsidR="00C11EE5" w:rsidRPr="008E2ACA">
        <w:t xml:space="preserve">.  IALA provides guidance on </w:t>
      </w:r>
      <w:r w:rsidR="00330891" w:rsidRPr="008E2ACA">
        <w:t xml:space="preserve">AtoN that </w:t>
      </w:r>
      <w:r w:rsidR="00C11EE5" w:rsidRPr="008E2ACA">
        <w:t>can be used to support a MASS environment, including</w:t>
      </w:r>
      <w:r w:rsidRPr="008E2ACA">
        <w:t>, but not limited to</w:t>
      </w:r>
      <w:r w:rsidR="00C11EE5" w:rsidRPr="008E2ACA">
        <w:t xml:space="preserve">: </w:t>
      </w:r>
    </w:p>
    <w:p w14:paraId="143EA2FD" w14:textId="77777777" w:rsidR="00330891" w:rsidRPr="008E2ACA" w:rsidRDefault="00330891" w:rsidP="008A329C">
      <w:pPr>
        <w:pStyle w:val="BodyText"/>
        <w:numPr>
          <w:ilvl w:val="0"/>
          <w:numId w:val="33"/>
        </w:numPr>
        <w:ind w:left="567" w:hanging="567"/>
      </w:pPr>
      <w:r w:rsidRPr="008E2ACA">
        <w:t xml:space="preserve">Fixed shore side </w:t>
      </w:r>
      <w:r w:rsidR="00B940E1" w:rsidRPr="008E2ACA">
        <w:t xml:space="preserve">electronic </w:t>
      </w:r>
      <w:r w:rsidRPr="008E2ACA">
        <w:t xml:space="preserve">AtoN </w:t>
      </w:r>
    </w:p>
    <w:p w14:paraId="41FF91D6" w14:textId="77777777" w:rsidR="00330891" w:rsidRPr="008E2ACA" w:rsidRDefault="00330891" w:rsidP="008A329C">
      <w:pPr>
        <w:pStyle w:val="BodyText"/>
        <w:numPr>
          <w:ilvl w:val="0"/>
          <w:numId w:val="33"/>
        </w:numPr>
        <w:ind w:left="567" w:hanging="567"/>
      </w:pPr>
      <w:r w:rsidRPr="008E2ACA">
        <w:t xml:space="preserve">Floating </w:t>
      </w:r>
      <w:r w:rsidR="00B940E1" w:rsidRPr="008E2ACA">
        <w:t xml:space="preserve">electronic </w:t>
      </w:r>
      <w:r w:rsidRPr="008E2ACA">
        <w:t xml:space="preserve">AtoN </w:t>
      </w:r>
    </w:p>
    <w:p w14:paraId="048A94FD" w14:textId="77777777" w:rsidR="00330891" w:rsidRPr="008E2ACA" w:rsidRDefault="00330891" w:rsidP="008A329C">
      <w:pPr>
        <w:pStyle w:val="BodyText"/>
        <w:numPr>
          <w:ilvl w:val="0"/>
          <w:numId w:val="33"/>
        </w:numPr>
        <w:ind w:left="567" w:hanging="567"/>
      </w:pPr>
      <w:r w:rsidRPr="008E2ACA">
        <w:t>Virtual AtoN</w:t>
      </w:r>
      <w:r w:rsidR="001E20F1" w:rsidRPr="008E2ACA">
        <w:t xml:space="preserve"> </w:t>
      </w:r>
    </w:p>
    <w:p w14:paraId="53826402" w14:textId="77777777" w:rsidR="00330891" w:rsidRPr="008E2ACA" w:rsidRDefault="00330891" w:rsidP="008A329C">
      <w:pPr>
        <w:pStyle w:val="BodyText"/>
        <w:numPr>
          <w:ilvl w:val="0"/>
          <w:numId w:val="33"/>
        </w:numPr>
        <w:ind w:left="567" w:hanging="567"/>
      </w:pPr>
      <w:r w:rsidRPr="008E2ACA">
        <w:t>Marking of physical AtoN using Synthetic AtoN</w:t>
      </w:r>
    </w:p>
    <w:p w14:paraId="4C43801C" w14:textId="77777777" w:rsidR="00330891" w:rsidRPr="008E2ACA" w:rsidRDefault="00330891" w:rsidP="008A329C">
      <w:pPr>
        <w:pStyle w:val="BodyText"/>
        <w:numPr>
          <w:ilvl w:val="0"/>
          <w:numId w:val="33"/>
        </w:numPr>
        <w:ind w:left="567" w:hanging="567"/>
      </w:pPr>
      <w:r w:rsidRPr="008E2ACA">
        <w:t xml:space="preserve">The transmission of local and applicable Meteorological and </w:t>
      </w:r>
      <w:r w:rsidR="001E20F1" w:rsidRPr="008E2ACA">
        <w:t xml:space="preserve">Hydrographic </w:t>
      </w:r>
      <w:r w:rsidRPr="008E2ACA">
        <w:t xml:space="preserve">data using </w:t>
      </w:r>
      <w:r w:rsidR="00C11EE5" w:rsidRPr="008E2ACA">
        <w:t xml:space="preserve">Application Specific Messages (ASM) contained in </w:t>
      </w:r>
      <w:r w:rsidRPr="008E2ACA">
        <w:t>IMO Circular SN.1</w:t>
      </w:r>
      <w:r w:rsidR="00C11EE5" w:rsidRPr="008E2ACA">
        <w:t>/</w:t>
      </w:r>
      <w:r w:rsidRPr="008E2ACA">
        <w:t xml:space="preserve"> 289 </w:t>
      </w:r>
    </w:p>
    <w:p w14:paraId="549694C7" w14:textId="77777777" w:rsidR="00792837" w:rsidRPr="008E2ACA" w:rsidRDefault="00792837" w:rsidP="008A329C">
      <w:pPr>
        <w:pStyle w:val="BodyText"/>
        <w:numPr>
          <w:ilvl w:val="0"/>
          <w:numId w:val="33"/>
        </w:numPr>
        <w:ind w:left="567" w:hanging="567"/>
      </w:pPr>
      <w:r w:rsidRPr="008E2ACA">
        <w:t>Supporting the safe and efficient operations within</w:t>
      </w:r>
      <w:r w:rsidR="00DB214C" w:rsidRPr="008E2ACA">
        <w:t xml:space="preserve">, and outside </w:t>
      </w:r>
      <w:r w:rsidRPr="008E2ACA">
        <w:t xml:space="preserve">a </w:t>
      </w:r>
      <w:r w:rsidR="00FB20B5" w:rsidRPr="008E2ACA">
        <w:t>Vessel Traffic Service (</w:t>
      </w:r>
      <w:r w:rsidRPr="008E2ACA">
        <w:t>VTS</w:t>
      </w:r>
      <w:r w:rsidR="00FB20B5" w:rsidRPr="008E2ACA">
        <w:t>)</w:t>
      </w:r>
      <w:r w:rsidRPr="008E2ACA">
        <w:t xml:space="preserve"> environment </w:t>
      </w:r>
    </w:p>
    <w:p w14:paraId="2FD671A2" w14:textId="77777777" w:rsidR="00752656" w:rsidRPr="008E2ACA" w:rsidRDefault="00752656" w:rsidP="008A329C">
      <w:pPr>
        <w:pStyle w:val="BodyText"/>
        <w:numPr>
          <w:ilvl w:val="0"/>
          <w:numId w:val="33"/>
        </w:numPr>
        <w:ind w:left="567" w:hanging="567"/>
      </w:pPr>
      <w:r w:rsidRPr="008E2ACA">
        <w:t xml:space="preserve">Ensuring communication between vessels within </w:t>
      </w:r>
      <w:r w:rsidR="00FB20B5" w:rsidRPr="008E2ACA">
        <w:t xml:space="preserve">and outside of </w:t>
      </w:r>
      <w:r w:rsidRPr="008E2ACA">
        <w:t xml:space="preserve">a VTS environment, recognising the different </w:t>
      </w:r>
      <w:r w:rsidR="001E20F1" w:rsidRPr="008E2ACA">
        <w:t xml:space="preserve">degrees or </w:t>
      </w:r>
      <w:r w:rsidRPr="008E2ACA">
        <w:t>levels of autonomy</w:t>
      </w:r>
    </w:p>
    <w:p w14:paraId="50D21770" w14:textId="77777777" w:rsidR="00752656" w:rsidRPr="008E2ACA" w:rsidRDefault="00752656" w:rsidP="008A329C">
      <w:pPr>
        <w:pStyle w:val="BodyText"/>
        <w:numPr>
          <w:ilvl w:val="0"/>
          <w:numId w:val="33"/>
        </w:numPr>
        <w:ind w:left="567" w:hanging="567"/>
      </w:pPr>
      <w:r w:rsidRPr="008E2ACA">
        <w:t>Sharing of a common operating picture for situational awareness of the waterway within Vessel Traffic Services (VTS) environment</w:t>
      </w:r>
    </w:p>
    <w:p w14:paraId="26D9F762" w14:textId="77777777" w:rsidR="00752656" w:rsidRPr="008E2ACA" w:rsidRDefault="004A2868" w:rsidP="008A329C">
      <w:pPr>
        <w:pStyle w:val="BodyText"/>
        <w:numPr>
          <w:ilvl w:val="0"/>
          <w:numId w:val="33"/>
        </w:numPr>
        <w:ind w:left="567" w:hanging="567"/>
      </w:pPr>
      <w:r w:rsidRPr="008E2ACA">
        <w:t>Scoping and development</w:t>
      </w:r>
      <w:r w:rsidR="00E46FE4" w:rsidRPr="008E2ACA">
        <w:t xml:space="preserve"> of guidance on</w:t>
      </w:r>
      <w:r w:rsidRPr="008E2ACA">
        <w:t xml:space="preserve"> the i</w:t>
      </w:r>
      <w:r w:rsidR="00752656" w:rsidRPr="008E2ACA">
        <w:t>nteraction between VTS and the control centre for MASS (Shore Control Centre, SCC)</w:t>
      </w:r>
    </w:p>
    <w:p w14:paraId="12F44053" w14:textId="77777777" w:rsidR="001E20F1" w:rsidRPr="008E2ACA" w:rsidRDefault="00330891" w:rsidP="008A329C">
      <w:pPr>
        <w:pStyle w:val="BodyText"/>
        <w:numPr>
          <w:ilvl w:val="0"/>
          <w:numId w:val="33"/>
        </w:numPr>
        <w:ind w:left="567" w:hanging="567"/>
      </w:pPr>
      <w:r w:rsidRPr="008E2ACA">
        <w:t xml:space="preserve">The tracking of </w:t>
      </w:r>
      <w:r w:rsidR="004704E2" w:rsidRPr="008E2ACA">
        <w:t xml:space="preserve">both </w:t>
      </w:r>
      <w:r w:rsidR="00D55EF3" w:rsidRPr="008E2ACA">
        <w:t>MASS and non</w:t>
      </w:r>
      <w:r w:rsidR="00F52B1D" w:rsidRPr="008E2ACA">
        <w:t>-</w:t>
      </w:r>
      <w:commentRangeStart w:id="13"/>
      <w:r w:rsidR="00D55EF3" w:rsidRPr="008E2ACA">
        <w:t>MASS</w:t>
      </w:r>
      <w:commentRangeEnd w:id="13"/>
      <w:r w:rsidR="00446617" w:rsidRPr="008E2ACA">
        <w:rPr>
          <w:rStyle w:val="CommentReference"/>
        </w:rPr>
        <w:commentReference w:id="13"/>
      </w:r>
      <w:r w:rsidR="00D55EF3" w:rsidRPr="008E2ACA">
        <w:t xml:space="preserve"> vessels to support </w:t>
      </w:r>
      <w:r w:rsidR="00DE1A02" w:rsidRPr="008E2ACA">
        <w:t xml:space="preserve">the traffic image. </w:t>
      </w:r>
    </w:p>
    <w:p w14:paraId="3F545BD6" w14:textId="77777777" w:rsidR="001E20F1" w:rsidRPr="008E2ACA" w:rsidRDefault="001E20F1" w:rsidP="008A329C">
      <w:pPr>
        <w:pStyle w:val="BodyText"/>
        <w:numPr>
          <w:ilvl w:val="0"/>
          <w:numId w:val="33"/>
        </w:numPr>
        <w:ind w:left="567" w:hanging="567"/>
      </w:pPr>
      <w:r w:rsidRPr="008E2ACA">
        <w:t>Cyber Security – cyber risk management</w:t>
      </w:r>
    </w:p>
    <w:p w14:paraId="2253F69D" w14:textId="77777777" w:rsidR="00330891" w:rsidRPr="008E2ACA" w:rsidRDefault="001E20F1" w:rsidP="008A329C">
      <w:pPr>
        <w:pStyle w:val="BodyText"/>
        <w:numPr>
          <w:ilvl w:val="0"/>
          <w:numId w:val="33"/>
        </w:numPr>
        <w:ind w:left="567" w:hanging="567"/>
      </w:pPr>
      <w:r w:rsidRPr="008E2ACA">
        <w:t>Augmentation of positioning systems</w:t>
      </w:r>
      <w:r w:rsidR="00330891" w:rsidRPr="008E2ACA">
        <w:t xml:space="preserve"> </w:t>
      </w:r>
    </w:p>
    <w:p w14:paraId="0A289EA9" w14:textId="77777777" w:rsidR="00792837" w:rsidRPr="008E2ACA" w:rsidRDefault="00792837" w:rsidP="008A329C">
      <w:pPr>
        <w:pStyle w:val="BodyText"/>
        <w:numPr>
          <w:ilvl w:val="0"/>
          <w:numId w:val="33"/>
        </w:numPr>
        <w:ind w:left="567" w:hanging="567"/>
      </w:pPr>
      <w:r w:rsidRPr="008E2ACA">
        <w:t>Promoting standardi</w:t>
      </w:r>
      <w:r w:rsidR="001B175E" w:rsidRPr="008E2ACA">
        <w:t>s</w:t>
      </w:r>
      <w:r w:rsidRPr="008E2ACA">
        <w:t>ation of data transfer</w:t>
      </w:r>
    </w:p>
    <w:p w14:paraId="535B60A8" w14:textId="77777777" w:rsidR="00330891" w:rsidRPr="008E2ACA" w:rsidRDefault="00330891" w:rsidP="006C251E">
      <w:pPr>
        <w:pStyle w:val="BodyText"/>
      </w:pPr>
      <w:commentRangeStart w:id="14"/>
      <w:r w:rsidRPr="008E2ACA">
        <w:t xml:space="preserve">The above requires digital communication systems </w:t>
      </w:r>
      <w:r w:rsidR="00C11EE5" w:rsidRPr="008E2ACA">
        <w:t>that</w:t>
      </w:r>
      <w:r w:rsidRPr="008E2ACA">
        <w:t xml:space="preserve"> include AIS</w:t>
      </w:r>
      <w:r w:rsidR="00C11EE5" w:rsidRPr="008E2ACA">
        <w:t xml:space="preserve">.  The ASM is evolving within </w:t>
      </w:r>
      <w:r w:rsidR="00B940E1" w:rsidRPr="008E2ACA">
        <w:t>VHF Data Exchange System (</w:t>
      </w:r>
      <w:r w:rsidR="00C11EE5" w:rsidRPr="008E2ACA">
        <w:t>VDES</w:t>
      </w:r>
      <w:r w:rsidR="00B940E1" w:rsidRPr="008E2ACA">
        <w:t>)</w:t>
      </w:r>
      <w:r w:rsidR="00C11EE5" w:rsidRPr="008E2ACA">
        <w:t>.  The</w:t>
      </w:r>
      <w:r w:rsidRPr="008E2ACA">
        <w:t xml:space="preserve"> VDE</w:t>
      </w:r>
      <w:r w:rsidR="00F1628E" w:rsidRPr="008E2ACA">
        <w:t xml:space="preserve"> (full description)</w:t>
      </w:r>
      <w:r w:rsidRPr="008E2ACA">
        <w:t xml:space="preserve"> component</w:t>
      </w:r>
      <w:r w:rsidR="00C11EE5" w:rsidRPr="008E2ACA">
        <w:t xml:space="preserve">, when </w:t>
      </w:r>
      <w:r w:rsidRPr="008E2ACA">
        <w:t xml:space="preserve">available, </w:t>
      </w:r>
      <w:r w:rsidR="00C11EE5" w:rsidRPr="008E2ACA">
        <w:t>will also be relevant</w:t>
      </w:r>
      <w:r w:rsidRPr="008E2ACA">
        <w:t>.</w:t>
      </w:r>
      <w:commentRangeEnd w:id="14"/>
      <w:r w:rsidR="00DE052A" w:rsidRPr="008E2ACA">
        <w:rPr>
          <w:rStyle w:val="CommentReference"/>
        </w:rPr>
        <w:commentReference w:id="14"/>
      </w:r>
    </w:p>
    <w:p w14:paraId="7397EDC3" w14:textId="77777777" w:rsidR="00C11EE5" w:rsidRPr="008E2ACA" w:rsidRDefault="00C11EE5" w:rsidP="006C251E">
      <w:pPr>
        <w:pStyle w:val="BodyText"/>
      </w:pPr>
      <w:r w:rsidRPr="008E2ACA">
        <w:t xml:space="preserve">Other digital data exchange capabilities, including developments in 4G and 5G, digital VHF Voice and </w:t>
      </w:r>
      <w:r w:rsidR="00A027ED" w:rsidRPr="008E2ACA">
        <w:t xml:space="preserve">satellite technologies will also be relevant to establishing a suitable MASS environment. </w:t>
      </w:r>
    </w:p>
    <w:p w14:paraId="26893ECA" w14:textId="77777777" w:rsidR="00791EBC" w:rsidRPr="008E2ACA" w:rsidRDefault="006C251E" w:rsidP="008A329C">
      <w:pPr>
        <w:pStyle w:val="Heading1"/>
        <w:ind w:left="709" w:hanging="709"/>
      </w:pPr>
      <w:bookmarkStart w:id="15" w:name="_Toc97046743"/>
      <w:bookmarkStart w:id="16" w:name="_Toc66949239"/>
      <w:r w:rsidRPr="008E2ACA">
        <w:t>MASS and Maritime Services</w:t>
      </w:r>
      <w:bookmarkEnd w:id="15"/>
      <w:bookmarkEnd w:id="16"/>
    </w:p>
    <w:p w14:paraId="7A3A830D" w14:textId="77777777" w:rsidR="006C251E" w:rsidRPr="008E2ACA" w:rsidRDefault="006C251E" w:rsidP="006C251E">
      <w:pPr>
        <w:pStyle w:val="Heading2separationline"/>
      </w:pPr>
    </w:p>
    <w:p w14:paraId="31C2885A" w14:textId="77777777" w:rsidR="006C251E" w:rsidRPr="008E2ACA" w:rsidRDefault="000670B7" w:rsidP="006C251E">
      <w:pPr>
        <w:pStyle w:val="BodyText"/>
      </w:pPr>
      <w:r w:rsidRPr="008E2ACA">
        <w:t xml:space="preserve">The services delivered using physical, electronic and virtual AtoN environments for each of the four </w:t>
      </w:r>
      <w:r w:rsidR="00792837" w:rsidRPr="008E2ACA">
        <w:t>degrees</w:t>
      </w:r>
      <w:r w:rsidR="00A9394A" w:rsidRPr="008E2ACA">
        <w:t xml:space="preserve"> of autonomy identified by IMO </w:t>
      </w:r>
      <w:r w:rsidRPr="008E2ACA">
        <w:t>could be different</w:t>
      </w:r>
      <w:r w:rsidR="00854E14" w:rsidRPr="008E2ACA">
        <w:t>,</w:t>
      </w:r>
      <w:r w:rsidR="00404699" w:rsidRPr="008E2ACA">
        <w:t xml:space="preserve"> noting that the</w:t>
      </w:r>
      <w:r w:rsidR="00870B9F" w:rsidRPr="008E2ACA">
        <w:t xml:space="preserve"> MASS could change its level of autonomy depending on its phase</w:t>
      </w:r>
      <w:r w:rsidR="00854E14" w:rsidRPr="008E2ACA">
        <w:t>s</w:t>
      </w:r>
      <w:r w:rsidR="00870B9F" w:rsidRPr="008E2ACA">
        <w:t xml:space="preserve"> of </w:t>
      </w:r>
      <w:commentRangeStart w:id="17"/>
      <w:r w:rsidR="00870B9F" w:rsidRPr="008E2ACA">
        <w:t>voyage.</w:t>
      </w:r>
      <w:r w:rsidR="00A6440A" w:rsidRPr="008E2ACA">
        <w:t xml:space="preserve"> </w:t>
      </w:r>
      <w:commentRangeEnd w:id="17"/>
      <w:r w:rsidR="00792837" w:rsidRPr="008E2ACA">
        <w:rPr>
          <w:rStyle w:val="CommentReference"/>
        </w:rPr>
        <w:commentReference w:id="17"/>
      </w:r>
    </w:p>
    <w:p w14:paraId="0EF5BDA3" w14:textId="77777777" w:rsidR="006C251E" w:rsidRPr="008E2ACA" w:rsidRDefault="00E264D8" w:rsidP="008A329C">
      <w:pPr>
        <w:pStyle w:val="Heading2"/>
        <w:ind w:left="851" w:hanging="851"/>
      </w:pPr>
      <w:r w:rsidRPr="008E2ACA">
        <w:br w:type="page"/>
      </w:r>
      <w:bookmarkStart w:id="18" w:name="_Toc97046744"/>
      <w:bookmarkStart w:id="19" w:name="_Toc66949240"/>
      <w:r w:rsidR="007F22EE" w:rsidRPr="008E2ACA">
        <w:lastRenderedPageBreak/>
        <w:t xml:space="preserve">considerations for provision of aton in </w:t>
      </w:r>
      <w:r w:rsidR="006C251E" w:rsidRPr="008E2ACA">
        <w:t xml:space="preserve">MASS </w:t>
      </w:r>
      <w:r w:rsidR="007F22EE" w:rsidRPr="008E2ACA">
        <w:t>environment</w:t>
      </w:r>
      <w:bookmarkEnd w:id="18"/>
      <w:bookmarkEnd w:id="19"/>
    </w:p>
    <w:p w14:paraId="0478E0FF" w14:textId="77777777" w:rsidR="006C251E" w:rsidRPr="008E2ACA" w:rsidRDefault="006C251E" w:rsidP="006C251E">
      <w:pPr>
        <w:pStyle w:val="Heading2separationline"/>
      </w:pPr>
    </w:p>
    <w:p w14:paraId="2C5C54C1" w14:textId="77777777" w:rsidR="000670B7" w:rsidRPr="008E2ACA" w:rsidRDefault="00A027ED" w:rsidP="006C251E">
      <w:pPr>
        <w:pStyle w:val="BodyText"/>
      </w:pPr>
      <w:r w:rsidRPr="008E2ACA">
        <w:t>The</w:t>
      </w:r>
      <w:r w:rsidR="000670B7" w:rsidRPr="008E2ACA">
        <w:t xml:space="preserve"> AtoN to be delivered </w:t>
      </w:r>
      <w:r w:rsidRPr="008E2ACA">
        <w:t xml:space="preserve">to support the various degrees of autonomy for MASS operations need to be identified considering: </w:t>
      </w:r>
    </w:p>
    <w:p w14:paraId="6D2C39D7" w14:textId="77777777" w:rsidR="000670B7" w:rsidRPr="008E2ACA" w:rsidRDefault="000670B7" w:rsidP="008A329C">
      <w:pPr>
        <w:pStyle w:val="BodyText"/>
        <w:numPr>
          <w:ilvl w:val="0"/>
          <w:numId w:val="34"/>
        </w:numPr>
        <w:ind w:left="567" w:hanging="567"/>
      </w:pPr>
      <w:r w:rsidRPr="008E2ACA">
        <w:t>Risk Mitigation</w:t>
      </w:r>
    </w:p>
    <w:p w14:paraId="54B3E31E" w14:textId="77777777" w:rsidR="000670B7" w:rsidRPr="008E2ACA" w:rsidRDefault="008A2321" w:rsidP="008A329C">
      <w:pPr>
        <w:pStyle w:val="BodyText"/>
        <w:numPr>
          <w:ilvl w:val="0"/>
          <w:numId w:val="34"/>
        </w:numPr>
        <w:ind w:left="567" w:hanging="567"/>
      </w:pPr>
      <w:r w:rsidRPr="008E2ACA">
        <w:t xml:space="preserve">Services </w:t>
      </w:r>
      <w:r w:rsidR="000670B7" w:rsidRPr="008E2ACA">
        <w:t>to be rendered</w:t>
      </w:r>
      <w:r w:rsidR="009D4C06" w:rsidRPr="008E2ACA">
        <w:t xml:space="preserve"> to support</w:t>
      </w:r>
      <w:r w:rsidRPr="008E2ACA">
        <w:t xml:space="preserve"> safe</w:t>
      </w:r>
      <w:r w:rsidR="009D4C06" w:rsidRPr="008E2ACA">
        <w:t xml:space="preserve"> </w:t>
      </w:r>
      <w:r w:rsidR="00792837" w:rsidRPr="008E2ACA">
        <w:t>navigation</w:t>
      </w:r>
    </w:p>
    <w:p w14:paraId="141CD30A" w14:textId="77777777" w:rsidR="000670B7" w:rsidRPr="008E2ACA" w:rsidRDefault="00DE052A" w:rsidP="008A329C">
      <w:pPr>
        <w:pStyle w:val="BodyText"/>
        <w:numPr>
          <w:ilvl w:val="0"/>
          <w:numId w:val="34"/>
        </w:numPr>
        <w:ind w:left="567" w:hanging="567"/>
      </w:pPr>
      <w:r w:rsidRPr="008E2ACA">
        <w:t xml:space="preserve">Methods </w:t>
      </w:r>
      <w:r w:rsidR="000670B7" w:rsidRPr="008E2ACA">
        <w:t>for service delivery / provision</w:t>
      </w:r>
    </w:p>
    <w:p w14:paraId="30D8D1A5" w14:textId="77777777" w:rsidR="000670B7" w:rsidRPr="008E2ACA" w:rsidRDefault="000670B7" w:rsidP="008A329C">
      <w:pPr>
        <w:pStyle w:val="BodyText"/>
        <w:numPr>
          <w:ilvl w:val="0"/>
          <w:numId w:val="34"/>
        </w:numPr>
        <w:ind w:left="567" w:hanging="567"/>
      </w:pPr>
      <w:r w:rsidRPr="008E2ACA">
        <w:t xml:space="preserve">MASS service requirements </w:t>
      </w:r>
    </w:p>
    <w:p w14:paraId="08EF6476" w14:textId="77777777" w:rsidR="00F40E68" w:rsidRPr="008E2ACA" w:rsidRDefault="00F40E68" w:rsidP="008A329C">
      <w:pPr>
        <w:pStyle w:val="BodyText"/>
        <w:numPr>
          <w:ilvl w:val="0"/>
          <w:numId w:val="34"/>
        </w:numPr>
        <w:ind w:left="567" w:hanging="567"/>
      </w:pPr>
      <w:r w:rsidRPr="008E2ACA">
        <w:t xml:space="preserve">AtoN requirements in pilotage </w:t>
      </w:r>
      <w:commentRangeStart w:id="20"/>
      <w:r w:rsidRPr="008E2ACA">
        <w:t>waters</w:t>
      </w:r>
      <w:commentRangeEnd w:id="20"/>
      <w:r w:rsidR="00E473F9" w:rsidRPr="008E2ACA">
        <w:rPr>
          <w:rStyle w:val="CommentReference"/>
        </w:rPr>
        <w:commentReference w:id="20"/>
      </w:r>
    </w:p>
    <w:p w14:paraId="62EDBB36" w14:textId="77777777" w:rsidR="000670B7" w:rsidRPr="008E2ACA" w:rsidRDefault="000670B7" w:rsidP="008A329C">
      <w:pPr>
        <w:pStyle w:val="BodyText"/>
        <w:numPr>
          <w:ilvl w:val="0"/>
          <w:numId w:val="34"/>
        </w:numPr>
        <w:ind w:left="567" w:hanging="567"/>
      </w:pPr>
      <w:r w:rsidRPr="008E2ACA">
        <w:t>Remote berthing and connections to shore services</w:t>
      </w:r>
    </w:p>
    <w:p w14:paraId="5533F73C" w14:textId="77777777" w:rsidR="000670B7" w:rsidRPr="008E2ACA" w:rsidRDefault="000670B7" w:rsidP="008A329C">
      <w:pPr>
        <w:pStyle w:val="BodyText"/>
        <w:numPr>
          <w:ilvl w:val="0"/>
          <w:numId w:val="34"/>
        </w:numPr>
        <w:ind w:left="567" w:hanging="567"/>
      </w:pPr>
      <w:r w:rsidRPr="008E2ACA">
        <w:t>VTS environment interaction</w:t>
      </w:r>
    </w:p>
    <w:p w14:paraId="45A092DC" w14:textId="77777777" w:rsidR="000670B7" w:rsidRPr="008E2ACA" w:rsidRDefault="000670B7" w:rsidP="008A329C">
      <w:pPr>
        <w:pStyle w:val="BodyText"/>
        <w:numPr>
          <w:ilvl w:val="0"/>
          <w:numId w:val="34"/>
        </w:numPr>
        <w:ind w:left="567" w:hanging="567"/>
      </w:pPr>
      <w:r w:rsidRPr="008E2ACA">
        <w:t>Route Message transfer</w:t>
      </w:r>
    </w:p>
    <w:p w14:paraId="3C2EE880" w14:textId="77777777" w:rsidR="000670B7" w:rsidRPr="008E2ACA" w:rsidRDefault="000670B7" w:rsidP="008A329C">
      <w:pPr>
        <w:pStyle w:val="BodyText"/>
        <w:numPr>
          <w:ilvl w:val="0"/>
          <w:numId w:val="34"/>
        </w:numPr>
        <w:ind w:left="567" w:hanging="567"/>
      </w:pPr>
      <w:r w:rsidRPr="008E2ACA">
        <w:t>Local situational awareness</w:t>
      </w:r>
      <w:r w:rsidR="00F1628E" w:rsidRPr="008E2ACA">
        <w:t xml:space="preserve"> and control including tracking of all vessels/</w:t>
      </w:r>
      <w:commentRangeStart w:id="21"/>
      <w:commentRangeStart w:id="22"/>
      <w:r w:rsidR="00F1628E" w:rsidRPr="008E2ACA">
        <w:t>boats</w:t>
      </w:r>
      <w:commentRangeEnd w:id="21"/>
      <w:r w:rsidR="00DE052A" w:rsidRPr="008E2ACA">
        <w:rPr>
          <w:rStyle w:val="CommentReference"/>
        </w:rPr>
        <w:commentReference w:id="21"/>
      </w:r>
      <w:commentRangeEnd w:id="22"/>
      <w:r w:rsidR="006C268E">
        <w:rPr>
          <w:rStyle w:val="CommentReference"/>
        </w:rPr>
        <w:commentReference w:id="22"/>
      </w:r>
    </w:p>
    <w:p w14:paraId="6E9A4386" w14:textId="77777777" w:rsidR="000670B7" w:rsidRPr="008E2ACA" w:rsidRDefault="000670B7" w:rsidP="008A329C">
      <w:pPr>
        <w:pStyle w:val="BodyText"/>
        <w:numPr>
          <w:ilvl w:val="0"/>
          <w:numId w:val="34"/>
        </w:numPr>
        <w:ind w:left="567" w:hanging="567"/>
      </w:pPr>
      <w:r w:rsidRPr="008E2ACA">
        <w:t>Metrological systems and data</w:t>
      </w:r>
    </w:p>
    <w:p w14:paraId="2F1D6165" w14:textId="77777777" w:rsidR="000670B7" w:rsidRPr="008E2ACA" w:rsidRDefault="00276BC5" w:rsidP="008A329C">
      <w:pPr>
        <w:pStyle w:val="BodyText"/>
        <w:numPr>
          <w:ilvl w:val="0"/>
          <w:numId w:val="34"/>
        </w:numPr>
        <w:ind w:left="567" w:hanging="567"/>
      </w:pPr>
      <w:r w:rsidRPr="008E2ACA">
        <w:t xml:space="preserve">Hydrographic </w:t>
      </w:r>
      <w:r w:rsidR="000670B7" w:rsidRPr="008E2ACA">
        <w:t>systems and data</w:t>
      </w:r>
    </w:p>
    <w:p w14:paraId="152E20F5" w14:textId="77777777" w:rsidR="000670B7" w:rsidRPr="008E2ACA" w:rsidRDefault="000670B7" w:rsidP="008A329C">
      <w:pPr>
        <w:pStyle w:val="BodyText"/>
        <w:numPr>
          <w:ilvl w:val="0"/>
          <w:numId w:val="34"/>
        </w:numPr>
        <w:ind w:left="567" w:hanging="567"/>
      </w:pPr>
      <w:r w:rsidRPr="008E2ACA">
        <w:t>AtoN availability</w:t>
      </w:r>
    </w:p>
    <w:p w14:paraId="25B31280" w14:textId="77777777" w:rsidR="006C251E" w:rsidRPr="008E2ACA" w:rsidRDefault="000670B7" w:rsidP="008A329C">
      <w:pPr>
        <w:pStyle w:val="BodyText"/>
        <w:numPr>
          <w:ilvl w:val="0"/>
          <w:numId w:val="34"/>
        </w:numPr>
        <w:ind w:left="567" w:hanging="567"/>
      </w:pPr>
      <w:r w:rsidRPr="008E2ACA">
        <w:t>Vessel traffic and density</w:t>
      </w:r>
    </w:p>
    <w:p w14:paraId="61D97484" w14:textId="77777777" w:rsidR="00396B4C" w:rsidRPr="008E2ACA" w:rsidRDefault="00984CFD" w:rsidP="008A329C">
      <w:pPr>
        <w:pStyle w:val="BodyText"/>
        <w:numPr>
          <w:ilvl w:val="0"/>
          <w:numId w:val="34"/>
        </w:numPr>
        <w:ind w:left="567" w:hanging="567"/>
      </w:pPr>
      <w:r w:rsidRPr="008E2ACA">
        <w:t>Adaptation</w:t>
      </w:r>
      <w:r w:rsidR="00934CE0" w:rsidRPr="008E2ACA">
        <w:t xml:space="preserve"> </w:t>
      </w:r>
      <w:r w:rsidR="004124FA" w:rsidRPr="008E2ACA">
        <w:t>of traditional AtoN services to support MASS</w:t>
      </w:r>
    </w:p>
    <w:p w14:paraId="6E57D8BF" w14:textId="77777777" w:rsidR="00794A15" w:rsidRPr="008E2ACA" w:rsidRDefault="00794A15" w:rsidP="008A329C">
      <w:pPr>
        <w:pStyle w:val="BodyText"/>
        <w:numPr>
          <w:ilvl w:val="0"/>
          <w:numId w:val="34"/>
        </w:numPr>
        <w:ind w:left="567" w:hanging="567"/>
      </w:pPr>
      <w:r w:rsidRPr="008E2ACA">
        <w:t xml:space="preserve">Adopt, adapt or extend </w:t>
      </w:r>
      <w:r w:rsidR="009072B7" w:rsidRPr="008E2ACA">
        <w:t xml:space="preserve">existing </w:t>
      </w:r>
      <w:r w:rsidRPr="008E2ACA">
        <w:t xml:space="preserve">technology </w:t>
      </w:r>
    </w:p>
    <w:p w14:paraId="3B230DB3" w14:textId="77777777" w:rsidR="00F1628E" w:rsidRPr="008E2ACA" w:rsidRDefault="00F1628E" w:rsidP="008A329C">
      <w:pPr>
        <w:pStyle w:val="BodyText"/>
        <w:numPr>
          <w:ilvl w:val="0"/>
          <w:numId w:val="34"/>
        </w:numPr>
        <w:ind w:left="567" w:hanging="567"/>
      </w:pPr>
      <w:r w:rsidRPr="008E2ACA">
        <w:t>Communication services</w:t>
      </w:r>
    </w:p>
    <w:p w14:paraId="4AD15EAC" w14:textId="77777777" w:rsidR="006C251E" w:rsidRPr="008E2ACA" w:rsidRDefault="006C251E" w:rsidP="008A329C">
      <w:pPr>
        <w:pStyle w:val="Heading1"/>
        <w:ind w:left="709" w:hanging="709"/>
      </w:pPr>
      <w:bookmarkStart w:id="23" w:name="_Toc66949241"/>
      <w:bookmarkStart w:id="24" w:name="_Toc97046745"/>
      <w:r w:rsidRPr="008E2ACA">
        <w:t>Development of MASS</w:t>
      </w:r>
      <w:bookmarkEnd w:id="23"/>
      <w:r w:rsidR="0089148B" w:rsidRPr="008E2ACA">
        <w:t xml:space="preserve"> SYSTEMS</w:t>
      </w:r>
      <w:bookmarkEnd w:id="24"/>
    </w:p>
    <w:p w14:paraId="5D29D3BC" w14:textId="77777777" w:rsidR="006C251E" w:rsidRPr="008E2ACA" w:rsidRDefault="006C251E" w:rsidP="006C251E">
      <w:pPr>
        <w:pStyle w:val="Heading1separatationline"/>
      </w:pPr>
    </w:p>
    <w:p w14:paraId="28ACB8AD" w14:textId="77777777" w:rsidR="00595EBA" w:rsidRPr="008E2ACA" w:rsidRDefault="0082189D" w:rsidP="006C251E">
      <w:pPr>
        <w:pStyle w:val="BodyText"/>
      </w:pPr>
      <w:r w:rsidRPr="008E2ACA">
        <w:t xml:space="preserve">An appropriate means </w:t>
      </w:r>
      <w:r w:rsidR="00854E14" w:rsidRPr="008E2ACA">
        <w:t xml:space="preserve">of AtoN and </w:t>
      </w:r>
      <w:r w:rsidRPr="008E2ACA">
        <w:t xml:space="preserve">for communications and data exchange, including redundancy, should be provided for the safe conduct of </w:t>
      </w:r>
      <w:r w:rsidR="004369AA" w:rsidRPr="008E2ACA">
        <w:t>any MASS</w:t>
      </w:r>
      <w:r w:rsidRPr="008E2ACA">
        <w:t xml:space="preserve"> trial (from MSC.1</w:t>
      </w:r>
      <w:r w:rsidR="004106B0">
        <w:t>/</w:t>
      </w:r>
      <w:r w:rsidRPr="008E2ACA">
        <w:t>Circ.1604)</w:t>
      </w:r>
      <w:r w:rsidR="00854E14" w:rsidRPr="008E2ACA">
        <w:t>.</w:t>
      </w:r>
    </w:p>
    <w:p w14:paraId="05359579" w14:textId="77777777" w:rsidR="006C251E" w:rsidRPr="008E2ACA" w:rsidRDefault="006C251E" w:rsidP="006C251E">
      <w:pPr>
        <w:pStyle w:val="BodyText"/>
      </w:pPr>
      <w:r w:rsidRPr="008E2ACA">
        <w:rPr>
          <w:highlight w:val="yellow"/>
        </w:rPr>
        <w:t>Website for updates on MASS developments?  (perhaps an opportunity to provide IALA members with an online calendar of MASS activity / conferences; reference materials?)</w:t>
      </w:r>
    </w:p>
    <w:p w14:paraId="73B40783" w14:textId="77777777" w:rsidR="00065DA7" w:rsidRPr="008E2ACA" w:rsidRDefault="00065DA7" w:rsidP="008A329C">
      <w:pPr>
        <w:pStyle w:val="Heading1separatationline"/>
      </w:pPr>
    </w:p>
    <w:p w14:paraId="5C913482" w14:textId="77777777" w:rsidR="000E689B" w:rsidRPr="008E2ACA" w:rsidRDefault="00065DA7" w:rsidP="008A329C">
      <w:pPr>
        <w:pStyle w:val="Heading2"/>
        <w:ind w:left="851" w:hanging="851"/>
      </w:pPr>
      <w:bookmarkStart w:id="25" w:name="_Toc97046746"/>
      <w:r w:rsidRPr="008E2ACA">
        <w:t xml:space="preserve">Management of MASS </w:t>
      </w:r>
      <w:commentRangeStart w:id="26"/>
      <w:commentRangeStart w:id="27"/>
      <w:r w:rsidRPr="008E2ACA">
        <w:t>vessels</w:t>
      </w:r>
      <w:commentRangeStart w:id="28"/>
      <w:commentRangeEnd w:id="28"/>
      <w:commentRangeEnd w:id="26"/>
      <w:commentRangeEnd w:id="27"/>
      <w:r w:rsidR="000E689B">
        <w:rPr>
          <w:rStyle w:val="CommentReference"/>
          <w:rFonts w:asciiTheme="minorHAnsi" w:eastAsiaTheme="minorHAnsi" w:hAnsiTheme="minorHAnsi" w:cstheme="minorBidi"/>
          <w:b w:val="0"/>
          <w:bCs w:val="0"/>
          <w:caps w:val="0"/>
          <w:color w:val="auto"/>
        </w:rPr>
        <w:commentReference w:id="28"/>
      </w:r>
      <w:r w:rsidR="00282F59">
        <w:rPr>
          <w:rStyle w:val="CommentReference"/>
          <w:rFonts w:asciiTheme="minorHAnsi" w:eastAsiaTheme="minorHAnsi" w:hAnsiTheme="minorHAnsi" w:cstheme="minorBidi"/>
          <w:b w:val="0"/>
          <w:bCs w:val="0"/>
          <w:caps w:val="0"/>
          <w:color w:val="auto"/>
        </w:rPr>
        <w:commentReference w:id="26"/>
      </w:r>
      <w:bookmarkEnd w:id="25"/>
      <w:r w:rsidR="006C268E">
        <w:rPr>
          <w:rStyle w:val="CommentReference"/>
          <w:rFonts w:asciiTheme="minorHAnsi" w:eastAsiaTheme="minorHAnsi" w:hAnsiTheme="minorHAnsi" w:cstheme="minorBidi"/>
          <w:b w:val="0"/>
          <w:bCs w:val="0"/>
          <w:caps w:val="0"/>
          <w:color w:val="auto"/>
        </w:rPr>
        <w:commentReference w:id="27"/>
      </w:r>
    </w:p>
    <w:p w14:paraId="49984C3F" w14:textId="77777777" w:rsidR="00701CB0" w:rsidRPr="008E2ACA" w:rsidRDefault="00701CB0" w:rsidP="008A329C">
      <w:pPr>
        <w:pStyle w:val="Heading2separationline"/>
      </w:pPr>
    </w:p>
    <w:p w14:paraId="72B1F1BD" w14:textId="77777777" w:rsidR="00DC4F1B" w:rsidRPr="008E2ACA" w:rsidRDefault="00DC4F1B" w:rsidP="008E2841">
      <w:pPr>
        <w:pStyle w:val="Heading3"/>
        <w:keepNext w:val="0"/>
        <w:keepLines w:val="0"/>
        <w:ind w:left="993" w:hanging="993"/>
      </w:pPr>
      <w:bookmarkStart w:id="29" w:name="_Toc97046747"/>
      <w:r w:rsidRPr="008E2ACA">
        <w:t>Operational and Evaluation Deployment Planning and Authorisations</w:t>
      </w:r>
      <w:bookmarkEnd w:id="29"/>
      <w:r w:rsidRPr="008E2ACA">
        <w:t xml:space="preserve"> </w:t>
      </w:r>
    </w:p>
    <w:p w14:paraId="2F93CC3C" w14:textId="77777777" w:rsidR="00DC4F1B" w:rsidRPr="008E2ACA" w:rsidRDefault="00DC4F1B" w:rsidP="00475230">
      <w:pPr>
        <w:pStyle w:val="BodyText"/>
      </w:pPr>
      <w:r w:rsidRPr="008E2ACA">
        <w:t>IMO has produced Interim Guidelines for MASS Trials at IMO</w:t>
      </w:r>
      <w:r w:rsidR="00E264D8" w:rsidRPr="008E2ACA">
        <w:t xml:space="preserve"> </w:t>
      </w:r>
      <w:r w:rsidRPr="008E2ACA">
        <w:t>MSC Circ</w:t>
      </w:r>
      <w:r w:rsidR="00E264D8" w:rsidRPr="008E2ACA">
        <w:t>.</w:t>
      </w:r>
      <w:r w:rsidRPr="008E2ACA">
        <w:t>1604</w:t>
      </w:r>
      <w:r w:rsidR="00E264D8" w:rsidRPr="008E2ACA">
        <w:t xml:space="preserve"> </w:t>
      </w:r>
      <w:r w:rsidRPr="008E2ACA">
        <w:t xml:space="preserve"> (“MSC 101/WP.8” dated 12 June 2019). These guidelines have been developed to assist relevant authorities and relevant stakeholders with ensuring that the trials of MASS related systems and infrastructure are conducted safely, securely, and with due regard for protection of the environment. </w:t>
      </w:r>
    </w:p>
    <w:p w14:paraId="540ED4EA" w14:textId="77777777" w:rsidR="00475230" w:rsidRPr="008E2ACA" w:rsidRDefault="00475230" w:rsidP="00475230">
      <w:pPr>
        <w:pStyle w:val="BodyText"/>
      </w:pPr>
      <w:r w:rsidRPr="008E2ACA">
        <w:t>Taking into consideration that authorities may be unfamiliar with MASS operations and requirements, and an "‘Industry’ unfamiliar with the route to achieve all the necessary contacts and approvals, it may be prudent to commence with a series of “one-off” requests in order to develop an evaluation, authorisation and approval process to operate.</w:t>
      </w:r>
    </w:p>
    <w:p w14:paraId="580AFAE9" w14:textId="77777777" w:rsidR="00475230" w:rsidRPr="008E2ACA" w:rsidRDefault="00475230" w:rsidP="00475230">
      <w:pPr>
        <w:pStyle w:val="BodyText"/>
      </w:pPr>
      <w:r w:rsidRPr="008E2ACA">
        <w:lastRenderedPageBreak/>
        <w:t xml:space="preserve">For trials </w:t>
      </w:r>
      <w:commentRangeStart w:id="30"/>
      <w:r w:rsidRPr="008E2ACA">
        <w:t>activities</w:t>
      </w:r>
      <w:commentRangeEnd w:id="30"/>
      <w:r w:rsidR="006C268E">
        <w:rPr>
          <w:rStyle w:val="CommentReference"/>
        </w:rPr>
        <w:commentReference w:id="30"/>
      </w:r>
      <w:r w:rsidRPr="008E2ACA">
        <w:t xml:space="preserve">, as opposed to operational deployments, it will take a detailed process of review and selection by the ‘Operator’ to identify and match the necessary functional and operational requirements to the </w:t>
      </w:r>
      <w:r w:rsidR="00851DA4" w:rsidRPr="008E2ACA">
        <w:t>available w</w:t>
      </w:r>
      <w:r w:rsidRPr="008E2ACA">
        <w:t>ater</w:t>
      </w:r>
      <w:r w:rsidR="00851DA4" w:rsidRPr="008E2ACA">
        <w:t xml:space="preserve"> </w:t>
      </w:r>
      <w:r w:rsidRPr="008E2ACA">
        <w:t xml:space="preserve">space and conditions needed. </w:t>
      </w:r>
    </w:p>
    <w:p w14:paraId="384897AF" w14:textId="77777777" w:rsidR="00475230" w:rsidRPr="008E2ACA" w:rsidRDefault="00475230" w:rsidP="00475230">
      <w:pPr>
        <w:pStyle w:val="BodyText"/>
      </w:pPr>
      <w:r w:rsidRPr="008E2ACA">
        <w:t>To achieve a successful, authorised and approved MASS deployment</w:t>
      </w:r>
      <w:r w:rsidR="00851DA4" w:rsidRPr="008E2ACA">
        <w:t xml:space="preserve">, </w:t>
      </w:r>
      <w:r w:rsidRPr="008E2ACA">
        <w:t xml:space="preserve">a number of </w:t>
      </w:r>
      <w:r w:rsidR="00851DA4" w:rsidRPr="008E2ACA">
        <w:t>relevant inshore to offshore ‘water space’ a</w:t>
      </w:r>
      <w:r w:rsidRPr="008E2ACA">
        <w:t>uthorities</w:t>
      </w:r>
      <w:r w:rsidR="00851DA4" w:rsidRPr="008E2ACA">
        <w:t xml:space="preserve"> </w:t>
      </w:r>
      <w:r w:rsidRPr="008E2ACA">
        <w:t xml:space="preserve">may need to be consulted dependent on the area requirements and the extent of the evaluation tasking. The principal points of contact </w:t>
      </w:r>
      <w:r w:rsidR="00851DA4" w:rsidRPr="008E2ACA">
        <w:t xml:space="preserve">would most probably be the </w:t>
      </w:r>
      <w:r w:rsidRPr="008E2ACA">
        <w:t>Harbour Masters (HM) and Inner Harbour Authorities</w:t>
      </w:r>
      <w:r w:rsidR="00851DA4" w:rsidRPr="008E2ACA">
        <w:t>.</w:t>
      </w:r>
      <w:r w:rsidRPr="008E2ACA">
        <w:t xml:space="preserve"> </w:t>
      </w:r>
    </w:p>
    <w:p w14:paraId="53EFE2A6" w14:textId="77777777" w:rsidR="00475230" w:rsidRPr="008E2ACA" w:rsidRDefault="00475230" w:rsidP="00475230">
      <w:pPr>
        <w:pStyle w:val="BodyText"/>
      </w:pPr>
      <w:r w:rsidRPr="008E2ACA">
        <w:t xml:space="preserve">Notice to Mariners and appropriate radio navigation warnings should be issued as appropriate. </w:t>
      </w:r>
    </w:p>
    <w:p w14:paraId="34D6DE7C" w14:textId="77777777" w:rsidR="00475230" w:rsidRPr="008E2ACA" w:rsidRDefault="00475230" w:rsidP="00475230">
      <w:pPr>
        <w:pStyle w:val="BodyText"/>
      </w:pPr>
      <w:r w:rsidRPr="008E2ACA">
        <w:t xml:space="preserve">During the planning phase of any MASS Operational deployment the following additional operators and or authorities should also be considered, and notification issued and or clearance obtained where relevant: </w:t>
      </w:r>
    </w:p>
    <w:p w14:paraId="32220F44" w14:textId="77777777" w:rsidR="00475230" w:rsidRPr="008E2ACA" w:rsidRDefault="00475230" w:rsidP="008E2841">
      <w:pPr>
        <w:pStyle w:val="BodyText"/>
        <w:numPr>
          <w:ilvl w:val="0"/>
          <w:numId w:val="38"/>
        </w:numPr>
        <w:ind w:left="426" w:hanging="426"/>
      </w:pPr>
      <w:r w:rsidRPr="008E2ACA">
        <w:t xml:space="preserve">Fishermen (Bulletin of intended ops); </w:t>
      </w:r>
    </w:p>
    <w:p w14:paraId="5FB083D6" w14:textId="77777777" w:rsidR="00475230" w:rsidRPr="008E2ACA" w:rsidRDefault="00475230" w:rsidP="008E2841">
      <w:pPr>
        <w:pStyle w:val="BodyText"/>
        <w:numPr>
          <w:ilvl w:val="0"/>
          <w:numId w:val="38"/>
        </w:numPr>
        <w:ind w:left="426" w:hanging="426"/>
      </w:pPr>
      <w:r w:rsidRPr="008E2ACA">
        <w:t xml:space="preserve">Offshore operators (i.e. Oil &amp; Gas, and Renewable Energy operators/owners); </w:t>
      </w:r>
    </w:p>
    <w:p w14:paraId="11BE844F" w14:textId="77777777" w:rsidR="00475230" w:rsidRPr="008E2ACA" w:rsidRDefault="00475230" w:rsidP="008E2841">
      <w:pPr>
        <w:pStyle w:val="BodyText"/>
        <w:numPr>
          <w:ilvl w:val="0"/>
          <w:numId w:val="38"/>
        </w:numPr>
        <w:ind w:left="426" w:hanging="426"/>
      </w:pPr>
      <w:r w:rsidRPr="008E2ACA">
        <w:t xml:space="preserve">Established local water sport leisure clubs and organisations; </w:t>
      </w:r>
    </w:p>
    <w:p w14:paraId="54E67CD3" w14:textId="77777777" w:rsidR="00475230" w:rsidRPr="008E2ACA" w:rsidRDefault="00475230" w:rsidP="008E2841">
      <w:pPr>
        <w:pStyle w:val="BodyText"/>
        <w:numPr>
          <w:ilvl w:val="0"/>
          <w:numId w:val="38"/>
        </w:numPr>
        <w:ind w:left="426" w:hanging="426"/>
      </w:pPr>
      <w:r w:rsidRPr="008E2ACA">
        <w:t xml:space="preserve">Other stakeholders with economical, safety or environmental interests in intended location. </w:t>
      </w:r>
    </w:p>
    <w:p w14:paraId="294F9859" w14:textId="77777777" w:rsidR="00475230" w:rsidRPr="008E2ACA" w:rsidRDefault="00475230" w:rsidP="00475230">
      <w:pPr>
        <w:pStyle w:val="BodyText"/>
      </w:pPr>
      <w:r w:rsidRPr="008E2ACA">
        <w:t xml:space="preserve">In working to achieve the necessary approvals, it is expected that a suite of </w:t>
      </w:r>
      <w:r w:rsidR="00851DA4" w:rsidRPr="008E2ACA">
        <w:t>Health, Safety and Environment (</w:t>
      </w:r>
      <w:r w:rsidRPr="008E2ACA">
        <w:t>HSE</w:t>
      </w:r>
      <w:r w:rsidR="00851DA4" w:rsidRPr="008E2ACA">
        <w:t>)</w:t>
      </w:r>
      <w:r w:rsidRPr="008E2ACA">
        <w:t xml:space="preserve"> documentation should be provided to support the mission and assure the relevant approving authorities that full consideration to the safety and risk management of the intended operation or evaluation trial has been completed. This may include a full HSE Plan, Launch and Recovery Risk Assessment, Emergency Recovery Plan and Procedure, and the outline Mission Plan and Method Statement. These documents w</w:t>
      </w:r>
      <w:r w:rsidR="00E94B1F">
        <w:t>ould</w:t>
      </w:r>
      <w:r w:rsidRPr="008E2ACA">
        <w:t xml:space="preserve"> support the approval application and ensure all operations are conducted within the intent of th</w:t>
      </w:r>
      <w:r w:rsidR="00851DA4" w:rsidRPr="008E2ACA">
        <w:t>e requirements to operate</w:t>
      </w:r>
      <w:r w:rsidRPr="008E2ACA">
        <w:t>. It also provides proof of the application of Industry Best Practice and cogni</w:t>
      </w:r>
      <w:r w:rsidR="00851DA4" w:rsidRPr="008E2ACA">
        <w:t>s</w:t>
      </w:r>
      <w:r w:rsidRPr="008E2ACA">
        <w:t xml:space="preserve">ance of the sensitivity and responsibility to societal acceptance of autonomous systems. </w:t>
      </w:r>
    </w:p>
    <w:p w14:paraId="6D94652C" w14:textId="77777777" w:rsidR="005A2F8D" w:rsidRPr="008E2ACA" w:rsidRDefault="005A2F8D" w:rsidP="005A2F8D">
      <w:pPr>
        <w:pStyle w:val="Heading3"/>
        <w:keepNext w:val="0"/>
        <w:keepLines w:val="0"/>
        <w:ind w:left="993" w:hanging="993"/>
      </w:pPr>
      <w:bookmarkStart w:id="31" w:name="_Toc97046748"/>
      <w:r w:rsidRPr="008E2ACA">
        <w:t>Environmental Considerations</w:t>
      </w:r>
      <w:bookmarkEnd w:id="31"/>
      <w:r w:rsidRPr="008E2ACA">
        <w:t xml:space="preserve"> </w:t>
      </w:r>
    </w:p>
    <w:p w14:paraId="70FA36D4" w14:textId="77777777" w:rsidR="005A2F8D" w:rsidRPr="008E2ACA" w:rsidRDefault="005A2F8D" w:rsidP="005A2F8D">
      <w:pPr>
        <w:pStyle w:val="BodyText"/>
      </w:pPr>
      <w:r w:rsidRPr="008E2ACA">
        <w:t xml:space="preserve">MASS operations </w:t>
      </w:r>
      <w:r w:rsidR="00E94B1F">
        <w:t xml:space="preserve">would </w:t>
      </w:r>
      <w:r w:rsidRPr="008E2ACA">
        <w:t>also need to respect any environmental designations applicable to the area in which the MASS operates.  For example, Marine Protected Areas (MPAs) are designated in territorial waters to protect marine wildlife of national and international importance.  These include Special Areas of Conservation (SACs), Special Protection Areas (SPAs), Sites of Specific Scientific Interest (SSSIs), the Ramsar Convention on Wetlands of International Importance Especially as Waterfowl Habitat</w:t>
      </w:r>
      <w:r w:rsidRPr="008E2ACA">
        <w:rPr>
          <w:rFonts w:ascii="Arial" w:hAnsi="Arial" w:cs="Arial"/>
          <w:b/>
          <w:bCs/>
          <w:color w:val="202122"/>
          <w:sz w:val="21"/>
          <w:szCs w:val="21"/>
          <w:shd w:val="clear" w:color="auto" w:fill="FFFFFF"/>
        </w:rPr>
        <w:t xml:space="preserve"> (</w:t>
      </w:r>
      <w:r w:rsidRPr="008E2ACA">
        <w:t>Ramsar) sites (if applicable) and Marine Conservation Zones (MCZs).  A large proportion of estuaries, for example, w</w:t>
      </w:r>
      <w:r w:rsidR="00E94B1F">
        <w:t>ould</w:t>
      </w:r>
      <w:r w:rsidRPr="008E2ACA">
        <w:t xml:space="preserve"> have one or more of these designations.  Operating a MASS in designated areas, particularly at times of the year when there is the potential for disturbance to wildlife (e.g. migrating birds), may be an activity which requires assent from the relevant environmental or conservation authority and their advice should be sought.</w:t>
      </w:r>
    </w:p>
    <w:p w14:paraId="4A1647F2" w14:textId="77777777" w:rsidR="00DC4F1B" w:rsidRPr="008E2ACA" w:rsidRDefault="005A2F8D" w:rsidP="006C268E">
      <w:pPr>
        <w:pStyle w:val="Heading3"/>
        <w:keepNext w:val="0"/>
        <w:keepLines w:val="0"/>
        <w:ind w:left="993" w:hanging="993"/>
      </w:pPr>
      <w:bookmarkStart w:id="32" w:name="_Toc97046749"/>
      <w:r w:rsidRPr="008E2ACA">
        <w:t>Health and Safety</w:t>
      </w:r>
      <w:bookmarkEnd w:id="32"/>
      <w:r w:rsidRPr="008E2ACA">
        <w:t xml:space="preserve"> </w:t>
      </w:r>
    </w:p>
    <w:p w14:paraId="53D2DC2A" w14:textId="77777777" w:rsidR="00A1508C" w:rsidRPr="008E2ACA" w:rsidRDefault="00A1508C" w:rsidP="00A1508C">
      <w:pPr>
        <w:pStyle w:val="BodyText"/>
      </w:pPr>
      <w:r w:rsidRPr="008E2ACA">
        <w:t xml:space="preserve">The MASS industry’s activities and operations can have an impact on the health and safety of their employees, subcontractors and others working within it, both ashore and afloat.  The industry has a responsibility to make sure it limits the potential for accidents to occur.  </w:t>
      </w:r>
    </w:p>
    <w:p w14:paraId="5B551B83" w14:textId="77777777" w:rsidR="00A1508C" w:rsidRPr="008E2ACA" w:rsidRDefault="00A1508C" w:rsidP="00A1508C">
      <w:pPr>
        <w:pStyle w:val="BodyText"/>
      </w:pPr>
      <w:r w:rsidRPr="008E2ACA">
        <w:t>The Owner/Operator of a MASS is responsible for the health and safety of anyone working on or around the MASS.  Regulations applicable to the health and safety of employees on or around the MASS, support crew and offices ashore, including Remote Control Centres</w:t>
      </w:r>
      <w:r w:rsidR="00300F8C" w:rsidRPr="008E2ACA">
        <w:t xml:space="preserve"> (RCCs)</w:t>
      </w:r>
      <w:r w:rsidRPr="008E2ACA">
        <w:t xml:space="preserve">, should be taken into consideration.  Complying with all relevant safety rules and procedures is an essential minimum. </w:t>
      </w:r>
    </w:p>
    <w:p w14:paraId="6B0D4BC6" w14:textId="77777777" w:rsidR="00A1508C" w:rsidRPr="008E2ACA" w:rsidRDefault="00A1508C" w:rsidP="00A1508C">
      <w:pPr>
        <w:pStyle w:val="BodyText"/>
      </w:pPr>
      <w:r w:rsidRPr="008E2ACA">
        <w:t>Everyone within the industry has a responsibility for safety in the workplace and must be familiar with and comply with each company’s Health and Safety Policy and all local requirements and by thinking through the risks and hazards in our workplace and daily operating environment</w:t>
      </w:r>
    </w:p>
    <w:p w14:paraId="7820ED4D" w14:textId="77777777" w:rsidR="005A2F8D" w:rsidRPr="008E2ACA" w:rsidRDefault="005A2F8D" w:rsidP="005A2F8D">
      <w:pPr>
        <w:pStyle w:val="BodyText"/>
      </w:pPr>
      <w:r w:rsidRPr="008E2ACA">
        <w:lastRenderedPageBreak/>
        <w:t xml:space="preserve">Every employer is to be aware of any risks affecting workers and others and to ensure that appropriate measures are taken to minimise them through improving procedures or equipment where necessary. Employers must instruct those affected about the risks and how to ensure their own health and safety and the health and safety of others. </w:t>
      </w:r>
    </w:p>
    <w:p w14:paraId="223CA546" w14:textId="77777777" w:rsidR="00020B46" w:rsidRPr="008E2ACA" w:rsidRDefault="00020B46" w:rsidP="00020B46">
      <w:pPr>
        <w:pStyle w:val="Heading3"/>
        <w:keepNext w:val="0"/>
        <w:keepLines w:val="0"/>
        <w:ind w:left="993" w:hanging="993"/>
      </w:pPr>
      <w:bookmarkStart w:id="33" w:name="_Toc97046750"/>
      <w:r w:rsidRPr="008E2ACA">
        <w:t xml:space="preserve">Cyber Safety </w:t>
      </w:r>
      <w:r w:rsidR="00066009" w:rsidRPr="008E2ACA">
        <w:t>a</w:t>
      </w:r>
      <w:r w:rsidRPr="008E2ACA">
        <w:t>nd Security</w:t>
      </w:r>
      <w:bookmarkEnd w:id="33"/>
      <w:r w:rsidRPr="008E2ACA">
        <w:t xml:space="preserve"> </w:t>
      </w:r>
    </w:p>
    <w:p w14:paraId="0B9D437A" w14:textId="77777777" w:rsidR="00066009" w:rsidRPr="008E2ACA" w:rsidRDefault="00066009" w:rsidP="00066009">
      <w:pPr>
        <w:pStyle w:val="BodyText"/>
      </w:pPr>
      <w:r w:rsidRPr="008E2ACA">
        <w:t>The need to implement effective cyber security strategies grows every day.  Cybercriminals continuously derive more sophisticated techniques for executing attacks.</w:t>
      </w:r>
    </w:p>
    <w:p w14:paraId="2B325904" w14:textId="77777777" w:rsidR="00DC4F1B" w:rsidRPr="008E2ACA" w:rsidRDefault="00020B46" w:rsidP="00066009">
      <w:pPr>
        <w:pStyle w:val="BodyText"/>
      </w:pPr>
      <w:r w:rsidRPr="008E2ACA">
        <w:t>All aspects of Cyber Safety and Security should be embedded in the initial design of all software and hardware in MASS.  The integration of these systems needs to be considered throughout the design process.  Consequent updates and patches could have unforeseen, undesirable adverse effects on the functions and security integrity of the whole system.</w:t>
      </w:r>
    </w:p>
    <w:p w14:paraId="458DC30C" w14:textId="77777777" w:rsidR="00066009" w:rsidRPr="008E2ACA" w:rsidRDefault="00066009" w:rsidP="00066009">
      <w:pPr>
        <w:pStyle w:val="BodyText"/>
      </w:pPr>
      <w:r w:rsidRPr="008E2ACA">
        <w:t xml:space="preserve">IMO resolution MSC.428(98) was adopted in 2017 and there are ongoing discussions at IMO to address ‘Cyber risk management in Safety Management Systems’.  For the shipping industry, resolution MSC.428(98) established a clear intent that the regulatory requirements of the Organisation for cyber risk management were embodied in the provisions of SOLAS chapter IX and </w:t>
      </w:r>
      <w:r w:rsidRPr="008E2ACA">
        <w:rPr>
          <w:rFonts w:cstheme="minorHAnsi"/>
        </w:rPr>
        <w:t xml:space="preserve">the </w:t>
      </w:r>
      <w:r w:rsidR="00090D3A" w:rsidRPr="003E5CDA">
        <w:rPr>
          <w:rFonts w:cstheme="minorHAnsi"/>
          <w:color w:val="221E1F"/>
          <w:szCs w:val="18"/>
        </w:rPr>
        <w:t xml:space="preserve">International Safety Management </w:t>
      </w:r>
      <w:r w:rsidR="000B4D24" w:rsidRPr="008E2ACA">
        <w:rPr>
          <w:rFonts w:cstheme="minorHAnsi"/>
          <w:color w:val="221E1F"/>
          <w:szCs w:val="18"/>
        </w:rPr>
        <w:t xml:space="preserve">(ISM) </w:t>
      </w:r>
      <w:r w:rsidR="00090D3A" w:rsidRPr="003E5CDA">
        <w:rPr>
          <w:rFonts w:cstheme="minorHAnsi"/>
          <w:color w:val="221E1F"/>
          <w:szCs w:val="18"/>
        </w:rPr>
        <w:t>Code (IMO)</w:t>
      </w:r>
      <w:r w:rsidRPr="008E2ACA">
        <w:rPr>
          <w:rFonts w:cstheme="minorHAnsi"/>
        </w:rPr>
        <w:t>. Administrations</w:t>
      </w:r>
      <w:r w:rsidRPr="008E2ACA">
        <w:t xml:space="preserve"> are expected to clarify and enforce this intent.  Effective management of cyber risks by companies, in accordance with the international regulatory requirements, is understood to be demonstrated by: </w:t>
      </w:r>
    </w:p>
    <w:p w14:paraId="6A807FF8" w14:textId="77777777" w:rsidR="00066009" w:rsidRPr="008E2ACA" w:rsidRDefault="00066009" w:rsidP="008E2841">
      <w:pPr>
        <w:pStyle w:val="BodyText"/>
        <w:numPr>
          <w:ilvl w:val="0"/>
          <w:numId w:val="38"/>
        </w:numPr>
        <w:ind w:left="426" w:hanging="426"/>
      </w:pPr>
      <w:r w:rsidRPr="008E2ACA">
        <w:t xml:space="preserve">Evidence of the continuous improvement of approved safety management systems conforming to the requirements of the ISM Code to take into account cyber risks; and </w:t>
      </w:r>
    </w:p>
    <w:p w14:paraId="5EBA3A6A" w14:textId="77777777" w:rsidR="00066009" w:rsidRPr="008E2ACA" w:rsidRDefault="00066009" w:rsidP="008E2841">
      <w:pPr>
        <w:pStyle w:val="BodyText"/>
        <w:numPr>
          <w:ilvl w:val="0"/>
          <w:numId w:val="38"/>
        </w:numPr>
        <w:ind w:left="426" w:hanging="426"/>
      </w:pPr>
      <w:r w:rsidRPr="008E2ACA">
        <w:t xml:space="preserve">Implementation of policies and procedures for effective cyber risk management </w:t>
      </w:r>
    </w:p>
    <w:p w14:paraId="295FCEDF" w14:textId="77777777" w:rsidR="00DC4F1B" w:rsidRPr="008E2ACA" w:rsidRDefault="00020B46" w:rsidP="006C268E">
      <w:pPr>
        <w:pStyle w:val="Heading3"/>
        <w:keepNext w:val="0"/>
        <w:keepLines w:val="0"/>
        <w:ind w:left="993" w:hanging="993"/>
      </w:pPr>
      <w:bookmarkStart w:id="34" w:name="_Toc97046751"/>
      <w:r w:rsidRPr="008E2ACA">
        <w:t xml:space="preserve">Trade Restrictions and Export </w:t>
      </w:r>
      <w:commentRangeStart w:id="35"/>
      <w:r w:rsidRPr="008E2ACA">
        <w:t>Controls</w:t>
      </w:r>
      <w:bookmarkEnd w:id="34"/>
      <w:commentRangeEnd w:id="35"/>
      <w:r w:rsidR="006C268E">
        <w:rPr>
          <w:rStyle w:val="CommentReference"/>
          <w:rFonts w:asciiTheme="minorHAnsi" w:eastAsiaTheme="minorHAnsi" w:hAnsiTheme="minorHAnsi" w:cstheme="minorBidi"/>
          <w:b w:val="0"/>
          <w:bCs w:val="0"/>
          <w:smallCaps w:val="0"/>
          <w:color w:val="auto"/>
        </w:rPr>
        <w:commentReference w:id="35"/>
      </w:r>
    </w:p>
    <w:p w14:paraId="5B901D19" w14:textId="77777777" w:rsidR="00020B46" w:rsidRPr="008E2ACA" w:rsidRDefault="00020B46" w:rsidP="00020B46">
      <w:pPr>
        <w:pStyle w:val="BodyText"/>
      </w:pPr>
      <w:r w:rsidRPr="008E2ACA">
        <w:t xml:space="preserve">The MASS industry </w:t>
      </w:r>
      <w:r w:rsidR="00E94B1F">
        <w:t xml:space="preserve">will have to </w:t>
      </w:r>
      <w:r w:rsidRPr="008E2ACA">
        <w:t xml:space="preserve"> be involved with International, cross-border business and as such must be familiar with the appropriate national policies and procedures for handling goods, technology and data or providing services which may come into or go outside of a country. </w:t>
      </w:r>
    </w:p>
    <w:p w14:paraId="42B92AFD" w14:textId="77777777" w:rsidR="00020B46" w:rsidRPr="008E2ACA" w:rsidRDefault="00020B46" w:rsidP="00020B46">
      <w:pPr>
        <w:pStyle w:val="BodyText"/>
      </w:pPr>
      <w:r w:rsidRPr="008E2ACA">
        <w:t xml:space="preserve">Involvement may mean simply having contact with a foreign or dual national inside a company facility for instance at a trade show. </w:t>
      </w:r>
      <w:r w:rsidR="009253B2" w:rsidRPr="008E2ACA">
        <w:t xml:space="preserve"> </w:t>
      </w:r>
      <w:r w:rsidRPr="008E2ACA">
        <w:t xml:space="preserve">It can mean sending a technical drawing to a potential supplier in another country or submitting a proposal to a foreign government. </w:t>
      </w:r>
    </w:p>
    <w:p w14:paraId="54B2FCC2" w14:textId="77777777" w:rsidR="00020B46" w:rsidRPr="008E2ACA" w:rsidRDefault="00020B46" w:rsidP="00020B46">
      <w:pPr>
        <w:pStyle w:val="BodyText"/>
      </w:pPr>
      <w:r w:rsidRPr="008E2ACA">
        <w:t xml:space="preserve">If the Industry fails to observe export control laws, companies (and individuals) may face fines, criminal prosecution and loss of export privileges. </w:t>
      </w:r>
    </w:p>
    <w:p w14:paraId="719777F0" w14:textId="77777777" w:rsidR="00020B46" w:rsidRPr="008E2ACA" w:rsidRDefault="00020B46" w:rsidP="00020B46">
      <w:pPr>
        <w:pStyle w:val="BodyText"/>
      </w:pPr>
      <w:r w:rsidRPr="008E2ACA">
        <w:t xml:space="preserve">Company policies and procedures must take these regulations and laws into account and so it is important to be familiar with them. </w:t>
      </w:r>
    </w:p>
    <w:p w14:paraId="5AE12DBE" w14:textId="77777777" w:rsidR="00020B46" w:rsidRPr="008E2ACA" w:rsidRDefault="00020B46" w:rsidP="00020B46">
      <w:pPr>
        <w:pStyle w:val="BodyText"/>
      </w:pPr>
      <w:r w:rsidRPr="008E2ACA">
        <w:t xml:space="preserve">Companies </w:t>
      </w:r>
      <w:r w:rsidR="00E94B1F">
        <w:t xml:space="preserve">will have to </w:t>
      </w:r>
      <w:r w:rsidRPr="008E2ACA">
        <w:t xml:space="preserve"> provide training to those employees who are involved in export and import, or that regularly have contact with foreign nationals. </w:t>
      </w:r>
    </w:p>
    <w:p w14:paraId="0BA4C019" w14:textId="77777777" w:rsidR="009253B2" w:rsidRPr="008E2ACA" w:rsidRDefault="009253B2" w:rsidP="009253B2">
      <w:pPr>
        <w:pStyle w:val="Heading3"/>
        <w:keepNext w:val="0"/>
        <w:keepLines w:val="0"/>
        <w:ind w:left="993" w:hanging="993"/>
      </w:pPr>
      <w:bookmarkStart w:id="36" w:name="_Toc97046752"/>
      <w:r w:rsidRPr="008E2ACA">
        <w:t>Regulatory and Legislative Compliance</w:t>
      </w:r>
      <w:bookmarkEnd w:id="36"/>
    </w:p>
    <w:p w14:paraId="4A6A2C0A" w14:textId="77777777" w:rsidR="009253B2" w:rsidRPr="008E2ACA" w:rsidRDefault="009253B2" w:rsidP="009253B2">
      <w:pPr>
        <w:pStyle w:val="BodyText"/>
      </w:pPr>
      <w:r w:rsidRPr="008E2ACA">
        <w:t xml:space="preserve">The regulatory development governing MASS is still in progress. In the meantime, the Industry has to conduct activities and operations in full recognition of the status of MASS with respect </w:t>
      </w:r>
      <w:commentRangeStart w:id="37"/>
      <w:r w:rsidRPr="008E2ACA">
        <w:t>to</w:t>
      </w:r>
      <w:commentRangeEnd w:id="37"/>
      <w:r w:rsidR="006C268E">
        <w:rPr>
          <w:rStyle w:val="CommentReference"/>
        </w:rPr>
        <w:commentReference w:id="37"/>
      </w:r>
      <w:r w:rsidRPr="008E2ACA">
        <w:t xml:space="preserve">: </w:t>
      </w:r>
    </w:p>
    <w:p w14:paraId="662854DF" w14:textId="77777777" w:rsidR="009253B2" w:rsidRPr="008E2ACA" w:rsidRDefault="009253B2" w:rsidP="008E2841">
      <w:pPr>
        <w:pStyle w:val="BodyText"/>
        <w:numPr>
          <w:ilvl w:val="0"/>
          <w:numId w:val="38"/>
        </w:numPr>
        <w:ind w:left="426" w:hanging="426"/>
      </w:pPr>
      <w:r w:rsidRPr="008E2ACA">
        <w:t>COLREGs</w:t>
      </w:r>
    </w:p>
    <w:p w14:paraId="344CD5AA" w14:textId="77777777" w:rsidR="009253B2" w:rsidRPr="008E2ACA" w:rsidRDefault="009253B2" w:rsidP="008E2841">
      <w:pPr>
        <w:pStyle w:val="BodyText"/>
        <w:numPr>
          <w:ilvl w:val="0"/>
          <w:numId w:val="38"/>
        </w:numPr>
        <w:ind w:left="426" w:hanging="426"/>
      </w:pPr>
      <w:r w:rsidRPr="008E2ACA">
        <w:t xml:space="preserve">Other maritime laws, rules and conventions where applicable </w:t>
      </w:r>
    </w:p>
    <w:p w14:paraId="02ADAEC2" w14:textId="77777777" w:rsidR="009253B2" w:rsidRPr="008E2ACA" w:rsidRDefault="009253B2" w:rsidP="008E2841">
      <w:pPr>
        <w:pStyle w:val="BodyText"/>
        <w:numPr>
          <w:ilvl w:val="0"/>
          <w:numId w:val="38"/>
        </w:numPr>
        <w:ind w:left="426" w:hanging="426"/>
      </w:pPr>
      <w:r w:rsidRPr="008E2ACA">
        <w:t xml:space="preserve">Local or temporary arrangements in place in the areas of MASS operations </w:t>
      </w:r>
    </w:p>
    <w:p w14:paraId="5C15ED57" w14:textId="77777777" w:rsidR="00066009" w:rsidRPr="008E2ACA" w:rsidRDefault="00E264D8" w:rsidP="006C268E">
      <w:pPr>
        <w:pStyle w:val="Heading3"/>
        <w:keepNext w:val="0"/>
        <w:keepLines w:val="0"/>
        <w:ind w:left="993" w:hanging="993"/>
        <w:rPr>
          <w:sz w:val="24"/>
          <w:szCs w:val="24"/>
        </w:rPr>
      </w:pPr>
      <w:r w:rsidRPr="008E2ACA">
        <w:rPr>
          <w:sz w:val="24"/>
          <w:szCs w:val="24"/>
        </w:rPr>
        <w:br w:type="page"/>
      </w:r>
      <w:bookmarkStart w:id="38" w:name="_Toc97046753"/>
      <w:r w:rsidR="00066009" w:rsidRPr="008E2ACA">
        <w:rPr>
          <w:sz w:val="24"/>
          <w:szCs w:val="24"/>
        </w:rPr>
        <w:lastRenderedPageBreak/>
        <w:t>Allocation and Rules of Test Areas</w:t>
      </w:r>
      <w:bookmarkEnd w:id="38"/>
    </w:p>
    <w:p w14:paraId="503F0A88" w14:textId="77777777" w:rsidR="00066009" w:rsidRPr="008E2ACA" w:rsidRDefault="00066009" w:rsidP="00066009">
      <w:pPr>
        <w:pStyle w:val="BodyText"/>
      </w:pPr>
      <w:r w:rsidRPr="008E2ACA">
        <w:t>MASS is still a disruptive technology with no general regulations.  Therefore, it is necessary to make precautions and ensure that all test activities are conducted safely for the crew, the ship, other ships in the area and the marine environment, but also to collect and share information, so that it becomes possible to survey operations and to examine the potential of MASS operations.</w:t>
      </w:r>
    </w:p>
    <w:p w14:paraId="1D83F1C7" w14:textId="77777777" w:rsidR="00066009" w:rsidRPr="008E2ACA" w:rsidRDefault="00066009" w:rsidP="00066009">
      <w:pPr>
        <w:pStyle w:val="BodyText"/>
      </w:pPr>
      <w:r w:rsidRPr="008E2ACA">
        <w:t>The specific test areas depend on the individual test activity.  Based on the specific technology, the maritime administration establishes the framework for the test area and issue a permit stating the requirements for performing the test.</w:t>
      </w:r>
    </w:p>
    <w:p w14:paraId="69DF281F" w14:textId="77777777" w:rsidR="00066009" w:rsidRPr="008E2ACA" w:rsidRDefault="00066009" w:rsidP="00066009">
      <w:pPr>
        <w:pStyle w:val="Bullet1"/>
        <w:numPr>
          <w:ilvl w:val="0"/>
          <w:numId w:val="0"/>
        </w:numPr>
        <w:jc w:val="both"/>
      </w:pPr>
      <w:r w:rsidRPr="008E2ACA">
        <w:t xml:space="preserve">At the June 2019 meeting, the IMO MSC approved a guideline for testing autonomous ship activities, MSC.1/Circ.1604 (Interim guidelines for mass </w:t>
      </w:r>
      <w:commentRangeStart w:id="39"/>
      <w:commentRangeStart w:id="40"/>
      <w:r w:rsidRPr="008E2ACA">
        <w:t>trials</w:t>
      </w:r>
      <w:commentRangeEnd w:id="39"/>
      <w:r w:rsidR="006C268E">
        <w:rPr>
          <w:rStyle w:val="CommentReference"/>
          <w:color w:val="auto"/>
        </w:rPr>
        <w:commentReference w:id="39"/>
      </w:r>
      <w:commentRangeEnd w:id="40"/>
      <w:r w:rsidR="00003C2D">
        <w:rPr>
          <w:rStyle w:val="CommentReference"/>
          <w:color w:val="auto"/>
        </w:rPr>
        <w:commentReference w:id="40"/>
      </w:r>
      <w:r w:rsidRPr="008E2ACA">
        <w:t>).  The purpose of the guideline is to assist relevant authorities and stakeholders to ensure that testing activities with MASS and related systems and infrastructure are carried out safely and with regard for environmental protection.</w:t>
      </w:r>
    </w:p>
    <w:p w14:paraId="31131C62" w14:textId="77777777" w:rsidR="00701CB0" w:rsidRPr="008E2ACA" w:rsidRDefault="001B175E" w:rsidP="006C268E">
      <w:pPr>
        <w:pStyle w:val="Heading3"/>
        <w:keepNext w:val="0"/>
        <w:keepLines w:val="0"/>
        <w:ind w:left="993" w:hanging="993"/>
      </w:pPr>
      <w:bookmarkStart w:id="41" w:name="_Toc97046754"/>
      <w:r w:rsidRPr="008E2ACA">
        <w:t xml:space="preserve">Changes </w:t>
      </w:r>
      <w:r w:rsidR="00653FAF" w:rsidRPr="008E2ACA">
        <w:t>t</w:t>
      </w:r>
      <w:r w:rsidRPr="008E2ACA">
        <w:t>o National Laws</w:t>
      </w:r>
      <w:bookmarkEnd w:id="41"/>
      <w:r w:rsidRPr="008E2ACA">
        <w:t xml:space="preserve"> </w:t>
      </w:r>
    </w:p>
    <w:p w14:paraId="45349D63" w14:textId="77777777" w:rsidR="006608D1" w:rsidRPr="008E2ACA" w:rsidRDefault="0020033A" w:rsidP="000E689B">
      <w:pPr>
        <w:pStyle w:val="BodyText"/>
      </w:pPr>
      <w:r w:rsidRPr="008E2ACA">
        <w:t>E</w:t>
      </w:r>
      <w:r w:rsidR="0085239F" w:rsidRPr="008E2ACA">
        <w:t>xisting rules and laws regar</w:t>
      </w:r>
      <w:r w:rsidR="00AC4EF5" w:rsidRPr="008E2ACA">
        <w:t>d</w:t>
      </w:r>
      <w:r w:rsidR="0085239F" w:rsidRPr="008E2ACA">
        <w:t xml:space="preserve">ing </w:t>
      </w:r>
      <w:r w:rsidR="00BB6F16" w:rsidRPr="008E2ACA">
        <w:t xml:space="preserve">the </w:t>
      </w:r>
      <w:r w:rsidR="0085239F" w:rsidRPr="008E2ACA">
        <w:t>safe operation of vessels</w:t>
      </w:r>
      <w:r w:rsidR="006608D1" w:rsidRPr="008E2ACA">
        <w:t xml:space="preserve"> (SOLAS, COLREG</w:t>
      </w:r>
      <w:r w:rsidR="003A1F4A" w:rsidRPr="008E2ACA">
        <w:t>s</w:t>
      </w:r>
      <w:r w:rsidR="006608D1" w:rsidRPr="008E2ACA">
        <w:t>)</w:t>
      </w:r>
      <w:r w:rsidR="0085239F" w:rsidRPr="008E2ACA">
        <w:t xml:space="preserve">, states that the responsibility for </w:t>
      </w:r>
      <w:r w:rsidR="00BB6F16" w:rsidRPr="008E2ACA">
        <w:t xml:space="preserve">the </w:t>
      </w:r>
      <w:r w:rsidR="0085239F" w:rsidRPr="008E2ACA">
        <w:t xml:space="preserve">safe operation of a vessel lays at </w:t>
      </w:r>
      <w:r w:rsidR="00AC4EF5" w:rsidRPr="008E2ACA">
        <w:t xml:space="preserve">the </w:t>
      </w:r>
      <w:r w:rsidR="002077C2" w:rsidRPr="008E2ACA">
        <w:t>owner/</w:t>
      </w:r>
      <w:r w:rsidR="00AC4EF5" w:rsidRPr="008E2ACA">
        <w:t>m</w:t>
      </w:r>
      <w:r w:rsidR="0085239F" w:rsidRPr="008E2ACA">
        <w:t>aster (a person</w:t>
      </w:r>
      <w:r w:rsidR="00AC4EF5" w:rsidRPr="008E2ACA">
        <w:t xml:space="preserve"> or a system of persons ashore.....</w:t>
      </w:r>
      <w:r w:rsidR="0085239F" w:rsidRPr="008E2ACA">
        <w:t xml:space="preserve">). </w:t>
      </w:r>
      <w:r w:rsidR="001B175E" w:rsidRPr="008E2ACA">
        <w:t xml:space="preserve"> </w:t>
      </w:r>
      <w:r w:rsidR="00993F35" w:rsidRPr="008E2ACA">
        <w:t xml:space="preserve">As a first basis, </w:t>
      </w:r>
      <w:r w:rsidR="0085239F" w:rsidRPr="008E2ACA">
        <w:t>Competent Authorit</w:t>
      </w:r>
      <w:r w:rsidR="001B175E" w:rsidRPr="008E2ACA">
        <w:t>ies</w:t>
      </w:r>
      <w:r w:rsidR="0085239F" w:rsidRPr="008E2ACA">
        <w:t xml:space="preserve"> </w:t>
      </w:r>
      <w:r w:rsidR="0013332A" w:rsidRPr="008E2ACA">
        <w:t>should establish</w:t>
      </w:r>
      <w:r w:rsidR="00AC4EF5" w:rsidRPr="008E2ACA">
        <w:t xml:space="preserve"> processes for </w:t>
      </w:r>
      <w:commentRangeStart w:id="42"/>
      <w:r w:rsidR="00AC4EF5" w:rsidRPr="008E2ACA">
        <w:t xml:space="preserve">adopting changes </w:t>
      </w:r>
      <w:r w:rsidR="0085239F" w:rsidRPr="008E2ACA">
        <w:t>in national laws</w:t>
      </w:r>
      <w:commentRangeEnd w:id="42"/>
      <w:r w:rsidR="00993F35" w:rsidRPr="008E2ACA">
        <w:rPr>
          <w:rStyle w:val="CommentReference"/>
        </w:rPr>
        <w:commentReference w:id="42"/>
      </w:r>
      <w:r w:rsidR="0013332A" w:rsidRPr="008E2ACA">
        <w:t xml:space="preserve"> to allow initial testing/trials with</w:t>
      </w:r>
      <w:r w:rsidR="0085239F" w:rsidRPr="008E2ACA">
        <w:t xml:space="preserve"> MASS. </w:t>
      </w:r>
      <w:r w:rsidR="00BB6F16" w:rsidRPr="008E2ACA">
        <w:t xml:space="preserve"> </w:t>
      </w:r>
      <w:r w:rsidR="00AA0DEC" w:rsidRPr="008E2ACA">
        <w:t>These should</w:t>
      </w:r>
      <w:r w:rsidR="0085239F" w:rsidRPr="008E2ACA">
        <w:t xml:space="preserve"> include general terms for </w:t>
      </w:r>
      <w:r w:rsidR="002077C2" w:rsidRPr="008E2ACA">
        <w:t>requirements on</w:t>
      </w:r>
      <w:r w:rsidR="0085239F" w:rsidRPr="008E2ACA">
        <w:t xml:space="preserve"> </w:t>
      </w:r>
      <w:r w:rsidR="00AC4EF5" w:rsidRPr="008E2ACA">
        <w:t xml:space="preserve">how </w:t>
      </w:r>
      <w:r w:rsidR="00AA0DEC" w:rsidRPr="008E2ACA">
        <w:t>safe operation of un</w:t>
      </w:r>
      <w:r w:rsidR="0085239F" w:rsidRPr="008E2ACA">
        <w:t>manned vessels</w:t>
      </w:r>
      <w:r w:rsidR="00CF7BE8" w:rsidRPr="008E2ACA">
        <w:t xml:space="preserve"> c</w:t>
      </w:r>
      <w:r w:rsidR="00AA0DEC" w:rsidRPr="008E2ACA">
        <w:t>ould be</w:t>
      </w:r>
      <w:r w:rsidR="006608D1" w:rsidRPr="008E2ACA">
        <w:t xml:space="preserve"> </w:t>
      </w:r>
      <w:r w:rsidR="00CF7BE8" w:rsidRPr="008E2ACA">
        <w:t>facilitated</w:t>
      </w:r>
      <w:r w:rsidR="006608D1" w:rsidRPr="008E2ACA">
        <w:t xml:space="preserve">. </w:t>
      </w:r>
    </w:p>
    <w:p w14:paraId="0E86CB3D" w14:textId="77777777" w:rsidR="0085239F" w:rsidRPr="008E2ACA" w:rsidRDefault="00DC70D4" w:rsidP="000E689B">
      <w:pPr>
        <w:pStyle w:val="BodyText"/>
      </w:pPr>
      <w:r w:rsidRPr="008E2ACA">
        <w:t>As an example, this</w:t>
      </w:r>
      <w:r w:rsidR="006608D1" w:rsidRPr="008E2ACA">
        <w:t xml:space="preserve"> might include terms for</w:t>
      </w:r>
      <w:r w:rsidR="002077C2" w:rsidRPr="008E2ACA">
        <w:t xml:space="preserve"> unmanned voyages (pilotage </w:t>
      </w:r>
      <w:r w:rsidR="00BA1B67" w:rsidRPr="008E2ACA">
        <w:t>exemption</w:t>
      </w:r>
      <w:r w:rsidR="002077C2" w:rsidRPr="008E2ACA">
        <w:t>)</w:t>
      </w:r>
      <w:r w:rsidR="006608D1" w:rsidRPr="008E2ACA">
        <w:t>:</w:t>
      </w:r>
    </w:p>
    <w:p w14:paraId="642FA8B1" w14:textId="77777777" w:rsidR="006608D1" w:rsidRPr="008E2ACA" w:rsidRDefault="006608D1" w:rsidP="008A329C">
      <w:pPr>
        <w:pStyle w:val="BodyText"/>
        <w:numPr>
          <w:ilvl w:val="0"/>
          <w:numId w:val="38"/>
        </w:numPr>
        <w:ind w:left="426" w:hanging="426"/>
      </w:pPr>
      <w:r w:rsidRPr="008E2ACA">
        <w:t xml:space="preserve">Pre-trial research </w:t>
      </w:r>
      <w:r w:rsidR="0020033A" w:rsidRPr="008E2ACA">
        <w:t xml:space="preserve">activities </w:t>
      </w:r>
      <w:r w:rsidRPr="008E2ACA">
        <w:t>and phased/scalable</w:t>
      </w:r>
      <w:r w:rsidR="002077C2" w:rsidRPr="008E2ACA">
        <w:t xml:space="preserve"> trials</w:t>
      </w:r>
      <w:r w:rsidRPr="008E2ACA">
        <w:t xml:space="preserve"> </w:t>
      </w:r>
    </w:p>
    <w:p w14:paraId="13677DB9" w14:textId="77777777" w:rsidR="006608D1" w:rsidRPr="008E2ACA" w:rsidRDefault="002077C2" w:rsidP="008A329C">
      <w:pPr>
        <w:pStyle w:val="BodyText"/>
        <w:numPr>
          <w:ilvl w:val="0"/>
          <w:numId w:val="38"/>
        </w:numPr>
        <w:ind w:left="426" w:hanging="426"/>
      </w:pPr>
      <w:r w:rsidRPr="008E2ACA">
        <w:t xml:space="preserve">Requirement for the </w:t>
      </w:r>
      <w:r w:rsidR="0020033A" w:rsidRPr="008E2ACA">
        <w:t xml:space="preserve">actual </w:t>
      </w:r>
      <w:r w:rsidRPr="008E2ACA">
        <w:t xml:space="preserve">vessels navigation and </w:t>
      </w:r>
      <w:r w:rsidR="00DC70D4" w:rsidRPr="008E2ACA">
        <w:t>manoeuvre</w:t>
      </w:r>
      <w:r w:rsidRPr="008E2ACA">
        <w:t xml:space="preserve"> systems</w:t>
      </w:r>
    </w:p>
    <w:p w14:paraId="044ED982" w14:textId="77777777" w:rsidR="002077C2" w:rsidRPr="008E2ACA" w:rsidRDefault="002077C2" w:rsidP="008A329C">
      <w:pPr>
        <w:pStyle w:val="BodyText"/>
        <w:numPr>
          <w:ilvl w:val="0"/>
          <w:numId w:val="38"/>
        </w:numPr>
        <w:ind w:left="426" w:hanging="426"/>
      </w:pPr>
      <w:r w:rsidRPr="008E2ACA">
        <w:t>Criteria/parameter for</w:t>
      </w:r>
      <w:r w:rsidR="0020033A" w:rsidRPr="008E2ACA">
        <w:t xml:space="preserve"> </w:t>
      </w:r>
      <w:r w:rsidR="00AB5CBE" w:rsidRPr="008E2ACA">
        <w:t xml:space="preserve">the </w:t>
      </w:r>
      <w:r w:rsidR="0020033A" w:rsidRPr="008E2ACA">
        <w:t>actual</w:t>
      </w:r>
      <w:r w:rsidRPr="008E2ACA">
        <w:t xml:space="preserve"> trials</w:t>
      </w:r>
    </w:p>
    <w:p w14:paraId="5FFB05A6" w14:textId="77777777" w:rsidR="002077C2" w:rsidRPr="008E2ACA" w:rsidRDefault="0020033A" w:rsidP="008A329C">
      <w:pPr>
        <w:pStyle w:val="BodyText"/>
        <w:numPr>
          <w:ilvl w:val="0"/>
          <w:numId w:val="38"/>
        </w:numPr>
        <w:ind w:left="426" w:hanging="426"/>
      </w:pPr>
      <w:r w:rsidRPr="008E2ACA">
        <w:t>C</w:t>
      </w:r>
      <w:r w:rsidR="002077C2" w:rsidRPr="008E2ACA">
        <w:t>ompetence regarding</w:t>
      </w:r>
      <w:r w:rsidRPr="008E2ACA">
        <w:t xml:space="preserve"> test area/fairway area within project</w:t>
      </w:r>
      <w:r w:rsidR="002077C2" w:rsidRPr="008E2ACA">
        <w:t xml:space="preserve"> </w:t>
      </w:r>
      <w:r w:rsidRPr="008E2ACA">
        <w:t>organi</w:t>
      </w:r>
      <w:r w:rsidR="001B175E" w:rsidRPr="008E2ACA">
        <w:t>s</w:t>
      </w:r>
      <w:r w:rsidRPr="008E2ACA">
        <w:t xml:space="preserve">ation, and mandatory procedures for </w:t>
      </w:r>
      <w:r w:rsidR="00AB5CBE" w:rsidRPr="008E2ACA">
        <w:t xml:space="preserve">prior </w:t>
      </w:r>
      <w:r w:rsidR="002077C2" w:rsidRPr="008E2ACA">
        <w:t>consultancy with pilots</w:t>
      </w:r>
    </w:p>
    <w:p w14:paraId="3C149EB3" w14:textId="77777777" w:rsidR="0020033A" w:rsidRPr="008E2ACA" w:rsidRDefault="0020033A" w:rsidP="0020033A">
      <w:pPr>
        <w:pStyle w:val="BodyText"/>
      </w:pPr>
      <w:r w:rsidRPr="008E2ACA">
        <w:t>The terms and conditions w</w:t>
      </w:r>
      <w:r w:rsidR="00E94B1F">
        <w:t>ould</w:t>
      </w:r>
      <w:r w:rsidRPr="008E2ACA">
        <w:t xml:space="preserve"> then be subject to consideration with regard to the actual project, test area and traffic diversity (volume of traffic and degree of risk). </w:t>
      </w:r>
      <w:r w:rsidR="00BB6F16" w:rsidRPr="008E2ACA">
        <w:t xml:space="preserve"> </w:t>
      </w:r>
      <w:r w:rsidR="00DC70D4" w:rsidRPr="008E2ACA">
        <w:t>Until regulation (in general)</w:t>
      </w:r>
      <w:r w:rsidRPr="008E2ACA">
        <w:t xml:space="preserve"> for international voyages with MASS </w:t>
      </w:r>
      <w:r w:rsidR="00BB6F16" w:rsidRPr="008E2ACA">
        <w:t>is</w:t>
      </w:r>
      <w:r w:rsidRPr="008E2ACA">
        <w:t xml:space="preserve"> in place, national projects might have a high degree of case</w:t>
      </w:r>
      <w:r w:rsidR="00BB6F16" w:rsidRPr="008E2ACA">
        <w:t>-</w:t>
      </w:r>
      <w:r w:rsidRPr="008E2ACA">
        <w:t>by</w:t>
      </w:r>
      <w:r w:rsidR="00BB6F16" w:rsidRPr="008E2ACA">
        <w:t>-</w:t>
      </w:r>
      <w:r w:rsidRPr="008E2ACA">
        <w:t xml:space="preserve">case nature. </w:t>
      </w:r>
      <w:r w:rsidR="00BB6F16" w:rsidRPr="008E2ACA">
        <w:t xml:space="preserve"> </w:t>
      </w:r>
      <w:r w:rsidRPr="008E2ACA">
        <w:t>This w</w:t>
      </w:r>
      <w:r w:rsidR="00E94B1F">
        <w:t>ould</w:t>
      </w:r>
      <w:r w:rsidRPr="008E2ACA">
        <w:t xml:space="preserve"> </w:t>
      </w:r>
      <w:r w:rsidR="00DC70D4" w:rsidRPr="008E2ACA">
        <w:t xml:space="preserve">require </w:t>
      </w:r>
      <w:r w:rsidRPr="008E2ACA">
        <w:t xml:space="preserve">a high </w:t>
      </w:r>
      <w:r w:rsidR="00DC70D4" w:rsidRPr="008E2ACA">
        <w:t xml:space="preserve">level of </w:t>
      </w:r>
      <w:r w:rsidRPr="008E2ACA">
        <w:t>competen</w:t>
      </w:r>
      <w:r w:rsidR="00DC70D4" w:rsidRPr="008E2ACA">
        <w:t>ce from the Competent Authority</w:t>
      </w:r>
      <w:r w:rsidR="00BB6F16" w:rsidRPr="008E2ACA">
        <w:t xml:space="preserve"> in assessing the MASS projects</w:t>
      </w:r>
      <w:r w:rsidR="00DC70D4" w:rsidRPr="008E2ACA">
        <w:t>.</w:t>
      </w:r>
    </w:p>
    <w:p w14:paraId="7E191A5B" w14:textId="77777777" w:rsidR="00EC58B9" w:rsidRPr="008E2ACA" w:rsidRDefault="00EC58B9" w:rsidP="0020033A">
      <w:pPr>
        <w:pStyle w:val="BodyText"/>
      </w:pPr>
      <w:r w:rsidRPr="008E2ACA">
        <w:t>Competent Authorit</w:t>
      </w:r>
      <w:r w:rsidR="00993F35" w:rsidRPr="008E2ACA">
        <w:t>ies</w:t>
      </w:r>
      <w:r w:rsidRPr="008E2ACA">
        <w:t xml:space="preserve"> </w:t>
      </w:r>
      <w:r w:rsidR="00BB6F16" w:rsidRPr="008E2ACA">
        <w:t xml:space="preserve">would </w:t>
      </w:r>
      <w:r w:rsidRPr="008E2ACA">
        <w:t>have to develop a policy/set of criteria when trials/use of MASS</w:t>
      </w:r>
      <w:r w:rsidR="00993F35" w:rsidRPr="008E2ACA">
        <w:t xml:space="preserve">, would be </w:t>
      </w:r>
      <w:r w:rsidRPr="008E2ACA">
        <w:t>acceptable, within specific areas, with various mix of traffic and risks relating to the marine environment.</w:t>
      </w:r>
    </w:p>
    <w:p w14:paraId="24151364" w14:textId="77777777" w:rsidR="006608D1" w:rsidRPr="008E2ACA" w:rsidRDefault="00BB6F16" w:rsidP="000E689B">
      <w:pPr>
        <w:pStyle w:val="BodyText"/>
      </w:pPr>
      <w:r w:rsidRPr="008E2ACA">
        <w:t>A</w:t>
      </w:r>
      <w:r w:rsidR="00CF7BE8" w:rsidRPr="008E2ACA">
        <w:t xml:space="preserve"> Competent Authority </w:t>
      </w:r>
      <w:r w:rsidR="00993F35" w:rsidRPr="008E2ACA">
        <w:t xml:space="preserve">would </w:t>
      </w:r>
      <w:r w:rsidR="00CF7BE8" w:rsidRPr="008E2ACA">
        <w:t xml:space="preserve">need to </w:t>
      </w:r>
      <w:r w:rsidR="00DC70D4" w:rsidRPr="008E2ACA">
        <w:t>consider/</w:t>
      </w:r>
      <w:r w:rsidR="00CF7BE8" w:rsidRPr="008E2ACA">
        <w:t>develop a policy on</w:t>
      </w:r>
      <w:r w:rsidR="00EC58B9" w:rsidRPr="008E2ACA">
        <w:t xml:space="preserve">, </w:t>
      </w:r>
      <w:r w:rsidR="00993F35" w:rsidRPr="008E2ACA">
        <w:t>but not limited to</w:t>
      </w:r>
      <w:r w:rsidR="00C00BCE" w:rsidRPr="008E2ACA">
        <w:t xml:space="preserve"> (not in order of priority)</w:t>
      </w:r>
      <w:r w:rsidR="00CF7BE8" w:rsidRPr="008E2ACA">
        <w:t xml:space="preserve">: </w:t>
      </w:r>
    </w:p>
    <w:p w14:paraId="5795A065" w14:textId="77777777" w:rsidR="00DC70D4" w:rsidRPr="008E2ACA" w:rsidRDefault="00CF7BE8" w:rsidP="008A329C">
      <w:pPr>
        <w:pStyle w:val="Bullet1"/>
        <w:numPr>
          <w:ilvl w:val="0"/>
          <w:numId w:val="37"/>
        </w:numPr>
        <w:ind w:left="567" w:hanging="567"/>
      </w:pPr>
      <w:r w:rsidRPr="008E2ACA">
        <w:t>S</w:t>
      </w:r>
      <w:r w:rsidR="00345DEE" w:rsidRPr="008E2ACA">
        <w:t>ea area allocation/</w:t>
      </w:r>
      <w:r w:rsidRPr="008E2ACA">
        <w:t>marine spatial planning</w:t>
      </w:r>
      <w:r w:rsidR="000E689B" w:rsidRPr="008E2ACA">
        <w:t xml:space="preserve">, </w:t>
      </w:r>
      <w:r w:rsidR="00C00BCE" w:rsidRPr="008E2ACA">
        <w:t xml:space="preserve">and </w:t>
      </w:r>
      <w:r w:rsidR="00345DEE" w:rsidRPr="008E2ACA">
        <w:t xml:space="preserve">possible </w:t>
      </w:r>
      <w:r w:rsidRPr="008E2ACA">
        <w:t>dedicated MASS routes</w:t>
      </w:r>
    </w:p>
    <w:p w14:paraId="22371DF5" w14:textId="77777777" w:rsidR="00C00BCE" w:rsidRPr="008E2ACA" w:rsidRDefault="00C00BCE" w:rsidP="008E2841">
      <w:pPr>
        <w:pStyle w:val="Bullet1"/>
        <w:numPr>
          <w:ilvl w:val="0"/>
          <w:numId w:val="37"/>
        </w:numPr>
        <w:ind w:left="567" w:hanging="567"/>
      </w:pPr>
      <w:r w:rsidRPr="008E2ACA">
        <w:t>Pilotage requirements</w:t>
      </w:r>
    </w:p>
    <w:p w14:paraId="3784FC9F" w14:textId="77777777" w:rsidR="000E689B" w:rsidRPr="008E2ACA" w:rsidRDefault="00CF7BE8" w:rsidP="008A329C">
      <w:pPr>
        <w:pStyle w:val="Bullet1"/>
        <w:numPr>
          <w:ilvl w:val="0"/>
          <w:numId w:val="37"/>
        </w:numPr>
        <w:ind w:left="567" w:hanging="567"/>
      </w:pPr>
      <w:r w:rsidRPr="008E2ACA">
        <w:t xml:space="preserve">MASS travel at </w:t>
      </w:r>
      <w:r w:rsidR="000E689B" w:rsidRPr="008E2ACA">
        <w:t>time of day</w:t>
      </w:r>
      <w:r w:rsidR="00345DEE" w:rsidRPr="008E2ACA">
        <w:t xml:space="preserve"> (slot allocating)</w:t>
      </w:r>
      <w:r w:rsidR="00DC70D4" w:rsidRPr="008E2ACA">
        <w:t>, avoiding congested time periods</w:t>
      </w:r>
    </w:p>
    <w:p w14:paraId="03DC3795" w14:textId="77777777" w:rsidR="000E689B" w:rsidRPr="008E2ACA" w:rsidRDefault="00A50B82" w:rsidP="008A329C">
      <w:pPr>
        <w:pStyle w:val="Bullet1"/>
        <w:numPr>
          <w:ilvl w:val="0"/>
          <w:numId w:val="37"/>
        </w:numPr>
        <w:ind w:left="567" w:hanging="567"/>
      </w:pPr>
      <w:r w:rsidRPr="008E2ACA">
        <w:t>P</w:t>
      </w:r>
      <w:r w:rsidR="000E689B" w:rsidRPr="008E2ACA">
        <w:t>rovision of AtoN (</w:t>
      </w:r>
      <w:r w:rsidR="00CF7BE8" w:rsidRPr="008E2ACA">
        <w:t xml:space="preserve">existing, </w:t>
      </w:r>
      <w:r w:rsidR="000E689B" w:rsidRPr="008E2ACA">
        <w:t>new or modified types)</w:t>
      </w:r>
    </w:p>
    <w:p w14:paraId="324CFE1C" w14:textId="77777777" w:rsidR="000E689B" w:rsidRPr="008E2ACA" w:rsidRDefault="00A50B82" w:rsidP="008A329C">
      <w:pPr>
        <w:pStyle w:val="Bullet1"/>
        <w:numPr>
          <w:ilvl w:val="0"/>
          <w:numId w:val="37"/>
        </w:numPr>
        <w:ind w:left="567" w:hanging="567"/>
      </w:pPr>
      <w:r w:rsidRPr="008E2ACA">
        <w:t>T</w:t>
      </w:r>
      <w:r w:rsidR="000E689B" w:rsidRPr="008E2ACA">
        <w:t xml:space="preserve">ransfer of ship data prior to port entry/national water entry </w:t>
      </w:r>
      <w:r w:rsidR="000E689B" w:rsidRPr="008A329C">
        <w:rPr>
          <w:highlight w:val="yellow"/>
        </w:rPr>
        <w:t>(ENAV?)</w:t>
      </w:r>
    </w:p>
    <w:p w14:paraId="4EBD4DBD" w14:textId="77777777" w:rsidR="000E689B" w:rsidRPr="008E2ACA" w:rsidRDefault="00A50B82" w:rsidP="008A329C">
      <w:pPr>
        <w:pStyle w:val="Bullet1"/>
        <w:numPr>
          <w:ilvl w:val="0"/>
          <w:numId w:val="37"/>
        </w:numPr>
        <w:ind w:left="567" w:hanging="567"/>
      </w:pPr>
      <w:r w:rsidRPr="008E2ACA">
        <w:t>P</w:t>
      </w:r>
      <w:r w:rsidR="000E689B" w:rsidRPr="008E2ACA">
        <w:t xml:space="preserve">re-arrival checklists for </w:t>
      </w:r>
      <w:r w:rsidR="00CF7BE8" w:rsidRPr="008E2ACA">
        <w:t xml:space="preserve">MASS </w:t>
      </w:r>
      <w:r w:rsidR="000E689B" w:rsidRPr="008E2ACA">
        <w:t>onboard systems (flag: systems GO)</w:t>
      </w:r>
    </w:p>
    <w:p w14:paraId="4F5C3622" w14:textId="77777777" w:rsidR="00CF7BE8" w:rsidRPr="008E2ACA" w:rsidRDefault="00A50B82" w:rsidP="008A329C">
      <w:pPr>
        <w:pStyle w:val="Bullet1"/>
        <w:numPr>
          <w:ilvl w:val="0"/>
          <w:numId w:val="37"/>
        </w:numPr>
        <w:ind w:left="567" w:hanging="567"/>
      </w:pPr>
      <w:r w:rsidRPr="008E2ACA">
        <w:t>P</w:t>
      </w:r>
      <w:r w:rsidR="00CF7BE8" w:rsidRPr="008E2ACA">
        <w:t>re-arrival checklists for MASS shoreside systems (flag: systems GO)</w:t>
      </w:r>
    </w:p>
    <w:p w14:paraId="1F959477" w14:textId="77777777" w:rsidR="00CF7BE8" w:rsidRPr="008E2ACA" w:rsidRDefault="00CF7BE8" w:rsidP="008A329C">
      <w:pPr>
        <w:pStyle w:val="Bullet1"/>
        <w:numPr>
          <w:ilvl w:val="0"/>
          <w:numId w:val="37"/>
        </w:numPr>
        <w:ind w:left="567" w:hanging="567"/>
      </w:pPr>
      <w:r w:rsidRPr="008E2ACA">
        <w:t xml:space="preserve">Systems for fallback </w:t>
      </w:r>
      <w:r w:rsidR="00EB085B" w:rsidRPr="008E2ACA">
        <w:t>arrangements</w:t>
      </w:r>
      <w:r w:rsidRPr="008E2ACA">
        <w:t>, cont</w:t>
      </w:r>
      <w:r w:rsidR="000552F7" w:rsidRPr="008E2ACA">
        <w:t>ingenc</w:t>
      </w:r>
      <w:r w:rsidR="00993F35" w:rsidRPr="008E2ACA">
        <w:t>y</w:t>
      </w:r>
      <w:r w:rsidR="000552F7" w:rsidRPr="008E2ACA">
        <w:t xml:space="preserve"> </w:t>
      </w:r>
      <w:r w:rsidRPr="008E2ACA">
        <w:t>plans</w:t>
      </w:r>
      <w:r w:rsidR="00993F35" w:rsidRPr="008E2ACA">
        <w:t>,</w:t>
      </w:r>
      <w:r w:rsidRPr="008E2ACA">
        <w:t xml:space="preserve"> with failures. </w:t>
      </w:r>
    </w:p>
    <w:p w14:paraId="486D521A" w14:textId="77777777" w:rsidR="000E689B" w:rsidRPr="008E2ACA" w:rsidRDefault="000E689B" w:rsidP="008A329C">
      <w:pPr>
        <w:pStyle w:val="Bullet1"/>
        <w:numPr>
          <w:ilvl w:val="0"/>
          <w:numId w:val="37"/>
        </w:numPr>
        <w:ind w:left="567" w:hanging="567"/>
      </w:pPr>
      <w:r w:rsidRPr="008E2ACA">
        <w:t>Level 1-3, humans are the safety fallback, service provision to reflect this?</w:t>
      </w:r>
    </w:p>
    <w:p w14:paraId="24F3841E" w14:textId="77777777" w:rsidR="000E689B" w:rsidRPr="008E2ACA" w:rsidRDefault="00CF7BE8" w:rsidP="008A329C">
      <w:pPr>
        <w:pStyle w:val="Bullet1"/>
        <w:numPr>
          <w:ilvl w:val="0"/>
          <w:numId w:val="37"/>
        </w:numPr>
        <w:ind w:left="567" w:hanging="567"/>
      </w:pPr>
      <w:r w:rsidRPr="008E2ACA">
        <w:lastRenderedPageBreak/>
        <w:t xml:space="preserve">MASS vessels </w:t>
      </w:r>
      <w:r w:rsidR="00C00BCE" w:rsidRPr="008E2ACA">
        <w:t xml:space="preserve">inside and </w:t>
      </w:r>
      <w:r w:rsidR="000E689B" w:rsidRPr="008E2ACA">
        <w:t xml:space="preserve">outside VTS coverage, </w:t>
      </w:r>
      <w:r w:rsidRPr="008E2ACA">
        <w:t xml:space="preserve">consequences for </w:t>
      </w:r>
      <w:r w:rsidR="00C00BCE" w:rsidRPr="008E2ACA">
        <w:t xml:space="preserve">MASS and </w:t>
      </w:r>
      <w:r w:rsidRPr="008E2ACA">
        <w:t xml:space="preserve">other vessels </w:t>
      </w:r>
    </w:p>
    <w:p w14:paraId="2D20301E" w14:textId="77777777" w:rsidR="000E689B" w:rsidRPr="008E2ACA" w:rsidRDefault="00C65C29" w:rsidP="008A329C">
      <w:pPr>
        <w:pStyle w:val="Bullet1"/>
        <w:numPr>
          <w:ilvl w:val="0"/>
          <w:numId w:val="37"/>
        </w:numPr>
        <w:ind w:left="567" w:hanging="567"/>
      </w:pPr>
      <w:r w:rsidRPr="008E2ACA">
        <w:t>Sea Traffic Management (</w:t>
      </w:r>
      <w:r w:rsidR="00446617" w:rsidRPr="008E2ACA">
        <w:t>STM</w:t>
      </w:r>
      <w:r w:rsidRPr="008E2ACA">
        <w:t>)</w:t>
      </w:r>
      <w:r w:rsidR="00993F35" w:rsidRPr="008E2ACA">
        <w:t xml:space="preserve"> </w:t>
      </w:r>
      <w:r w:rsidR="00446617" w:rsidRPr="008E2ACA">
        <w:t>for route exchange, the S-421 standard/</w:t>
      </w:r>
      <w:r w:rsidR="00446617" w:rsidRPr="00CE0282">
        <w:rPr>
          <w:highlight w:val="yellow"/>
        </w:rPr>
        <w:t>SECOM</w:t>
      </w:r>
      <w:r w:rsidR="00C00BCE" w:rsidRPr="008E2ACA">
        <w:t xml:space="preserve"> </w:t>
      </w:r>
      <w:r w:rsidR="00C00BCE" w:rsidRPr="008E2ACA">
        <w:rPr>
          <w:highlight w:val="yellow"/>
        </w:rPr>
        <w:t>(</w:t>
      </w:r>
      <w:r w:rsidR="00BC3183" w:rsidRPr="008E2ACA">
        <w:rPr>
          <w:rFonts w:ascii="Calibri" w:hAnsi="Calibri" w:cs="Calibri"/>
          <w:highlight w:val="yellow"/>
        </w:rPr>
        <w:t>formerly "VIS", voyage Information Service)</w:t>
      </w:r>
      <w:r w:rsidR="00446617" w:rsidRPr="008E2ACA">
        <w:t>, for MASS and other vessels</w:t>
      </w:r>
    </w:p>
    <w:p w14:paraId="46E2B1BC" w14:textId="77777777" w:rsidR="00446617" w:rsidRPr="008E2ACA" w:rsidRDefault="00CF7BE8" w:rsidP="008A329C">
      <w:pPr>
        <w:pStyle w:val="Bullet1"/>
        <w:numPr>
          <w:ilvl w:val="0"/>
          <w:numId w:val="37"/>
        </w:numPr>
        <w:ind w:left="567" w:hanging="567"/>
      </w:pPr>
      <w:r w:rsidRPr="008E2ACA">
        <w:t>Means for c</w:t>
      </w:r>
      <w:r w:rsidR="00F1628E" w:rsidRPr="008E2ACA">
        <w:t>ommunication</w:t>
      </w:r>
      <w:r w:rsidRPr="008E2ACA">
        <w:t xml:space="preserve"> with MASS</w:t>
      </w:r>
      <w:r w:rsidR="00C00BCE" w:rsidRPr="008E2ACA">
        <w:t>, and vice-versa</w:t>
      </w:r>
    </w:p>
    <w:p w14:paraId="01C9540A" w14:textId="77777777" w:rsidR="00C00BCE" w:rsidRPr="008E2ACA" w:rsidRDefault="00C00BCE" w:rsidP="008E2841">
      <w:pPr>
        <w:pStyle w:val="Bullet1"/>
        <w:numPr>
          <w:ilvl w:val="0"/>
          <w:numId w:val="37"/>
        </w:numPr>
        <w:ind w:left="567" w:hanging="567"/>
      </w:pPr>
      <w:r w:rsidRPr="008E2ACA">
        <w:t>Communication systems for MASS control system monitoring and input</w:t>
      </w:r>
    </w:p>
    <w:p w14:paraId="23A9B5D6" w14:textId="77777777" w:rsidR="00F1628E" w:rsidRPr="008E2ACA" w:rsidRDefault="00F1628E" w:rsidP="008A329C">
      <w:pPr>
        <w:pStyle w:val="Bullet1"/>
        <w:numPr>
          <w:ilvl w:val="0"/>
          <w:numId w:val="37"/>
        </w:numPr>
        <w:ind w:left="567" w:hanging="567"/>
      </w:pPr>
      <w:r w:rsidRPr="008E2ACA">
        <w:t>Redundancy relating to all onboard and shore-based related equipment and systems including MASS to shore communication systems</w:t>
      </w:r>
      <w:r w:rsidR="00C00BCE" w:rsidRPr="008E2ACA">
        <w:t>, and vice-versa</w:t>
      </w:r>
    </w:p>
    <w:p w14:paraId="40B1A10B" w14:textId="77777777" w:rsidR="00C00BCE" w:rsidRPr="008E2ACA" w:rsidRDefault="00C00BCE" w:rsidP="008A329C">
      <w:pPr>
        <w:pStyle w:val="Bullet1"/>
        <w:numPr>
          <w:ilvl w:val="0"/>
          <w:numId w:val="37"/>
        </w:numPr>
        <w:ind w:left="567" w:hanging="567"/>
      </w:pPr>
      <w:r w:rsidRPr="008E2ACA">
        <w:t>Security including Cybersecurity, piracy and other physical breaches (port visits)</w:t>
      </w:r>
    </w:p>
    <w:p w14:paraId="797C0CB7" w14:textId="77777777" w:rsidR="00D1667A" w:rsidRPr="008E2ACA" w:rsidRDefault="00B50E6F" w:rsidP="008A329C">
      <w:pPr>
        <w:pStyle w:val="Bullet1"/>
        <w:numPr>
          <w:ilvl w:val="0"/>
          <w:numId w:val="37"/>
        </w:numPr>
        <w:ind w:left="567" w:hanging="567"/>
        <w:rPr>
          <w:rFonts w:cstheme="minorHAnsi"/>
        </w:rPr>
      </w:pPr>
      <w:r w:rsidRPr="008A329C">
        <w:t>Other infrastructure deemed necessary based on local conditions, such as back-up facilities for emergency response</w:t>
      </w:r>
      <w:r w:rsidRPr="008A329C">
        <w:rPr>
          <w:color w:val="333333"/>
          <w:shd w:val="clear" w:color="auto" w:fill="F7F8FA"/>
        </w:rPr>
        <w:t xml:space="preserve">  </w:t>
      </w:r>
    </w:p>
    <w:p w14:paraId="2700D400" w14:textId="77777777" w:rsidR="00701CB0" w:rsidRPr="008E2ACA" w:rsidRDefault="00D523FD" w:rsidP="00701CB0">
      <w:pPr>
        <w:pStyle w:val="Heading2"/>
        <w:ind w:left="851" w:hanging="851"/>
      </w:pPr>
      <w:bookmarkStart w:id="43" w:name="_Toc97046755"/>
      <w:r w:rsidRPr="00D523FD">
        <w:t>Risk Management &amp; Assessment</w:t>
      </w:r>
      <w:r w:rsidR="00701CB0" w:rsidRPr="008E2ACA">
        <w:t xml:space="preserve"> (RMA)</w:t>
      </w:r>
      <w:bookmarkEnd w:id="43"/>
    </w:p>
    <w:p w14:paraId="65D1BFDE" w14:textId="77777777" w:rsidR="00701CB0" w:rsidRPr="008E2ACA" w:rsidRDefault="00701CB0" w:rsidP="00701CB0">
      <w:pPr>
        <w:pStyle w:val="Heading2separationline"/>
      </w:pPr>
    </w:p>
    <w:p w14:paraId="3ABA8682" w14:textId="77777777" w:rsidR="00701CB0" w:rsidRPr="008A329C" w:rsidRDefault="00701CB0" w:rsidP="008A329C">
      <w:pPr>
        <w:pStyle w:val="Heading3"/>
        <w:keepNext w:val="0"/>
        <w:keepLines w:val="0"/>
        <w:ind w:left="993" w:hanging="993"/>
        <w:rPr>
          <w:sz w:val="24"/>
        </w:rPr>
      </w:pPr>
      <w:bookmarkStart w:id="44" w:name="_Toc97046756"/>
      <w:r w:rsidRPr="008E2ACA">
        <w:rPr>
          <w:sz w:val="24"/>
          <w:szCs w:val="24"/>
        </w:rPr>
        <w:t>Prior</w:t>
      </w:r>
      <w:r w:rsidRPr="008A329C">
        <w:rPr>
          <w:sz w:val="24"/>
        </w:rPr>
        <w:t xml:space="preserve"> to projects launched (national waters)</w:t>
      </w:r>
      <w:bookmarkEnd w:id="44"/>
    </w:p>
    <w:p w14:paraId="20C7016B" w14:textId="77777777" w:rsidR="00701CB0" w:rsidRPr="008E2ACA" w:rsidRDefault="00701CB0" w:rsidP="008A329C">
      <w:pPr>
        <w:pStyle w:val="BodyText"/>
      </w:pPr>
      <w:r w:rsidRPr="008E2ACA">
        <w:t>The international legal framework is currently not clear when it comes to MASS operations, including physically unmanned vessels, and today’s regulation entails certain potential limitations.</w:t>
      </w:r>
    </w:p>
    <w:p w14:paraId="0D8E37B2" w14:textId="77777777" w:rsidR="00701CB0" w:rsidRPr="008E2ACA" w:rsidRDefault="00701CB0" w:rsidP="008A329C">
      <w:pPr>
        <w:pStyle w:val="BodyText"/>
      </w:pPr>
      <w:r w:rsidRPr="008E2ACA">
        <w:t xml:space="preserve">The possibilities within the framework are highly dependent on the safety measures of the specific project, the exact area to be operated in and the concepts of operation (CONOPS). </w:t>
      </w:r>
      <w:r w:rsidR="00BC3183" w:rsidRPr="008E2ACA">
        <w:t xml:space="preserve"> </w:t>
      </w:r>
      <w:r w:rsidRPr="008E2ACA">
        <w:t>Therefore, it is important for maritime administrations to get as much information on the projects as possible, in order to be able to find the best solutions within the legal framework.</w:t>
      </w:r>
    </w:p>
    <w:p w14:paraId="23FB68A1" w14:textId="77777777" w:rsidR="00701CB0" w:rsidRPr="008E2ACA" w:rsidRDefault="00701CB0" w:rsidP="008A329C">
      <w:pPr>
        <w:pStyle w:val="BodyText"/>
      </w:pPr>
      <w:r w:rsidRPr="008E2ACA">
        <w:t>For non-SOLAS ships the United Kingdom (UK) “Maritime Autonomous Ship Systems (MASS) Industry Conduct Principles &amp; Code of Practice” is a good basis for assessment of the risks.</w:t>
      </w:r>
    </w:p>
    <w:p w14:paraId="7EE9AE78" w14:textId="77777777" w:rsidR="00701CB0" w:rsidRPr="008E2ACA" w:rsidRDefault="00BC3183" w:rsidP="00701CB0">
      <w:pPr>
        <w:pStyle w:val="Heading3"/>
        <w:keepNext w:val="0"/>
        <w:keepLines w:val="0"/>
      </w:pPr>
      <w:bookmarkStart w:id="45" w:name="_Toc97046757"/>
      <w:r w:rsidRPr="008E2ACA">
        <w:rPr>
          <w:sz w:val="24"/>
          <w:szCs w:val="24"/>
        </w:rPr>
        <w:t xml:space="preserve">Risk Management Assessment </w:t>
      </w:r>
      <w:r w:rsidR="00701CB0" w:rsidRPr="008E2ACA">
        <w:rPr>
          <w:sz w:val="24"/>
          <w:szCs w:val="24"/>
        </w:rPr>
        <w:t>prior to MASS</w:t>
      </w:r>
      <w:bookmarkEnd w:id="45"/>
      <w:r w:rsidR="00701CB0" w:rsidRPr="008E2ACA">
        <w:rPr>
          <w:sz w:val="24"/>
          <w:szCs w:val="24"/>
        </w:rPr>
        <w:t xml:space="preserve"> </w:t>
      </w:r>
    </w:p>
    <w:p w14:paraId="65D72475" w14:textId="77777777" w:rsidR="00701CB0" w:rsidRPr="008E2ACA" w:rsidRDefault="00701CB0" w:rsidP="008A329C">
      <w:pPr>
        <w:pStyle w:val="BodyText"/>
      </w:pPr>
      <w:r w:rsidRPr="008E2ACA">
        <w:t>An RMA prior to MASS becomes recognised as ordinary vessel traffic in international trade</w:t>
      </w:r>
      <w:r w:rsidR="00BC3183" w:rsidRPr="008E2ACA">
        <w:t>.</w:t>
      </w:r>
    </w:p>
    <w:p w14:paraId="099E87E1" w14:textId="77777777" w:rsidR="00701CB0" w:rsidRPr="008E2ACA" w:rsidRDefault="00701CB0" w:rsidP="008A329C">
      <w:pPr>
        <w:pStyle w:val="BodyText"/>
      </w:pPr>
      <w:r w:rsidRPr="008E2ACA">
        <w:t>The IMO Regulatory Scoping Exercise have among others identified the following regulatory barriers on the compliance of MASS operations in regard to international regulation:</w:t>
      </w:r>
    </w:p>
    <w:p w14:paraId="21CF8161" w14:textId="77777777" w:rsidR="00701CB0" w:rsidRPr="008E2ACA" w:rsidRDefault="00701CB0" w:rsidP="008A329C">
      <w:pPr>
        <w:pStyle w:val="BodyText"/>
        <w:numPr>
          <w:ilvl w:val="0"/>
          <w:numId w:val="38"/>
        </w:numPr>
        <w:ind w:left="426" w:hanging="426"/>
      </w:pPr>
      <w:r w:rsidRPr="008E2ACA">
        <w:t>COLREG Rule 5 (Proper lookout)</w:t>
      </w:r>
    </w:p>
    <w:p w14:paraId="30A33A62" w14:textId="77777777" w:rsidR="00701CB0" w:rsidRPr="008E2ACA" w:rsidRDefault="00701CB0" w:rsidP="008A329C">
      <w:pPr>
        <w:pStyle w:val="BodyText"/>
        <w:numPr>
          <w:ilvl w:val="0"/>
          <w:numId w:val="38"/>
        </w:numPr>
        <w:ind w:left="426" w:hanging="426"/>
      </w:pPr>
      <w:r w:rsidRPr="008E2ACA">
        <w:t>STCW Section A-VIII/2, part 4-1, rule 14 (Proper lookout)</w:t>
      </w:r>
    </w:p>
    <w:p w14:paraId="01039AC5" w14:textId="77777777" w:rsidR="00701CB0" w:rsidRPr="008E2ACA" w:rsidRDefault="00701CB0" w:rsidP="008A329C">
      <w:pPr>
        <w:pStyle w:val="BodyText"/>
        <w:numPr>
          <w:ilvl w:val="0"/>
          <w:numId w:val="38"/>
        </w:numPr>
        <w:ind w:left="426" w:hanging="426"/>
      </w:pPr>
      <w:r w:rsidRPr="008E2ACA">
        <w:t xml:space="preserve">STCW Section A-VIII/2, part 4-1, rule 18 (At no time </w:t>
      </w:r>
      <w:r w:rsidR="00E94B1F">
        <w:t>should</w:t>
      </w:r>
      <w:r w:rsidRPr="008E2ACA">
        <w:t xml:space="preserve"> the bridge be left unattended)</w:t>
      </w:r>
    </w:p>
    <w:p w14:paraId="025530E4" w14:textId="77777777" w:rsidR="00701CB0" w:rsidRPr="008E2ACA" w:rsidRDefault="00701CB0" w:rsidP="008A329C">
      <w:pPr>
        <w:pStyle w:val="BodyText"/>
        <w:numPr>
          <w:ilvl w:val="0"/>
          <w:numId w:val="38"/>
        </w:numPr>
        <w:ind w:left="426" w:hanging="426"/>
      </w:pPr>
      <w:r w:rsidRPr="008E2ACA">
        <w:t xml:space="preserve">STCW Section A-VIII/2, part 4-1, rule 24 (Performing the navigational watch) </w:t>
      </w:r>
    </w:p>
    <w:p w14:paraId="19414C96" w14:textId="77777777" w:rsidR="00701CB0" w:rsidRPr="008E2ACA" w:rsidRDefault="00701CB0" w:rsidP="008A329C">
      <w:pPr>
        <w:pStyle w:val="BodyText"/>
        <w:numPr>
          <w:ilvl w:val="0"/>
          <w:numId w:val="38"/>
        </w:numPr>
        <w:ind w:left="426" w:hanging="426"/>
      </w:pPr>
      <w:r w:rsidRPr="008E2ACA">
        <w:t xml:space="preserve">STCW Section A-VIII/2, part 4-1, rule 32 (Performing the navigational watch) </w:t>
      </w:r>
    </w:p>
    <w:p w14:paraId="7923C67A" w14:textId="77777777" w:rsidR="00701CB0" w:rsidRPr="008E2ACA" w:rsidRDefault="00701CB0" w:rsidP="008A329C">
      <w:pPr>
        <w:pStyle w:val="BodyText"/>
        <w:numPr>
          <w:ilvl w:val="0"/>
          <w:numId w:val="38"/>
        </w:numPr>
        <w:ind w:left="426" w:hanging="426"/>
      </w:pPr>
      <w:r w:rsidRPr="008E2ACA">
        <w:t>STCW Section A-VIII/2, part 4-1, rule 35 (Performing the navigational watch)</w:t>
      </w:r>
    </w:p>
    <w:p w14:paraId="6C823FC6" w14:textId="77777777" w:rsidR="00701CB0" w:rsidRPr="008E2ACA" w:rsidRDefault="00701CB0" w:rsidP="008A329C">
      <w:pPr>
        <w:pStyle w:val="BodyText"/>
      </w:pPr>
      <w:r w:rsidRPr="008E2ACA">
        <w:t xml:space="preserve">The above identified regulatory barriers or constraints should be taken into account when planning MASS activities. </w:t>
      </w:r>
    </w:p>
    <w:p w14:paraId="5BD5847E" w14:textId="77777777" w:rsidR="00701CB0" w:rsidRPr="008E2ACA" w:rsidRDefault="00701CB0" w:rsidP="008A329C">
      <w:pPr>
        <w:pStyle w:val="BodyText"/>
      </w:pPr>
      <w:r w:rsidRPr="008E2ACA">
        <w:t>In principle it is expected that any ship project involving increased automation or remote operation, and thereby not fully complying with the applicable Rules, should make use of the IMO MSC.1/Circ.1455 (Guidelines for the Approval of Alternatives and Equivalents as provided for in Various IMO Instruments), and the operations should be based upon the ISM-Code.</w:t>
      </w:r>
    </w:p>
    <w:p w14:paraId="2948AF77" w14:textId="77777777" w:rsidR="00E90B43" w:rsidRPr="008E2ACA" w:rsidRDefault="008A329C" w:rsidP="00E90B43">
      <w:pPr>
        <w:pStyle w:val="BodyText"/>
      </w:pPr>
      <w:r>
        <w:br w:type="page"/>
      </w:r>
      <w:r w:rsidR="00E90B43" w:rsidRPr="008E2ACA">
        <w:lastRenderedPageBreak/>
        <w:t>A R</w:t>
      </w:r>
      <w:r w:rsidR="004F4BCB" w:rsidRPr="008E2ACA">
        <w:t xml:space="preserve">isk Assessment (RA) </w:t>
      </w:r>
      <w:r w:rsidR="00E94B1F">
        <w:t>should</w:t>
      </w:r>
      <w:r w:rsidR="00E90B43" w:rsidRPr="008E2ACA">
        <w:t xml:space="preserve"> be performed for the MASS to identify potential failures which could impact on safety through: </w:t>
      </w:r>
    </w:p>
    <w:p w14:paraId="64802BF7" w14:textId="77777777" w:rsidR="00E90B43" w:rsidRPr="008E2ACA" w:rsidRDefault="00E90B43" w:rsidP="008E2841">
      <w:pPr>
        <w:pStyle w:val="BodyText"/>
        <w:numPr>
          <w:ilvl w:val="0"/>
          <w:numId w:val="38"/>
        </w:numPr>
        <w:ind w:left="426" w:hanging="426"/>
      </w:pPr>
      <w:r w:rsidRPr="008E2ACA">
        <w:t xml:space="preserve">Collision with fixed or floating objects; </w:t>
      </w:r>
    </w:p>
    <w:p w14:paraId="2423845D" w14:textId="77777777" w:rsidR="00E90B43" w:rsidRPr="008E2ACA" w:rsidRDefault="00E90B43" w:rsidP="008E2841">
      <w:pPr>
        <w:pStyle w:val="BodyText"/>
        <w:numPr>
          <w:ilvl w:val="0"/>
          <w:numId w:val="38"/>
        </w:numPr>
        <w:ind w:left="426" w:hanging="426"/>
      </w:pPr>
      <w:r w:rsidRPr="008E2ACA">
        <w:t xml:space="preserve">Grounding; </w:t>
      </w:r>
    </w:p>
    <w:p w14:paraId="0199B144" w14:textId="77777777" w:rsidR="00E90B43" w:rsidRPr="008E2ACA" w:rsidRDefault="00E90B43" w:rsidP="008E2841">
      <w:pPr>
        <w:pStyle w:val="BodyText"/>
        <w:numPr>
          <w:ilvl w:val="0"/>
          <w:numId w:val="38"/>
        </w:numPr>
        <w:ind w:left="426" w:hanging="426"/>
      </w:pPr>
      <w:r w:rsidRPr="008E2ACA">
        <w:t xml:space="preserve">Becoming a significant obstruction or hazard to other traffic; </w:t>
      </w:r>
    </w:p>
    <w:p w14:paraId="00322A24" w14:textId="77777777" w:rsidR="00E90B43" w:rsidRPr="008E2ACA" w:rsidRDefault="00E90B43" w:rsidP="008E2841">
      <w:pPr>
        <w:pStyle w:val="BodyText"/>
        <w:numPr>
          <w:ilvl w:val="0"/>
          <w:numId w:val="38"/>
        </w:numPr>
        <w:ind w:left="426" w:hanging="426"/>
      </w:pPr>
      <w:r w:rsidRPr="008E2ACA">
        <w:t xml:space="preserve">Leakage of noxious substances or other forms of pollution; </w:t>
      </w:r>
    </w:p>
    <w:p w14:paraId="1F874F8B" w14:textId="77777777" w:rsidR="00E90B43" w:rsidRPr="008E2ACA" w:rsidRDefault="00E90B43" w:rsidP="008E2841">
      <w:pPr>
        <w:pStyle w:val="BodyText"/>
        <w:numPr>
          <w:ilvl w:val="0"/>
          <w:numId w:val="38"/>
        </w:numPr>
        <w:ind w:left="426" w:hanging="426"/>
      </w:pPr>
      <w:r w:rsidRPr="008E2ACA">
        <w:t xml:space="preserve">Other potentially hazardous events or situations, which may depend on the type of MASS and how it is deployed and operated. </w:t>
      </w:r>
    </w:p>
    <w:p w14:paraId="250349C5" w14:textId="77777777" w:rsidR="00E90B43" w:rsidRPr="008E2ACA" w:rsidRDefault="00E90B43" w:rsidP="00E90B43">
      <w:pPr>
        <w:pStyle w:val="BodyText"/>
      </w:pPr>
      <w:r w:rsidRPr="008E2ACA">
        <w:t>The RA</w:t>
      </w:r>
      <w:r w:rsidR="004F4BCB" w:rsidRPr="008E2ACA">
        <w:t xml:space="preserve"> </w:t>
      </w:r>
      <w:r w:rsidR="00E94B1F">
        <w:t>should</w:t>
      </w:r>
      <w:r w:rsidRPr="008E2ACA">
        <w:t xml:space="preserve"> consider MASS systems, sub-systems, and components, and </w:t>
      </w:r>
      <w:r w:rsidR="00E94B1F">
        <w:t>should</w:t>
      </w:r>
      <w:r w:rsidRPr="008E2ACA">
        <w:t xml:space="preserve"> take into account: </w:t>
      </w:r>
    </w:p>
    <w:p w14:paraId="0A31D679" w14:textId="77777777" w:rsidR="00E90B43" w:rsidRPr="008E2ACA" w:rsidRDefault="00E90B43" w:rsidP="008E2841">
      <w:pPr>
        <w:pStyle w:val="BodyText"/>
        <w:numPr>
          <w:ilvl w:val="0"/>
          <w:numId w:val="38"/>
        </w:numPr>
        <w:ind w:left="426" w:hanging="426"/>
      </w:pPr>
      <w:r w:rsidRPr="008E2ACA">
        <w:t xml:space="preserve">The probability of a failure occurring, in measurable units, e.g. probability per 10,000 hours of operation, and the direct and indirect effects of the failure; </w:t>
      </w:r>
    </w:p>
    <w:p w14:paraId="34FD9382" w14:textId="77777777" w:rsidR="00E90B43" w:rsidRPr="008E2ACA" w:rsidRDefault="00E90B43" w:rsidP="008E2841">
      <w:pPr>
        <w:pStyle w:val="BodyText"/>
        <w:numPr>
          <w:ilvl w:val="0"/>
          <w:numId w:val="38"/>
        </w:numPr>
        <w:ind w:left="426" w:hanging="426"/>
      </w:pPr>
      <w:r w:rsidRPr="008E2ACA">
        <w:t xml:space="preserve">Whether the MASS is capable of inflicting significant damage in a collision, by reason of its kinetic energy or its mass. Even at zero hull speed, a significant mass may cause damage by drifting onto, being blown by wind or thrown by waves onto another object or vessel. </w:t>
      </w:r>
    </w:p>
    <w:p w14:paraId="7F10BADD" w14:textId="77777777" w:rsidR="00E90B43" w:rsidRPr="008E2ACA" w:rsidRDefault="00E90B43" w:rsidP="008E2841">
      <w:pPr>
        <w:pStyle w:val="BodyText"/>
        <w:numPr>
          <w:ilvl w:val="0"/>
          <w:numId w:val="38"/>
        </w:numPr>
        <w:ind w:left="426" w:hanging="426"/>
      </w:pPr>
      <w:r w:rsidRPr="008E2ACA">
        <w:t xml:space="preserve">Whether the MASS is liable to become a significant obstruction to other traffic, if left to drift without propulsion or steering. This is governed by size and weight and operating area. </w:t>
      </w:r>
    </w:p>
    <w:p w14:paraId="3FDDABEB" w14:textId="77777777" w:rsidR="00E90B43" w:rsidRPr="008E2ACA" w:rsidRDefault="00E90B43" w:rsidP="008E2841">
      <w:pPr>
        <w:pStyle w:val="BodyText"/>
        <w:numPr>
          <w:ilvl w:val="0"/>
          <w:numId w:val="38"/>
        </w:numPr>
        <w:ind w:left="426" w:hanging="426"/>
      </w:pPr>
      <w:r w:rsidRPr="008E2ACA">
        <w:t xml:space="preserve">Whether the MASS carries significant quantities of hazardous or pollutant substances. </w:t>
      </w:r>
    </w:p>
    <w:p w14:paraId="3619251F" w14:textId="77777777" w:rsidR="00E90B43" w:rsidRPr="008E2ACA" w:rsidRDefault="00E90B43" w:rsidP="00E90B43">
      <w:pPr>
        <w:pStyle w:val="BodyText"/>
      </w:pPr>
      <w:r w:rsidRPr="008E2ACA">
        <w:t>If the consequence of failure identified in the RA are deemed acceptable then the single point failure modes need not be analysed further</w:t>
      </w:r>
      <w:r w:rsidR="007F2F7E" w:rsidRPr="008E2ACA">
        <w:t xml:space="preserve">, depending </w:t>
      </w:r>
      <w:r w:rsidRPr="008E2ACA">
        <w:t>the Code</w:t>
      </w:r>
      <w:r w:rsidR="007F2F7E" w:rsidRPr="008E2ACA">
        <w:t xml:space="preserve"> of competent authorities</w:t>
      </w:r>
      <w:r w:rsidRPr="008E2ACA">
        <w:t xml:space="preserve">. </w:t>
      </w:r>
    </w:p>
    <w:p w14:paraId="7DB1EC6D" w14:textId="77777777" w:rsidR="00E90B43" w:rsidRPr="008E2ACA" w:rsidRDefault="00E90B43" w:rsidP="00E90B43">
      <w:pPr>
        <w:pStyle w:val="BodyText"/>
      </w:pPr>
      <w:r w:rsidRPr="008E2ACA">
        <w:t xml:space="preserve">Failure modes to be considered in the Risk Assessment </w:t>
      </w:r>
      <w:r w:rsidR="00E94B1F">
        <w:t>should</w:t>
      </w:r>
      <w:r w:rsidRPr="008E2ACA">
        <w:t xml:space="preserve"> encompass, but not necessarily be limited to, the following: </w:t>
      </w:r>
    </w:p>
    <w:p w14:paraId="2DC80D75" w14:textId="77777777" w:rsidR="00E90B43" w:rsidRPr="008E2ACA" w:rsidRDefault="00E90B43" w:rsidP="008E2841">
      <w:pPr>
        <w:pStyle w:val="BodyText"/>
        <w:numPr>
          <w:ilvl w:val="0"/>
          <w:numId w:val="38"/>
        </w:numPr>
        <w:ind w:left="426" w:hanging="426"/>
      </w:pPr>
      <w:r w:rsidRPr="008E2ACA">
        <w:t xml:space="preserve">Power </w:t>
      </w:r>
      <w:r w:rsidR="00C2264C">
        <w:t xml:space="preserve">management and </w:t>
      </w:r>
      <w:r w:rsidRPr="008E2ACA">
        <w:t xml:space="preserve"> distribution; </w:t>
      </w:r>
    </w:p>
    <w:p w14:paraId="6EB8FEB8" w14:textId="77777777" w:rsidR="00E90B43" w:rsidRPr="008E2ACA" w:rsidRDefault="00E90B43" w:rsidP="008E2841">
      <w:pPr>
        <w:pStyle w:val="BodyText"/>
        <w:numPr>
          <w:ilvl w:val="0"/>
          <w:numId w:val="38"/>
        </w:numPr>
        <w:ind w:left="426" w:hanging="426"/>
      </w:pPr>
      <w:r w:rsidRPr="008E2ACA">
        <w:t xml:space="preserve">Propulsion systems including the control of thrust and its direction; </w:t>
      </w:r>
    </w:p>
    <w:p w14:paraId="4A10C20B" w14:textId="77777777" w:rsidR="00E90B43" w:rsidRDefault="00E90B43" w:rsidP="008E2841">
      <w:pPr>
        <w:pStyle w:val="BodyText"/>
        <w:numPr>
          <w:ilvl w:val="0"/>
          <w:numId w:val="38"/>
        </w:numPr>
        <w:ind w:left="426" w:hanging="426"/>
      </w:pPr>
      <w:r w:rsidRPr="008E2ACA">
        <w:t xml:space="preserve">Steering systems including actuators and their control; </w:t>
      </w:r>
    </w:p>
    <w:p w14:paraId="7FF0FABB" w14:textId="77777777" w:rsidR="00C2264C" w:rsidRDefault="00C2264C" w:rsidP="008E2841">
      <w:pPr>
        <w:pStyle w:val="BodyText"/>
        <w:numPr>
          <w:ilvl w:val="0"/>
          <w:numId w:val="38"/>
        </w:numPr>
        <w:ind w:left="426" w:hanging="426"/>
      </w:pPr>
      <w:r>
        <w:t>Position Referencing Systems (PRS)</w:t>
      </w:r>
    </w:p>
    <w:p w14:paraId="5ACFD6DC" w14:textId="77777777" w:rsidR="00404267" w:rsidRPr="008E2ACA" w:rsidRDefault="00404267" w:rsidP="008E2841">
      <w:pPr>
        <w:pStyle w:val="BodyText"/>
        <w:numPr>
          <w:ilvl w:val="0"/>
          <w:numId w:val="38"/>
        </w:numPr>
        <w:ind w:left="426" w:hanging="426"/>
      </w:pPr>
      <w:r>
        <w:t xml:space="preserve">Emergency response systems including shutdowns, </w:t>
      </w:r>
      <w:r w:rsidR="00282F59">
        <w:t>firefighting</w:t>
      </w:r>
      <w:r>
        <w:t xml:space="preserve"> systems (FM200, CO2, Foam, Water Mist)</w:t>
      </w:r>
    </w:p>
    <w:p w14:paraId="7272AABB" w14:textId="77777777" w:rsidR="00E90B43" w:rsidRPr="008E2ACA" w:rsidRDefault="00E90B43" w:rsidP="008E2841">
      <w:pPr>
        <w:pStyle w:val="BodyText"/>
        <w:numPr>
          <w:ilvl w:val="0"/>
          <w:numId w:val="38"/>
        </w:numPr>
        <w:ind w:left="426" w:hanging="426"/>
      </w:pPr>
      <w:r w:rsidRPr="008E2ACA">
        <w:t xml:space="preserve">Electrical connectors; </w:t>
      </w:r>
    </w:p>
    <w:p w14:paraId="340CCEF5" w14:textId="77777777" w:rsidR="00E90B43" w:rsidRPr="008E2ACA" w:rsidRDefault="00E90B43" w:rsidP="008E2841">
      <w:pPr>
        <w:pStyle w:val="BodyText"/>
        <w:numPr>
          <w:ilvl w:val="0"/>
          <w:numId w:val="38"/>
        </w:numPr>
        <w:ind w:left="426" w:hanging="426"/>
      </w:pPr>
      <w:r w:rsidRPr="008E2ACA">
        <w:t xml:space="preserve">Fuel and hydraulic systems (potential fire, pollution, loss of control); </w:t>
      </w:r>
    </w:p>
    <w:p w14:paraId="6A6C4CC4" w14:textId="77777777" w:rsidR="00E90B43" w:rsidRPr="008E2ACA" w:rsidRDefault="00E90B43" w:rsidP="008E2841">
      <w:pPr>
        <w:pStyle w:val="BodyText"/>
        <w:numPr>
          <w:ilvl w:val="0"/>
          <w:numId w:val="38"/>
        </w:numPr>
        <w:ind w:left="426" w:hanging="426"/>
      </w:pPr>
      <w:r w:rsidRPr="008E2ACA">
        <w:t xml:space="preserve">Individual sensors and their power supplies; </w:t>
      </w:r>
    </w:p>
    <w:p w14:paraId="57C9EB25" w14:textId="77777777" w:rsidR="00E90B43" w:rsidRPr="008E2ACA" w:rsidRDefault="00E90B43" w:rsidP="008E2841">
      <w:pPr>
        <w:pStyle w:val="BodyText"/>
        <w:numPr>
          <w:ilvl w:val="0"/>
          <w:numId w:val="38"/>
        </w:numPr>
        <w:ind w:left="426" w:hanging="426"/>
      </w:pPr>
      <w:r w:rsidRPr="008E2ACA">
        <w:t xml:space="preserve">Individual actuators and their power supplies; </w:t>
      </w:r>
    </w:p>
    <w:p w14:paraId="784ED284" w14:textId="77777777" w:rsidR="00E90B43" w:rsidRPr="008E2ACA" w:rsidRDefault="00E90B43" w:rsidP="008E2841">
      <w:pPr>
        <w:pStyle w:val="BodyText"/>
        <w:numPr>
          <w:ilvl w:val="0"/>
          <w:numId w:val="38"/>
        </w:numPr>
        <w:ind w:left="426" w:hanging="426"/>
      </w:pPr>
      <w:r w:rsidRPr="008E2ACA">
        <w:t xml:space="preserve">Communication systems; </w:t>
      </w:r>
    </w:p>
    <w:p w14:paraId="02EEF743" w14:textId="77777777" w:rsidR="00E90B43" w:rsidRPr="008E2ACA" w:rsidRDefault="00E90B43" w:rsidP="008E2841">
      <w:pPr>
        <w:pStyle w:val="BodyText"/>
        <w:numPr>
          <w:ilvl w:val="0"/>
          <w:numId w:val="38"/>
        </w:numPr>
        <w:ind w:left="426" w:hanging="426"/>
      </w:pPr>
      <w:r w:rsidRPr="008E2ACA">
        <w:t xml:space="preserve">The platform control system (including autopilots and Collision Avoidance systems); </w:t>
      </w:r>
    </w:p>
    <w:p w14:paraId="249068A2" w14:textId="77777777" w:rsidR="00E90B43" w:rsidRPr="008E2ACA" w:rsidRDefault="00E90B43" w:rsidP="008E2841">
      <w:pPr>
        <w:pStyle w:val="BodyText"/>
        <w:numPr>
          <w:ilvl w:val="0"/>
          <w:numId w:val="38"/>
        </w:numPr>
        <w:ind w:left="426" w:hanging="426"/>
      </w:pPr>
      <w:r w:rsidRPr="008E2ACA">
        <w:t xml:space="preserve">The autonomy processor(s), i.e. the interpretation and decision-making system which takes in sensor data and takes decisions on what control actions to take. This may be done on board, off-board, or as a combination of these; </w:t>
      </w:r>
    </w:p>
    <w:p w14:paraId="530AD789" w14:textId="77777777" w:rsidR="004F4BCB" w:rsidRPr="008E2ACA" w:rsidRDefault="00E90B43" w:rsidP="008E2841">
      <w:pPr>
        <w:pStyle w:val="Bullet2"/>
        <w:numPr>
          <w:ilvl w:val="0"/>
          <w:numId w:val="60"/>
        </w:numPr>
      </w:pPr>
      <w:r w:rsidRPr="008E2ACA">
        <w:t xml:space="preserve">Signalling and lighting; </w:t>
      </w:r>
    </w:p>
    <w:p w14:paraId="61FB7497" w14:textId="77777777" w:rsidR="00E90B43" w:rsidRPr="008E2ACA" w:rsidRDefault="00E90B43" w:rsidP="008E2841">
      <w:pPr>
        <w:pStyle w:val="Bullet2"/>
        <w:numPr>
          <w:ilvl w:val="0"/>
          <w:numId w:val="60"/>
        </w:numPr>
      </w:pPr>
      <w:r w:rsidRPr="008E2ACA">
        <w:t xml:space="preserve">Data quality or inconsistency. </w:t>
      </w:r>
    </w:p>
    <w:p w14:paraId="06B4AC2F" w14:textId="77777777" w:rsidR="00E90B43" w:rsidRPr="008E2ACA" w:rsidRDefault="00E90B43" w:rsidP="00E90B43">
      <w:pPr>
        <w:pStyle w:val="BodyText"/>
      </w:pPr>
      <w:r w:rsidRPr="008E2ACA">
        <w:lastRenderedPageBreak/>
        <w:t xml:space="preserve">The RA </w:t>
      </w:r>
      <w:r w:rsidR="00E94B1F">
        <w:t>should</w:t>
      </w:r>
      <w:r w:rsidRPr="008E2ACA">
        <w:t xml:space="preserve"> be able to show that the MASS is able to be operated to a tolerably safe level, ideally proven to be as safe as an equivalent manned counterpart (i.e. similar size and carrying similar payload / cargo). </w:t>
      </w:r>
    </w:p>
    <w:p w14:paraId="5C3E4D0E" w14:textId="77777777" w:rsidR="00E90B43" w:rsidRPr="008E2ACA" w:rsidRDefault="00E90B43" w:rsidP="00E90B43">
      <w:pPr>
        <w:pStyle w:val="BodyText"/>
      </w:pPr>
      <w:r w:rsidRPr="008E2ACA">
        <w:t xml:space="preserve">The protection measures afforded on a manned MASS, e.g. emergency engine stop in the case of fire, often rely on a human operator to detect the fault and to trigger the stop mechanism. On MASS, these measures must be fully automated unless the attendant risk can be otherwise reduced to an acceptable level (e.g. using electric propulsion, no fuel aboard; nobody on board put at direct risk; etc). </w:t>
      </w:r>
    </w:p>
    <w:p w14:paraId="5D1F04F3" w14:textId="77777777" w:rsidR="0037270B" w:rsidRPr="008E2ACA" w:rsidRDefault="00E90B43" w:rsidP="00E90B43">
      <w:pPr>
        <w:pStyle w:val="BodyText"/>
      </w:pPr>
      <w:r w:rsidRPr="008E2ACA">
        <w:t xml:space="preserve">The RA </w:t>
      </w:r>
      <w:r w:rsidR="00E94B1F">
        <w:t>should</w:t>
      </w:r>
      <w:r w:rsidRPr="008E2ACA">
        <w:t xml:space="preserve"> highlight all potentially critical failure modes which are mitigated using failure sensors and/or “defence in depth”, dual </w:t>
      </w:r>
      <w:r w:rsidRPr="008E2ACA">
        <w:rPr>
          <w:rFonts w:ascii="EGPINH+ArialMT" w:hAnsi="EGPINH+ArialMT" w:cs="EGPINH+ArialMT"/>
          <w:color w:val="221E1F"/>
          <w:sz w:val="18"/>
          <w:szCs w:val="18"/>
        </w:rPr>
        <w:t>or multiple redundant safety features, as these need to be identified for the purpose of test and accreditation of the MASS.</w:t>
      </w:r>
    </w:p>
    <w:p w14:paraId="0A0DC994" w14:textId="77777777" w:rsidR="0037270B" w:rsidRPr="008E2ACA" w:rsidRDefault="007B0829" w:rsidP="006C268E">
      <w:pPr>
        <w:pStyle w:val="Heading3"/>
        <w:keepNext w:val="0"/>
        <w:keepLines w:val="0"/>
      </w:pPr>
      <w:bookmarkStart w:id="46" w:name="_Toc97046758"/>
      <w:r w:rsidRPr="008E2ACA">
        <w:t xml:space="preserve">Procedures For Reporting </w:t>
      </w:r>
      <w:commentRangeStart w:id="47"/>
      <w:r w:rsidRPr="008E2ACA">
        <w:t>Accidents</w:t>
      </w:r>
      <w:bookmarkEnd w:id="46"/>
      <w:commentRangeEnd w:id="47"/>
      <w:r w:rsidR="00AE1F52">
        <w:rPr>
          <w:rStyle w:val="CommentReference"/>
          <w:rFonts w:asciiTheme="minorHAnsi" w:eastAsiaTheme="minorHAnsi" w:hAnsiTheme="minorHAnsi" w:cstheme="minorBidi"/>
          <w:b w:val="0"/>
          <w:bCs w:val="0"/>
          <w:smallCaps w:val="0"/>
          <w:color w:val="auto"/>
        </w:rPr>
        <w:commentReference w:id="47"/>
      </w:r>
    </w:p>
    <w:p w14:paraId="4DFAEA70" w14:textId="77777777" w:rsidR="00C362C9" w:rsidRPr="008E2ACA" w:rsidRDefault="00C362C9" w:rsidP="007B0829">
      <w:pPr>
        <w:pStyle w:val="BodyText"/>
      </w:pPr>
      <w:r w:rsidRPr="008E2ACA">
        <w:t>All accidents and near misses/dangerous occurrences should be reported to the management regardless of the incident size and its severity. The method for reporting of accidents should be well understood by all personnel. This in turn w</w:t>
      </w:r>
      <w:r w:rsidR="00E94B1F">
        <w:t>ould</w:t>
      </w:r>
      <w:r w:rsidRPr="008E2ACA">
        <w:t xml:space="preserve"> improve the safety culture practised through the Operator. </w:t>
      </w:r>
    </w:p>
    <w:p w14:paraId="2E00A2F4" w14:textId="77777777" w:rsidR="00C362C9" w:rsidRPr="008E2ACA" w:rsidRDefault="00C362C9" w:rsidP="007B0829">
      <w:pPr>
        <w:pStyle w:val="BodyText"/>
      </w:pPr>
      <w:r w:rsidRPr="008E2ACA">
        <w:t>MASS operating should report any accidents to the RO and the Operator should therefore have a procedure in place to achieve this requirement.</w:t>
      </w:r>
    </w:p>
    <w:p w14:paraId="6978436E" w14:textId="77777777" w:rsidR="00C362C9" w:rsidRPr="008E2ACA" w:rsidRDefault="00C362C9" w:rsidP="007B0829">
      <w:pPr>
        <w:pStyle w:val="BodyText"/>
      </w:pPr>
      <w:r w:rsidRPr="008E2ACA">
        <w:t>The accident reporting system should be well documented, with all records retained as per Operator policy for the retention of records.</w:t>
      </w:r>
    </w:p>
    <w:p w14:paraId="45BFB62A" w14:textId="77777777" w:rsidR="00C362C9" w:rsidRPr="008E2ACA" w:rsidRDefault="00C362C9" w:rsidP="007B0829">
      <w:pPr>
        <w:pStyle w:val="BodyText"/>
      </w:pPr>
      <w:r w:rsidRPr="008E2ACA">
        <w:t xml:space="preserve"> The system should include procedures ensuring that accidents and hazardous situations are reported to the Operator. After initial actions are completed to safeguard individuals or equipment, an investigation should be conducted. The incident results are to be analysed and recorded, with the appropriate measures subsequently implemented to improve safety and pollution prevention.</w:t>
      </w:r>
    </w:p>
    <w:p w14:paraId="66BC55FA" w14:textId="77777777" w:rsidR="00C362C9" w:rsidRPr="008E2ACA" w:rsidRDefault="00C362C9" w:rsidP="007B0829">
      <w:pPr>
        <w:pStyle w:val="BodyText"/>
      </w:pPr>
      <w:r w:rsidRPr="008E2ACA">
        <w:t>This procedure should also include any identified non-conformities to the standards followed after audit or through general observation.</w:t>
      </w:r>
    </w:p>
    <w:p w14:paraId="623B4729" w14:textId="77777777" w:rsidR="00C362C9" w:rsidRPr="008E2ACA" w:rsidRDefault="00C362C9" w:rsidP="007B0829">
      <w:pPr>
        <w:pStyle w:val="BodyText"/>
      </w:pPr>
      <w:r w:rsidRPr="008E2ACA">
        <w:t>The Operator should establish procedures for the implementation of corrective action, including measures intended to prevent recurrence.</w:t>
      </w:r>
    </w:p>
    <w:p w14:paraId="1725ECF4" w14:textId="77777777" w:rsidR="00C362C9" w:rsidRPr="008E2ACA" w:rsidRDefault="007B0829" w:rsidP="0037270B">
      <w:pPr>
        <w:pStyle w:val="Heading3"/>
        <w:keepNext w:val="0"/>
        <w:keepLines w:val="0"/>
      </w:pPr>
      <w:bookmarkStart w:id="48" w:name="_Toc97046759"/>
      <w:r w:rsidRPr="008E2ACA">
        <w:t xml:space="preserve">Procedures For Responding to Emergency </w:t>
      </w:r>
      <w:commentRangeStart w:id="49"/>
      <w:r w:rsidRPr="008E2ACA">
        <w:t>Situations</w:t>
      </w:r>
      <w:bookmarkEnd w:id="48"/>
      <w:commentRangeEnd w:id="49"/>
      <w:r w:rsidR="00AE1F52">
        <w:rPr>
          <w:rStyle w:val="CommentReference"/>
          <w:rFonts w:asciiTheme="minorHAnsi" w:eastAsiaTheme="minorHAnsi" w:hAnsiTheme="minorHAnsi" w:cstheme="minorBidi"/>
          <w:b w:val="0"/>
          <w:bCs w:val="0"/>
          <w:smallCaps w:val="0"/>
          <w:color w:val="auto"/>
        </w:rPr>
        <w:commentReference w:id="49"/>
      </w:r>
    </w:p>
    <w:p w14:paraId="25000630" w14:textId="77777777" w:rsidR="00C362C9" w:rsidRPr="008E2ACA" w:rsidRDefault="00C362C9" w:rsidP="007B0829">
      <w:pPr>
        <w:pStyle w:val="BodyText"/>
      </w:pPr>
      <w:r w:rsidRPr="008E2ACA">
        <w:t>The risk assessment and hazard identification system process should identify potential emergency MASS situations. Safe systems of work and procedures should then be developed to respond to them. An Emergency Situation should be considered to have occurred when a signal has not been received from or by the MASS for a critical time period. This critical time period will be related to, but not dependent upon, the MASS last confirmed location, its risk level and cargo. The appropriate authorities should be informed as soon as it is recognised by the Master and operators that the Emergency Situation exists.</w:t>
      </w:r>
    </w:p>
    <w:p w14:paraId="0CFA2619" w14:textId="77777777" w:rsidR="00C362C9" w:rsidRPr="008E2ACA" w:rsidRDefault="00C362C9" w:rsidP="007B0829">
      <w:pPr>
        <w:pStyle w:val="BodyText"/>
      </w:pPr>
      <w:r w:rsidRPr="008E2ACA">
        <w:t>Procedures for responding to emergency situations should be clearly established. These may include but are not limited to:</w:t>
      </w:r>
    </w:p>
    <w:p w14:paraId="73944B92" w14:textId="77777777" w:rsidR="00C362C9" w:rsidRPr="008E2ACA" w:rsidRDefault="00C362C9" w:rsidP="008E2841">
      <w:pPr>
        <w:pStyle w:val="BodyText"/>
        <w:numPr>
          <w:ilvl w:val="0"/>
          <w:numId w:val="56"/>
        </w:numPr>
        <w:ind w:left="426" w:hanging="426"/>
      </w:pPr>
      <w:r w:rsidRPr="008E2ACA">
        <w:t>Loss of Control of MASS for a critical time period;</w:t>
      </w:r>
    </w:p>
    <w:p w14:paraId="1B240C9D" w14:textId="77777777" w:rsidR="00C362C9" w:rsidRPr="008E2ACA" w:rsidRDefault="00C362C9" w:rsidP="008E2841">
      <w:pPr>
        <w:pStyle w:val="BodyText"/>
        <w:numPr>
          <w:ilvl w:val="0"/>
          <w:numId w:val="56"/>
        </w:numPr>
        <w:ind w:left="426" w:hanging="426"/>
      </w:pPr>
      <w:r w:rsidRPr="008E2ACA">
        <w:t>Fire;</w:t>
      </w:r>
    </w:p>
    <w:p w14:paraId="51049E27" w14:textId="77777777" w:rsidR="00C362C9" w:rsidRPr="008E2ACA" w:rsidRDefault="00C362C9" w:rsidP="008E2841">
      <w:pPr>
        <w:pStyle w:val="BodyText"/>
        <w:numPr>
          <w:ilvl w:val="0"/>
          <w:numId w:val="56"/>
        </w:numPr>
        <w:ind w:left="426" w:hanging="426"/>
      </w:pPr>
      <w:r w:rsidRPr="008E2ACA">
        <w:t>Collision;</w:t>
      </w:r>
    </w:p>
    <w:p w14:paraId="39342412" w14:textId="77777777" w:rsidR="00C362C9" w:rsidRPr="008E2ACA" w:rsidRDefault="00C362C9" w:rsidP="008E2841">
      <w:pPr>
        <w:pStyle w:val="BodyText"/>
        <w:numPr>
          <w:ilvl w:val="0"/>
          <w:numId w:val="56"/>
        </w:numPr>
        <w:ind w:left="426" w:hanging="426"/>
      </w:pPr>
      <w:r w:rsidRPr="008E2ACA">
        <w:t>Grounding;</w:t>
      </w:r>
    </w:p>
    <w:p w14:paraId="2058A194" w14:textId="77777777" w:rsidR="00C362C9" w:rsidRPr="008E2ACA" w:rsidRDefault="00C362C9" w:rsidP="008E2841">
      <w:pPr>
        <w:pStyle w:val="BodyText"/>
        <w:numPr>
          <w:ilvl w:val="0"/>
          <w:numId w:val="56"/>
        </w:numPr>
        <w:ind w:left="426" w:hanging="426"/>
      </w:pPr>
      <w:r w:rsidRPr="008E2ACA">
        <w:t>Flood;</w:t>
      </w:r>
    </w:p>
    <w:p w14:paraId="033B78D8" w14:textId="77777777" w:rsidR="00C362C9" w:rsidRPr="008E2ACA" w:rsidRDefault="00C362C9" w:rsidP="008E2841">
      <w:pPr>
        <w:pStyle w:val="BodyText"/>
        <w:numPr>
          <w:ilvl w:val="0"/>
          <w:numId w:val="56"/>
        </w:numPr>
        <w:ind w:left="426" w:hanging="426"/>
      </w:pPr>
      <w:r w:rsidRPr="008E2ACA">
        <w:t>Violent act;</w:t>
      </w:r>
    </w:p>
    <w:p w14:paraId="1B97B44A" w14:textId="77777777" w:rsidR="00C362C9" w:rsidRPr="008E2ACA" w:rsidRDefault="00C362C9" w:rsidP="008E2841">
      <w:pPr>
        <w:pStyle w:val="BodyText"/>
        <w:numPr>
          <w:ilvl w:val="0"/>
          <w:numId w:val="56"/>
        </w:numPr>
        <w:ind w:left="426" w:hanging="426"/>
      </w:pPr>
      <w:r w:rsidRPr="008E2ACA">
        <w:t>Main propulsion or steering failure;</w:t>
      </w:r>
    </w:p>
    <w:p w14:paraId="25EC28BE" w14:textId="77777777" w:rsidR="00C362C9" w:rsidRPr="008E2ACA" w:rsidRDefault="00C362C9" w:rsidP="008E2841">
      <w:pPr>
        <w:pStyle w:val="BodyText"/>
        <w:numPr>
          <w:ilvl w:val="0"/>
          <w:numId w:val="56"/>
        </w:numPr>
        <w:ind w:left="426" w:hanging="426"/>
      </w:pPr>
      <w:r w:rsidRPr="008E2ACA">
        <w:lastRenderedPageBreak/>
        <w:t>Man overboard (if vessel manned);</w:t>
      </w:r>
    </w:p>
    <w:p w14:paraId="6FE3D1CB" w14:textId="77777777" w:rsidR="00C362C9" w:rsidRPr="008E2ACA" w:rsidRDefault="00C362C9" w:rsidP="008E2841">
      <w:pPr>
        <w:pStyle w:val="BodyText"/>
        <w:numPr>
          <w:ilvl w:val="0"/>
          <w:numId w:val="56"/>
        </w:numPr>
        <w:ind w:left="426" w:hanging="426"/>
      </w:pPr>
      <w:r w:rsidRPr="008E2ACA">
        <w:t>Abandon MASS procedure (if vessel manned).</w:t>
      </w:r>
    </w:p>
    <w:p w14:paraId="11F4519C" w14:textId="77777777" w:rsidR="00C362C9" w:rsidRPr="008E2ACA" w:rsidRDefault="00282F59" w:rsidP="008E2841">
      <w:pPr>
        <w:pStyle w:val="BodyText"/>
        <w:numPr>
          <w:ilvl w:val="0"/>
          <w:numId w:val="56"/>
        </w:numPr>
        <w:ind w:left="426" w:hanging="426"/>
      </w:pPr>
      <w:r>
        <w:t>P</w:t>
      </w:r>
      <w:r w:rsidR="00C362C9" w:rsidRPr="008E2ACA">
        <w:t>ropulsion or steering failure;</w:t>
      </w:r>
    </w:p>
    <w:p w14:paraId="64EB80B2" w14:textId="77777777" w:rsidR="00C362C9" w:rsidRPr="008E2ACA" w:rsidRDefault="00C362C9" w:rsidP="0037270B">
      <w:pPr>
        <w:rPr>
          <w:sz w:val="22"/>
        </w:rPr>
      </w:pPr>
      <w:r w:rsidRPr="008E2ACA">
        <w:rPr>
          <w:sz w:val="22"/>
        </w:rPr>
        <w:t>Checklists/Aide Memoires may be useful in this regard onboard the MASS and at control stations.</w:t>
      </w:r>
    </w:p>
    <w:p w14:paraId="39B52141" w14:textId="77777777" w:rsidR="00C362C9" w:rsidRPr="008E2ACA" w:rsidRDefault="00C362C9" w:rsidP="007B0829">
      <w:pPr>
        <w:pStyle w:val="BodyText"/>
      </w:pPr>
      <w:r w:rsidRPr="008E2ACA">
        <w:t>The roles and responsibilities of all personnel in an emergency situation should be defined and recorded.</w:t>
      </w:r>
    </w:p>
    <w:p w14:paraId="74C9865D" w14:textId="77777777" w:rsidR="00C362C9" w:rsidRPr="008E2ACA" w:rsidRDefault="00C362C9" w:rsidP="007B0829">
      <w:pPr>
        <w:pStyle w:val="BodyText"/>
      </w:pPr>
      <w:r w:rsidRPr="008E2ACA">
        <w:t>The safety management system should provide for measures ensuring that the Operator’s organisation can respond at any time to hazards, accidents and emergency situations involving its MASS. This is particularly important during crewless periods of operation.</w:t>
      </w:r>
    </w:p>
    <w:p w14:paraId="7234901F" w14:textId="77777777" w:rsidR="00C362C9" w:rsidRPr="008E2ACA" w:rsidRDefault="00C362C9" w:rsidP="007B0829">
      <w:pPr>
        <w:pStyle w:val="BodyText"/>
      </w:pPr>
      <w:r w:rsidRPr="008E2ACA">
        <w:t>It is essential that there is the ability to communicate with the emergency services via the MASS or RCC.</w:t>
      </w:r>
    </w:p>
    <w:p w14:paraId="6589FCA8" w14:textId="77777777" w:rsidR="00C362C9" w:rsidRPr="008E2ACA" w:rsidRDefault="00C362C9" w:rsidP="007B0829">
      <w:pPr>
        <w:pStyle w:val="BodyText"/>
      </w:pPr>
      <w:r w:rsidRPr="008E2ACA">
        <w:t>Preparation for emergency situations requires careful consideration and planning. All new and existing personnel should undertake suitable and sufficient training for each of the emergency scenarios. A programme of drills and exercises to react for emergency actions should be incorporated into any vessel management plan.</w:t>
      </w:r>
    </w:p>
    <w:p w14:paraId="79AE9B8F" w14:textId="77777777" w:rsidR="00C362C9" w:rsidRPr="008E2ACA" w:rsidRDefault="00C362C9" w:rsidP="007B0829">
      <w:pPr>
        <w:pStyle w:val="BodyText"/>
      </w:pPr>
      <w:r w:rsidRPr="008E2ACA">
        <w:t>Any exercises conducted should be recorded. This record should include the names of those who participated</w:t>
      </w:r>
    </w:p>
    <w:p w14:paraId="3A92B7AF" w14:textId="77777777" w:rsidR="00C362C9" w:rsidRPr="008E2ACA" w:rsidRDefault="007B0829" w:rsidP="0037270B">
      <w:pPr>
        <w:pStyle w:val="Heading3"/>
        <w:keepNext w:val="0"/>
        <w:keepLines w:val="0"/>
      </w:pPr>
      <w:bookmarkStart w:id="50" w:name="_Toc97046760"/>
      <w:r w:rsidRPr="008E2ACA">
        <w:t xml:space="preserve">Personnel and </w:t>
      </w:r>
      <w:commentRangeStart w:id="51"/>
      <w:r w:rsidRPr="008E2ACA">
        <w:t>Training</w:t>
      </w:r>
      <w:bookmarkEnd w:id="50"/>
      <w:commentRangeEnd w:id="51"/>
      <w:r w:rsidR="00AE1F52">
        <w:rPr>
          <w:rStyle w:val="CommentReference"/>
          <w:rFonts w:asciiTheme="minorHAnsi" w:eastAsiaTheme="minorHAnsi" w:hAnsiTheme="minorHAnsi" w:cstheme="minorBidi"/>
          <w:b w:val="0"/>
          <w:bCs w:val="0"/>
          <w:smallCaps w:val="0"/>
          <w:color w:val="auto"/>
        </w:rPr>
        <w:commentReference w:id="51"/>
      </w:r>
    </w:p>
    <w:p w14:paraId="299D7C6F" w14:textId="77777777" w:rsidR="00C362C9" w:rsidRPr="008E2ACA" w:rsidRDefault="00C362C9" w:rsidP="007B0829">
      <w:pPr>
        <w:pStyle w:val="BodyText"/>
      </w:pPr>
      <w:r w:rsidRPr="008E2ACA">
        <w:t>All personnel should receive training appropriate to the tasks they undertake. It is the responsibility of the Operator to ensure that this training is given, and that the personnel have an understanding of the relevant regulations and rules. This training should be recorded in the MASS Operators Training Record Book (see Chapter 13).</w:t>
      </w:r>
    </w:p>
    <w:p w14:paraId="19BB6938" w14:textId="77777777" w:rsidR="00C362C9" w:rsidRPr="008E2ACA" w:rsidRDefault="00C362C9" w:rsidP="007B0829">
      <w:pPr>
        <w:pStyle w:val="BodyText"/>
      </w:pPr>
      <w:r w:rsidRPr="008E2ACA">
        <w:t>As a minimum, this means:</w:t>
      </w:r>
    </w:p>
    <w:p w14:paraId="45C05A57" w14:textId="77777777" w:rsidR="00C362C9" w:rsidRPr="008E2ACA" w:rsidRDefault="00C362C9" w:rsidP="008E2841">
      <w:pPr>
        <w:pStyle w:val="BodyText"/>
        <w:numPr>
          <w:ilvl w:val="0"/>
          <w:numId w:val="57"/>
        </w:numPr>
        <w:ind w:left="426" w:hanging="426"/>
      </w:pPr>
      <w:r w:rsidRPr="008E2ACA">
        <w:t>For the Operator, the relevant qualifications;</w:t>
      </w:r>
    </w:p>
    <w:p w14:paraId="7F56A301" w14:textId="77777777" w:rsidR="00C362C9" w:rsidRPr="008E2ACA" w:rsidRDefault="00C362C9" w:rsidP="008E2841">
      <w:pPr>
        <w:pStyle w:val="BodyText"/>
        <w:numPr>
          <w:ilvl w:val="0"/>
          <w:numId w:val="57"/>
        </w:numPr>
        <w:ind w:left="426" w:hanging="426"/>
      </w:pPr>
      <w:r w:rsidRPr="008E2ACA">
        <w:t>For the crew, relevant qualifications and any additional training appropriate to their designated duties.</w:t>
      </w:r>
    </w:p>
    <w:p w14:paraId="39B850AE" w14:textId="77777777" w:rsidR="00C362C9" w:rsidRPr="008E2ACA" w:rsidRDefault="00C362C9" w:rsidP="007B0829">
      <w:pPr>
        <w:pStyle w:val="BodyText"/>
      </w:pPr>
      <w:r w:rsidRPr="008E2ACA">
        <w:t xml:space="preserve">Training needs analysis should be conducted regularly for identifying any training, which may be required in support of </w:t>
      </w:r>
      <w:r w:rsidRPr="008E2ACA">
        <w:rPr>
          <w:rFonts w:cstheme="minorHAnsi"/>
        </w:rPr>
        <w:t xml:space="preserve">the </w:t>
      </w:r>
      <w:r w:rsidR="000B4D24" w:rsidRPr="003E5CDA">
        <w:rPr>
          <w:rFonts w:cstheme="minorHAnsi"/>
          <w:color w:val="221E1F"/>
          <w:szCs w:val="18"/>
        </w:rPr>
        <w:t>Safety Management System</w:t>
      </w:r>
      <w:r w:rsidR="000B4D24" w:rsidRPr="008E2ACA">
        <w:rPr>
          <w:rFonts w:cstheme="minorHAnsi"/>
        </w:rPr>
        <w:t xml:space="preserve"> (</w:t>
      </w:r>
      <w:r w:rsidRPr="008E2ACA">
        <w:rPr>
          <w:rFonts w:cstheme="minorHAnsi"/>
        </w:rPr>
        <w:t>SMS</w:t>
      </w:r>
      <w:r w:rsidR="000B4D24" w:rsidRPr="008E2ACA">
        <w:t>)</w:t>
      </w:r>
      <w:r w:rsidRPr="008E2ACA">
        <w:t xml:space="preserve"> and ensure that such training is provided for all personnel concerned.</w:t>
      </w:r>
    </w:p>
    <w:p w14:paraId="6EFBEBAA" w14:textId="77777777" w:rsidR="00C362C9" w:rsidRPr="008E2ACA" w:rsidRDefault="00C362C9" w:rsidP="007B0829">
      <w:pPr>
        <w:pStyle w:val="BodyText"/>
      </w:pPr>
      <w:r w:rsidRPr="008E2ACA">
        <w:t>Relevant information on the SMS should be distributed to all personnel in a clear, concise manner, which should include considerations of language.</w:t>
      </w:r>
    </w:p>
    <w:p w14:paraId="518CCB66" w14:textId="4EB2F119" w:rsidR="00C362C9" w:rsidRPr="008E2ACA" w:rsidRDefault="00C362C9" w:rsidP="007B0829">
      <w:pPr>
        <w:pStyle w:val="BodyText"/>
      </w:pPr>
      <w:r w:rsidRPr="008E2ACA">
        <w:t>The SMS should also incorporate an effective feedback procedure such that the MASS’ personnel are able to communicate effectively in the execution of their duties related to the SMS.</w:t>
      </w:r>
    </w:p>
    <w:p w14:paraId="2163DE99" w14:textId="77777777" w:rsidR="00C362C9" w:rsidRPr="008E2ACA" w:rsidRDefault="00C362C9" w:rsidP="008E2841">
      <w:pPr>
        <w:pStyle w:val="BodyText"/>
        <w:numPr>
          <w:ilvl w:val="0"/>
          <w:numId w:val="58"/>
        </w:numPr>
        <w:ind w:left="426" w:hanging="426"/>
      </w:pPr>
      <w:r w:rsidRPr="008E2ACA">
        <w:t>Control of areas around a MASS, on the support vessel whether docked alongside or rafted, or whilst at sea;</w:t>
      </w:r>
    </w:p>
    <w:p w14:paraId="0F5F658F" w14:textId="77777777" w:rsidR="00C362C9" w:rsidRPr="008E2ACA" w:rsidRDefault="00C362C9" w:rsidP="008E2841">
      <w:pPr>
        <w:pStyle w:val="BodyText"/>
        <w:numPr>
          <w:ilvl w:val="0"/>
          <w:numId w:val="58"/>
        </w:numPr>
        <w:ind w:left="426" w:hanging="426"/>
      </w:pPr>
      <w:r w:rsidRPr="008E2ACA">
        <w:t>Manoeuvring in all modes at sea;</w:t>
      </w:r>
    </w:p>
    <w:p w14:paraId="59C7C77C" w14:textId="77777777" w:rsidR="00C362C9" w:rsidRPr="008E2ACA" w:rsidRDefault="00C362C9" w:rsidP="008E2841">
      <w:pPr>
        <w:pStyle w:val="BodyText"/>
        <w:numPr>
          <w:ilvl w:val="0"/>
          <w:numId w:val="58"/>
        </w:numPr>
        <w:ind w:left="426" w:hanging="426"/>
      </w:pPr>
      <w:r w:rsidRPr="008E2ACA">
        <w:t>Operations in restricted and restricted/busy navigational areas;</w:t>
      </w:r>
    </w:p>
    <w:p w14:paraId="603CC426" w14:textId="77777777" w:rsidR="00C362C9" w:rsidRPr="008E2ACA" w:rsidRDefault="00C362C9" w:rsidP="008E2841">
      <w:pPr>
        <w:pStyle w:val="BodyText"/>
        <w:numPr>
          <w:ilvl w:val="0"/>
          <w:numId w:val="58"/>
        </w:numPr>
        <w:ind w:left="426" w:hanging="426"/>
      </w:pPr>
      <w:r w:rsidRPr="008E2ACA">
        <w:t>Launching and recovery operations;</w:t>
      </w:r>
    </w:p>
    <w:p w14:paraId="163DD96C" w14:textId="77777777" w:rsidR="00C362C9" w:rsidRPr="008E2ACA" w:rsidRDefault="00C362C9" w:rsidP="008E2841">
      <w:pPr>
        <w:pStyle w:val="BodyText"/>
        <w:numPr>
          <w:ilvl w:val="0"/>
          <w:numId w:val="58"/>
        </w:numPr>
        <w:ind w:left="426" w:hanging="426"/>
      </w:pPr>
      <w:r w:rsidRPr="008E2ACA">
        <w:t>Evacuation from all areas of the MASS;</w:t>
      </w:r>
    </w:p>
    <w:p w14:paraId="5DCAC220" w14:textId="77777777" w:rsidR="00C362C9" w:rsidRPr="008E2ACA" w:rsidRDefault="00C362C9" w:rsidP="008E2841">
      <w:pPr>
        <w:pStyle w:val="BodyText"/>
        <w:numPr>
          <w:ilvl w:val="0"/>
          <w:numId w:val="58"/>
        </w:numPr>
        <w:ind w:left="426" w:hanging="426"/>
      </w:pPr>
      <w:r w:rsidRPr="008E2ACA">
        <w:t>Use and handling of emergency equipment/systems.</w:t>
      </w:r>
    </w:p>
    <w:p w14:paraId="468620D0" w14:textId="77777777" w:rsidR="00C362C9" w:rsidRPr="008E2ACA" w:rsidRDefault="00C362C9" w:rsidP="007B0829">
      <w:pPr>
        <w:pStyle w:val="BodyText"/>
      </w:pPr>
      <w:r w:rsidRPr="008E2ACA">
        <w:t>This training should be recorded in the MASS Operators Training Record Book and signed off as completed by the appropriate authority or responsible person.</w:t>
      </w:r>
    </w:p>
    <w:p w14:paraId="22A5A794" w14:textId="77777777" w:rsidR="006C6006" w:rsidRPr="008E2ACA" w:rsidRDefault="008A329C" w:rsidP="006C268E">
      <w:pPr>
        <w:pStyle w:val="Heading2"/>
        <w:ind w:left="851" w:hanging="851"/>
      </w:pPr>
      <w:bookmarkStart w:id="52" w:name="_Toc97046761"/>
      <w:r>
        <w:br w:type="page"/>
      </w:r>
      <w:r w:rsidR="00E33F45" w:rsidRPr="008E2ACA">
        <w:lastRenderedPageBreak/>
        <w:t xml:space="preserve">MAINTENANCE OF THE MASS AND </w:t>
      </w:r>
      <w:commentRangeStart w:id="53"/>
      <w:r w:rsidR="00E33F45" w:rsidRPr="008E2ACA">
        <w:t>EQUIPMENT</w:t>
      </w:r>
      <w:bookmarkEnd w:id="52"/>
      <w:commentRangeEnd w:id="53"/>
      <w:r w:rsidR="00AE1F52">
        <w:rPr>
          <w:rStyle w:val="CommentReference"/>
          <w:rFonts w:asciiTheme="minorHAnsi" w:eastAsiaTheme="minorHAnsi" w:hAnsiTheme="minorHAnsi" w:cstheme="minorBidi"/>
          <w:b w:val="0"/>
          <w:bCs w:val="0"/>
          <w:caps w:val="0"/>
          <w:color w:val="auto"/>
        </w:rPr>
        <w:commentReference w:id="53"/>
      </w:r>
    </w:p>
    <w:p w14:paraId="481A8E57" w14:textId="77777777" w:rsidR="00C362C9" w:rsidRPr="008E2ACA" w:rsidRDefault="00C362C9" w:rsidP="00C362C9">
      <w:pPr>
        <w:pStyle w:val="Heading2separationline"/>
      </w:pPr>
    </w:p>
    <w:p w14:paraId="3DD37493" w14:textId="77777777" w:rsidR="00C362C9" w:rsidRPr="008E2ACA" w:rsidRDefault="00C362C9" w:rsidP="007B0829">
      <w:pPr>
        <w:pStyle w:val="BodyText"/>
        <w:rPr>
          <w:color w:val="000000" w:themeColor="text1"/>
        </w:rPr>
      </w:pPr>
      <w:r w:rsidRPr="008E2ACA">
        <w:rPr>
          <w:color w:val="000000" w:themeColor="text1"/>
          <w:w w:val="99"/>
        </w:rPr>
        <w:t>A</w:t>
      </w:r>
      <w:r w:rsidRPr="008E2ACA">
        <w:rPr>
          <w:color w:val="000000" w:themeColor="text1"/>
          <w:spacing w:val="-26"/>
        </w:rPr>
        <w:t xml:space="preserve"> </w:t>
      </w:r>
      <w:r w:rsidRPr="008E2ACA">
        <w:rPr>
          <w:color w:val="000000" w:themeColor="text1"/>
        </w:rPr>
        <w:t>Maintenance</w:t>
      </w:r>
      <w:r w:rsidRPr="008E2ACA">
        <w:rPr>
          <w:color w:val="000000" w:themeColor="text1"/>
          <w:spacing w:val="-17"/>
        </w:rPr>
        <w:t xml:space="preserve"> </w:t>
      </w:r>
      <w:r w:rsidRPr="008E2ACA">
        <w:rPr>
          <w:color w:val="000000" w:themeColor="text1"/>
        </w:rPr>
        <w:t>Management</w:t>
      </w:r>
      <w:r w:rsidRPr="008E2ACA">
        <w:rPr>
          <w:color w:val="000000" w:themeColor="text1"/>
          <w:spacing w:val="-17"/>
        </w:rPr>
        <w:t xml:space="preserve"> </w:t>
      </w:r>
      <w:r w:rsidRPr="008E2ACA">
        <w:rPr>
          <w:color w:val="000000" w:themeColor="text1"/>
          <w:w w:val="98"/>
        </w:rPr>
        <w:t>System</w:t>
      </w:r>
      <w:r w:rsidRPr="008E2ACA">
        <w:rPr>
          <w:color w:val="000000" w:themeColor="text1"/>
          <w:spacing w:val="-9"/>
          <w:w w:val="98"/>
        </w:rPr>
        <w:t xml:space="preserve"> </w:t>
      </w:r>
      <w:r w:rsidRPr="008E2ACA">
        <w:rPr>
          <w:color w:val="000000" w:themeColor="text1"/>
        </w:rPr>
        <w:t>(MMS)</w:t>
      </w:r>
      <w:r w:rsidRPr="008E2ACA">
        <w:rPr>
          <w:color w:val="000000" w:themeColor="text1"/>
          <w:spacing w:val="-16"/>
        </w:rPr>
        <w:t xml:space="preserve"> </w:t>
      </w:r>
      <w:r w:rsidRPr="008E2ACA">
        <w:rPr>
          <w:color w:val="000000" w:themeColor="text1"/>
        </w:rPr>
        <w:t>is</w:t>
      </w:r>
      <w:r w:rsidRPr="008E2ACA">
        <w:rPr>
          <w:color w:val="000000" w:themeColor="text1"/>
          <w:spacing w:val="-16"/>
        </w:rPr>
        <w:t xml:space="preserve"> </w:t>
      </w:r>
      <w:r w:rsidRPr="008E2ACA">
        <w:rPr>
          <w:color w:val="000000" w:themeColor="text1"/>
        </w:rPr>
        <w:t>another</w:t>
      </w:r>
      <w:r w:rsidRPr="008E2ACA">
        <w:rPr>
          <w:color w:val="000000" w:themeColor="text1"/>
          <w:spacing w:val="-17"/>
        </w:rPr>
        <w:t xml:space="preserve"> </w:t>
      </w:r>
      <w:r w:rsidRPr="008E2ACA">
        <w:rPr>
          <w:color w:val="000000" w:themeColor="text1"/>
        </w:rPr>
        <w:t>important</w:t>
      </w:r>
      <w:r w:rsidRPr="008E2ACA">
        <w:rPr>
          <w:color w:val="000000" w:themeColor="text1"/>
          <w:spacing w:val="-17"/>
        </w:rPr>
        <w:t xml:space="preserve"> </w:t>
      </w:r>
      <w:r w:rsidRPr="008E2ACA">
        <w:rPr>
          <w:color w:val="000000" w:themeColor="text1"/>
        </w:rPr>
        <w:t>integral</w:t>
      </w:r>
      <w:r w:rsidRPr="008E2ACA">
        <w:rPr>
          <w:color w:val="000000" w:themeColor="text1"/>
          <w:spacing w:val="-17"/>
        </w:rPr>
        <w:t xml:space="preserve"> </w:t>
      </w:r>
      <w:r w:rsidRPr="008E2ACA">
        <w:rPr>
          <w:color w:val="000000" w:themeColor="text1"/>
        </w:rPr>
        <w:t>part</w:t>
      </w:r>
      <w:r w:rsidRPr="008E2ACA">
        <w:rPr>
          <w:color w:val="000000" w:themeColor="text1"/>
          <w:spacing w:val="-16"/>
        </w:rPr>
        <w:t xml:space="preserve"> </w:t>
      </w:r>
      <w:r w:rsidRPr="008E2ACA">
        <w:rPr>
          <w:color w:val="000000" w:themeColor="text1"/>
        </w:rPr>
        <w:t>of</w:t>
      </w:r>
      <w:r w:rsidRPr="008E2ACA">
        <w:rPr>
          <w:color w:val="000000" w:themeColor="text1"/>
          <w:spacing w:val="-17"/>
        </w:rPr>
        <w:t xml:space="preserve"> </w:t>
      </w:r>
      <w:r w:rsidRPr="008E2ACA">
        <w:rPr>
          <w:color w:val="000000" w:themeColor="text1"/>
        </w:rPr>
        <w:t>the</w:t>
      </w:r>
      <w:r w:rsidRPr="008E2ACA">
        <w:rPr>
          <w:color w:val="000000" w:themeColor="text1"/>
          <w:spacing w:val="-16"/>
        </w:rPr>
        <w:t xml:space="preserve"> </w:t>
      </w:r>
      <w:r w:rsidRPr="008E2ACA">
        <w:rPr>
          <w:color w:val="000000" w:themeColor="text1"/>
          <w:w w:val="98"/>
        </w:rPr>
        <w:t>MASS</w:t>
      </w:r>
      <w:r w:rsidRPr="008E2ACA">
        <w:rPr>
          <w:color w:val="000000" w:themeColor="text1"/>
          <w:spacing w:val="-10"/>
          <w:w w:val="98"/>
        </w:rPr>
        <w:t xml:space="preserve"> </w:t>
      </w:r>
      <w:r w:rsidRPr="008E2ACA">
        <w:rPr>
          <w:color w:val="000000" w:themeColor="text1"/>
          <w:w w:val="98"/>
        </w:rPr>
        <w:t>safety</w:t>
      </w:r>
      <w:r w:rsidRPr="008E2ACA">
        <w:rPr>
          <w:color w:val="000000" w:themeColor="text1"/>
          <w:spacing w:val="-11"/>
          <w:w w:val="98"/>
        </w:rPr>
        <w:t xml:space="preserve"> </w:t>
      </w:r>
      <w:r w:rsidRPr="008E2ACA">
        <w:rPr>
          <w:color w:val="000000" w:themeColor="text1"/>
        </w:rPr>
        <w:t>management</w:t>
      </w:r>
      <w:r w:rsidRPr="008E2ACA">
        <w:rPr>
          <w:color w:val="000000" w:themeColor="text1"/>
          <w:spacing w:val="-17"/>
        </w:rPr>
        <w:t xml:space="preserve"> </w:t>
      </w:r>
      <w:r w:rsidRPr="008E2ACA">
        <w:rPr>
          <w:color w:val="000000" w:themeColor="text1"/>
        </w:rPr>
        <w:t>regime.</w:t>
      </w:r>
    </w:p>
    <w:p w14:paraId="742C047D" w14:textId="77777777" w:rsidR="00C362C9" w:rsidRPr="008E2ACA" w:rsidRDefault="00C362C9" w:rsidP="007B0829">
      <w:pPr>
        <w:pStyle w:val="BodyText"/>
        <w:rPr>
          <w:color w:val="000000" w:themeColor="text1"/>
        </w:rPr>
      </w:pPr>
      <w:r w:rsidRPr="008E2ACA">
        <w:rPr>
          <w:color w:val="000000" w:themeColor="text1"/>
        </w:rPr>
        <w:t>Procedures need</w:t>
      </w:r>
      <w:r w:rsidRPr="008E2ACA">
        <w:rPr>
          <w:color w:val="000000" w:themeColor="text1"/>
          <w:spacing w:val="1"/>
        </w:rPr>
        <w:t xml:space="preserve"> </w:t>
      </w:r>
      <w:r w:rsidRPr="008E2ACA">
        <w:rPr>
          <w:color w:val="000000" w:themeColor="text1"/>
        </w:rPr>
        <w:t>to be</w:t>
      </w:r>
      <w:r w:rsidRPr="008E2ACA">
        <w:rPr>
          <w:color w:val="000000" w:themeColor="text1"/>
          <w:spacing w:val="1"/>
        </w:rPr>
        <w:t xml:space="preserve"> </w:t>
      </w:r>
      <w:r w:rsidRPr="008E2ACA">
        <w:rPr>
          <w:color w:val="000000" w:themeColor="text1"/>
        </w:rPr>
        <w:t>established to ensure</w:t>
      </w:r>
      <w:r w:rsidRPr="008E2ACA">
        <w:rPr>
          <w:color w:val="000000" w:themeColor="text1"/>
          <w:spacing w:val="1"/>
        </w:rPr>
        <w:t xml:space="preserve"> </w:t>
      </w:r>
      <w:r w:rsidRPr="008E2ACA">
        <w:rPr>
          <w:color w:val="000000" w:themeColor="text1"/>
        </w:rPr>
        <w:t>that</w:t>
      </w:r>
      <w:r w:rsidRPr="008E2ACA">
        <w:rPr>
          <w:color w:val="000000" w:themeColor="text1"/>
          <w:spacing w:val="-2"/>
        </w:rPr>
        <w:t xml:space="preserve"> </w:t>
      </w:r>
      <w:r w:rsidRPr="008E2ACA">
        <w:rPr>
          <w:color w:val="000000" w:themeColor="text1"/>
        </w:rPr>
        <w:t>the</w:t>
      </w:r>
      <w:r w:rsidRPr="008E2ACA">
        <w:rPr>
          <w:color w:val="000000" w:themeColor="text1"/>
          <w:spacing w:val="1"/>
        </w:rPr>
        <w:t xml:space="preserve"> </w:t>
      </w:r>
      <w:r w:rsidRPr="008E2ACA">
        <w:rPr>
          <w:color w:val="000000" w:themeColor="text1"/>
        </w:rPr>
        <w:t>MASS</w:t>
      </w:r>
      <w:r w:rsidRPr="008E2ACA">
        <w:rPr>
          <w:color w:val="000000" w:themeColor="text1"/>
          <w:spacing w:val="-4"/>
        </w:rPr>
        <w:t xml:space="preserve"> </w:t>
      </w:r>
      <w:r w:rsidRPr="008E2ACA">
        <w:rPr>
          <w:color w:val="000000" w:themeColor="text1"/>
        </w:rPr>
        <w:t>is</w:t>
      </w:r>
      <w:r w:rsidRPr="008E2ACA">
        <w:rPr>
          <w:color w:val="000000" w:themeColor="text1"/>
          <w:spacing w:val="1"/>
        </w:rPr>
        <w:t xml:space="preserve"> </w:t>
      </w:r>
      <w:r w:rsidRPr="008E2ACA">
        <w:rPr>
          <w:color w:val="000000" w:themeColor="text1"/>
        </w:rPr>
        <w:t>maintained to conform</w:t>
      </w:r>
      <w:r w:rsidRPr="008E2ACA">
        <w:rPr>
          <w:color w:val="000000" w:themeColor="text1"/>
          <w:spacing w:val="1"/>
        </w:rPr>
        <w:t xml:space="preserve"> </w:t>
      </w:r>
      <w:r w:rsidRPr="008E2ACA">
        <w:rPr>
          <w:color w:val="000000" w:themeColor="text1"/>
        </w:rPr>
        <w:t>with</w:t>
      </w:r>
      <w:r w:rsidRPr="008E2ACA">
        <w:rPr>
          <w:color w:val="000000" w:themeColor="text1"/>
          <w:spacing w:val="1"/>
        </w:rPr>
        <w:t xml:space="preserve"> </w:t>
      </w:r>
      <w:r w:rsidRPr="008E2ACA">
        <w:rPr>
          <w:color w:val="000000" w:themeColor="text1"/>
        </w:rPr>
        <w:t>the</w:t>
      </w:r>
      <w:r w:rsidRPr="008E2ACA">
        <w:rPr>
          <w:color w:val="000000" w:themeColor="text1"/>
          <w:spacing w:val="1"/>
        </w:rPr>
        <w:t xml:space="preserve"> </w:t>
      </w:r>
      <w:r w:rsidRPr="008E2ACA">
        <w:rPr>
          <w:color w:val="000000" w:themeColor="text1"/>
        </w:rPr>
        <w:t>provisions of the relevant rules and regulations and with any additional requirements which may be established by the Operato</w:t>
      </w:r>
      <w:r w:rsidRPr="008E2ACA">
        <w:rPr>
          <w:color w:val="000000" w:themeColor="text1"/>
          <w:spacing w:val="-10"/>
        </w:rPr>
        <w:t>r</w:t>
      </w:r>
      <w:r w:rsidRPr="008E2ACA">
        <w:rPr>
          <w:color w:val="000000" w:themeColor="text1"/>
        </w:rPr>
        <w:t>.</w:t>
      </w:r>
    </w:p>
    <w:p w14:paraId="57B52E7D" w14:textId="77777777" w:rsidR="00C362C9" w:rsidRPr="008E2ACA" w:rsidRDefault="00C362C9" w:rsidP="007B0829">
      <w:pPr>
        <w:pStyle w:val="BodyText"/>
        <w:rPr>
          <w:color w:val="000000" w:themeColor="text1"/>
        </w:rPr>
      </w:pPr>
      <w:r w:rsidRPr="008E2ACA">
        <w:rPr>
          <w:color w:val="000000" w:themeColor="text1"/>
          <w:spacing w:val="-20"/>
        </w:rPr>
        <w:t>T</w:t>
      </w:r>
      <w:r w:rsidRPr="008E2ACA">
        <w:rPr>
          <w:color w:val="000000" w:themeColor="text1"/>
        </w:rPr>
        <w:t>o</w:t>
      </w:r>
      <w:r w:rsidRPr="008E2ACA">
        <w:rPr>
          <w:color w:val="000000" w:themeColor="text1"/>
          <w:spacing w:val="-1"/>
        </w:rPr>
        <w:t xml:space="preserve"> </w:t>
      </w:r>
      <w:r w:rsidRPr="008E2ACA">
        <w:rPr>
          <w:color w:val="000000" w:themeColor="text1"/>
        </w:rPr>
        <w:t>ensure conformity to</w:t>
      </w:r>
      <w:r w:rsidRPr="008E2ACA">
        <w:rPr>
          <w:color w:val="000000" w:themeColor="text1"/>
          <w:spacing w:val="-1"/>
        </w:rPr>
        <w:t xml:space="preserve"> </w:t>
      </w:r>
      <w:r w:rsidRPr="008E2ACA">
        <w:rPr>
          <w:color w:val="000000" w:themeColor="text1"/>
        </w:rPr>
        <w:t>these requirements the Operator should ensure that:</w:t>
      </w:r>
    </w:p>
    <w:p w14:paraId="5CC54DA5" w14:textId="77777777" w:rsidR="00C362C9" w:rsidRPr="008E2ACA" w:rsidRDefault="00C362C9" w:rsidP="008E2841">
      <w:pPr>
        <w:pStyle w:val="BodyText"/>
        <w:numPr>
          <w:ilvl w:val="0"/>
          <w:numId w:val="59"/>
        </w:numPr>
        <w:ind w:left="426" w:hanging="426"/>
        <w:rPr>
          <w:color w:val="000000" w:themeColor="text1"/>
        </w:rPr>
      </w:pPr>
      <w:r w:rsidRPr="008E2ACA">
        <w:rPr>
          <w:color w:val="000000" w:themeColor="text1"/>
        </w:rPr>
        <w:t>Inspections are held at</w:t>
      </w:r>
      <w:r w:rsidRPr="008E2ACA">
        <w:rPr>
          <w:color w:val="000000" w:themeColor="text1"/>
          <w:spacing w:val="-1"/>
        </w:rPr>
        <w:t xml:space="preserve"> </w:t>
      </w:r>
      <w:r w:rsidRPr="008E2ACA">
        <w:rPr>
          <w:color w:val="000000" w:themeColor="text1"/>
        </w:rPr>
        <w:t>appropriate intervals;</w:t>
      </w:r>
    </w:p>
    <w:p w14:paraId="1840A3C9" w14:textId="77777777" w:rsidR="00C362C9" w:rsidRPr="008E2ACA" w:rsidRDefault="00C362C9" w:rsidP="008E2841">
      <w:pPr>
        <w:pStyle w:val="BodyText"/>
        <w:numPr>
          <w:ilvl w:val="0"/>
          <w:numId w:val="59"/>
        </w:numPr>
        <w:ind w:left="426" w:hanging="426"/>
        <w:rPr>
          <w:color w:val="000000" w:themeColor="text1"/>
        </w:rPr>
      </w:pPr>
      <w:r w:rsidRPr="008E2ACA">
        <w:rPr>
          <w:color w:val="000000" w:themeColor="text1"/>
        </w:rPr>
        <w:t>Any non-conformity is reported, with its possible cause, if known;</w:t>
      </w:r>
    </w:p>
    <w:p w14:paraId="02D81EA1" w14:textId="77777777" w:rsidR="00C362C9" w:rsidRPr="008E2ACA" w:rsidRDefault="00C362C9" w:rsidP="008E2841">
      <w:pPr>
        <w:pStyle w:val="BodyText"/>
        <w:numPr>
          <w:ilvl w:val="0"/>
          <w:numId w:val="59"/>
        </w:numPr>
        <w:ind w:left="426" w:hanging="426"/>
        <w:rPr>
          <w:color w:val="000000" w:themeColor="text1"/>
        </w:rPr>
      </w:pPr>
      <w:r w:rsidRPr="008E2ACA">
        <w:rPr>
          <w:color w:val="000000" w:themeColor="text1"/>
        </w:rPr>
        <w:t>Appropriate corrective action is taken; and</w:t>
      </w:r>
    </w:p>
    <w:p w14:paraId="381BBA57" w14:textId="77777777" w:rsidR="00C362C9" w:rsidRPr="008E2ACA" w:rsidRDefault="00C362C9" w:rsidP="008E2841">
      <w:pPr>
        <w:pStyle w:val="BodyText"/>
        <w:numPr>
          <w:ilvl w:val="0"/>
          <w:numId w:val="59"/>
        </w:numPr>
        <w:ind w:left="426" w:hanging="426"/>
        <w:rPr>
          <w:color w:val="000000" w:themeColor="text1"/>
        </w:rPr>
      </w:pPr>
      <w:r w:rsidRPr="008E2ACA">
        <w:rPr>
          <w:color w:val="000000" w:themeColor="text1"/>
        </w:rPr>
        <w:t>Records of</w:t>
      </w:r>
      <w:r w:rsidRPr="008E2ACA">
        <w:rPr>
          <w:color w:val="000000" w:themeColor="text1"/>
          <w:spacing w:val="-1"/>
        </w:rPr>
        <w:t xml:space="preserve"> </w:t>
      </w:r>
      <w:r w:rsidRPr="008E2ACA">
        <w:rPr>
          <w:color w:val="000000" w:themeColor="text1"/>
        </w:rPr>
        <w:t>these activities are maintained.</w:t>
      </w:r>
    </w:p>
    <w:p w14:paraId="1AC869C3" w14:textId="77777777" w:rsidR="00C362C9" w:rsidRPr="008E2ACA" w:rsidRDefault="00C362C9" w:rsidP="007B0829">
      <w:pPr>
        <w:pStyle w:val="BodyText"/>
        <w:rPr>
          <w:color w:val="000000" w:themeColor="text1"/>
          <w:spacing w:val="-2"/>
        </w:rPr>
      </w:pPr>
      <w:r w:rsidRPr="008E2ACA">
        <w:rPr>
          <w:color w:val="000000" w:themeColor="text1"/>
        </w:rPr>
        <w:t>The equipment should be checked and tested in accordance with defined schedules produced by the Original Equipment</w:t>
      </w:r>
      <w:r w:rsidRPr="008E2ACA">
        <w:rPr>
          <w:color w:val="000000" w:themeColor="text1"/>
          <w:spacing w:val="-2"/>
        </w:rPr>
        <w:t xml:space="preserve"> </w:t>
      </w:r>
      <w:r w:rsidRPr="008E2ACA">
        <w:rPr>
          <w:color w:val="000000" w:themeColor="text1"/>
        </w:rPr>
        <w:t>Manufacturer</w:t>
      </w:r>
      <w:r w:rsidRPr="008E2ACA">
        <w:rPr>
          <w:color w:val="000000" w:themeColor="text1"/>
          <w:spacing w:val="-2"/>
        </w:rPr>
        <w:t xml:space="preserve"> </w:t>
      </w:r>
      <w:r w:rsidRPr="008E2ACA">
        <w:rPr>
          <w:color w:val="000000" w:themeColor="text1"/>
        </w:rPr>
        <w:t>(OEM)</w:t>
      </w:r>
      <w:r w:rsidRPr="008E2ACA">
        <w:rPr>
          <w:color w:val="000000" w:themeColor="text1"/>
          <w:spacing w:val="-7"/>
        </w:rPr>
        <w:t xml:space="preserve"> </w:t>
      </w:r>
      <w:r w:rsidRPr="008E2ACA">
        <w:rPr>
          <w:color w:val="000000" w:themeColor="text1"/>
        </w:rPr>
        <w:t>and</w:t>
      </w:r>
      <w:r w:rsidRPr="008E2ACA">
        <w:rPr>
          <w:color w:val="000000" w:themeColor="text1"/>
          <w:spacing w:val="-2"/>
        </w:rPr>
        <w:t xml:space="preserve"> </w:t>
      </w:r>
      <w:r w:rsidRPr="008E2ACA">
        <w:rPr>
          <w:color w:val="000000" w:themeColor="text1"/>
        </w:rPr>
        <w:t>operator</w:t>
      </w:r>
      <w:r w:rsidRPr="008E2ACA">
        <w:rPr>
          <w:color w:val="000000" w:themeColor="text1"/>
          <w:spacing w:val="-2"/>
        </w:rPr>
        <w:t xml:space="preserve"> </w:t>
      </w:r>
      <w:r w:rsidRPr="008E2ACA">
        <w:rPr>
          <w:color w:val="000000" w:themeColor="text1"/>
        </w:rPr>
        <w:t>procedures</w:t>
      </w:r>
      <w:r w:rsidRPr="008E2ACA">
        <w:rPr>
          <w:color w:val="000000" w:themeColor="text1"/>
          <w:spacing w:val="-2"/>
        </w:rPr>
        <w:t xml:space="preserve"> </w:t>
      </w:r>
      <w:r w:rsidRPr="008E2ACA">
        <w:rPr>
          <w:color w:val="000000" w:themeColor="text1"/>
        </w:rPr>
        <w:t>when</w:t>
      </w:r>
      <w:r w:rsidRPr="008E2ACA">
        <w:rPr>
          <w:color w:val="000000" w:themeColor="text1"/>
          <w:spacing w:val="-2"/>
        </w:rPr>
        <w:t xml:space="preserve"> </w:t>
      </w:r>
      <w:r w:rsidRPr="008E2ACA">
        <w:rPr>
          <w:color w:val="000000" w:themeColor="text1"/>
        </w:rPr>
        <w:t>in</w:t>
      </w:r>
      <w:r w:rsidRPr="008E2ACA">
        <w:rPr>
          <w:color w:val="000000" w:themeColor="text1"/>
          <w:spacing w:val="-2"/>
        </w:rPr>
        <w:t xml:space="preserve"> </w:t>
      </w:r>
      <w:r w:rsidRPr="008E2ACA">
        <w:rPr>
          <w:color w:val="000000" w:themeColor="text1"/>
        </w:rPr>
        <w:t>use. This</w:t>
      </w:r>
      <w:r w:rsidRPr="008E2ACA">
        <w:rPr>
          <w:color w:val="000000" w:themeColor="text1"/>
          <w:spacing w:val="-2"/>
        </w:rPr>
        <w:t xml:space="preserve"> </w:t>
      </w:r>
      <w:r w:rsidRPr="008E2ACA">
        <w:rPr>
          <w:color w:val="000000" w:themeColor="text1"/>
        </w:rPr>
        <w:t>is</w:t>
      </w:r>
      <w:r w:rsidRPr="008E2ACA">
        <w:rPr>
          <w:color w:val="000000" w:themeColor="text1"/>
          <w:spacing w:val="-2"/>
        </w:rPr>
        <w:t xml:space="preserve"> </w:t>
      </w:r>
      <w:r w:rsidRPr="008E2ACA">
        <w:rPr>
          <w:color w:val="000000" w:themeColor="text1"/>
        </w:rPr>
        <w:t>in</w:t>
      </w:r>
      <w:r w:rsidRPr="008E2ACA">
        <w:rPr>
          <w:color w:val="000000" w:themeColor="text1"/>
          <w:spacing w:val="-2"/>
        </w:rPr>
        <w:t xml:space="preserve"> </w:t>
      </w:r>
      <w:r w:rsidRPr="008E2ACA">
        <w:rPr>
          <w:color w:val="000000" w:themeColor="text1"/>
        </w:rPr>
        <w:t>addition</w:t>
      </w:r>
      <w:r w:rsidRPr="008E2ACA">
        <w:rPr>
          <w:color w:val="000000" w:themeColor="text1"/>
          <w:spacing w:val="-2"/>
        </w:rPr>
        <w:t xml:space="preserve"> </w:t>
      </w:r>
      <w:r w:rsidRPr="008E2ACA">
        <w:rPr>
          <w:color w:val="000000" w:themeColor="text1"/>
        </w:rPr>
        <w:t>to</w:t>
      </w:r>
      <w:r w:rsidRPr="008E2ACA">
        <w:rPr>
          <w:color w:val="000000" w:themeColor="text1"/>
          <w:spacing w:val="-3"/>
        </w:rPr>
        <w:t xml:space="preserve"> </w:t>
      </w:r>
      <w:r w:rsidRPr="008E2ACA">
        <w:rPr>
          <w:color w:val="000000" w:themeColor="text1"/>
        </w:rPr>
        <w:t>the</w:t>
      </w:r>
      <w:r w:rsidRPr="008E2ACA">
        <w:rPr>
          <w:color w:val="000000" w:themeColor="text1"/>
          <w:spacing w:val="-2"/>
        </w:rPr>
        <w:t xml:space="preserve"> </w:t>
      </w:r>
      <w:r w:rsidRPr="008E2ACA">
        <w:rPr>
          <w:color w:val="000000" w:themeColor="text1"/>
        </w:rPr>
        <w:t>tests</w:t>
      </w:r>
      <w:r w:rsidRPr="008E2ACA">
        <w:rPr>
          <w:color w:val="000000" w:themeColor="text1"/>
          <w:spacing w:val="-6"/>
        </w:rPr>
        <w:t xml:space="preserve"> </w:t>
      </w:r>
      <w:r w:rsidRPr="008E2ACA">
        <w:rPr>
          <w:color w:val="000000" w:themeColor="text1"/>
        </w:rPr>
        <w:t>referred</w:t>
      </w:r>
      <w:r w:rsidRPr="008E2ACA">
        <w:rPr>
          <w:color w:val="000000" w:themeColor="text1"/>
          <w:spacing w:val="-2"/>
        </w:rPr>
        <w:t xml:space="preserve"> </w:t>
      </w:r>
      <w:r w:rsidRPr="008E2ACA">
        <w:rPr>
          <w:color w:val="000000" w:themeColor="text1"/>
        </w:rPr>
        <w:t xml:space="preserve">to </w:t>
      </w:r>
      <w:r w:rsidRPr="008E2ACA">
        <w:rPr>
          <w:color w:val="000000" w:themeColor="text1"/>
          <w:spacing w:val="-2"/>
        </w:rPr>
        <w:t>i</w:t>
      </w:r>
      <w:r w:rsidRPr="008E2ACA">
        <w:rPr>
          <w:color w:val="000000" w:themeColor="text1"/>
        </w:rPr>
        <w:t>n</w:t>
      </w:r>
      <w:r w:rsidRPr="008E2ACA">
        <w:rPr>
          <w:color w:val="000000" w:themeColor="text1"/>
          <w:spacing w:val="-12"/>
        </w:rPr>
        <w:t xml:space="preserve"> </w:t>
      </w:r>
      <w:r w:rsidRPr="008E2ACA">
        <w:rPr>
          <w:color w:val="000000" w:themeColor="text1"/>
          <w:spacing w:val="-2"/>
        </w:rPr>
        <w:t>th</w:t>
      </w:r>
      <w:r w:rsidRPr="008E2ACA">
        <w:rPr>
          <w:color w:val="000000" w:themeColor="text1"/>
        </w:rPr>
        <w:t>e</w:t>
      </w:r>
      <w:r w:rsidRPr="008E2ACA">
        <w:rPr>
          <w:color w:val="000000" w:themeColor="text1"/>
          <w:spacing w:val="-12"/>
        </w:rPr>
        <w:t xml:space="preserve"> </w:t>
      </w:r>
      <w:r w:rsidRPr="008E2ACA">
        <w:rPr>
          <w:color w:val="000000" w:themeColor="text1"/>
          <w:spacing w:val="-2"/>
        </w:rPr>
        <w:t>procedure</w:t>
      </w:r>
      <w:r w:rsidRPr="008E2ACA">
        <w:rPr>
          <w:color w:val="000000" w:themeColor="text1"/>
        </w:rPr>
        <w:t>s</w:t>
      </w:r>
      <w:r w:rsidRPr="008E2ACA">
        <w:rPr>
          <w:color w:val="000000" w:themeColor="text1"/>
          <w:spacing w:val="-12"/>
        </w:rPr>
        <w:t xml:space="preserve"> </w:t>
      </w:r>
      <w:r w:rsidRPr="008E2ACA">
        <w:rPr>
          <w:color w:val="000000" w:themeColor="text1"/>
          <w:spacing w:val="-2"/>
        </w:rPr>
        <w:t>t</w:t>
      </w:r>
      <w:r w:rsidRPr="008E2ACA">
        <w:rPr>
          <w:color w:val="000000" w:themeColor="text1"/>
        </w:rPr>
        <w:t>o</w:t>
      </w:r>
      <w:r w:rsidRPr="008E2ACA">
        <w:rPr>
          <w:color w:val="000000" w:themeColor="text1"/>
          <w:spacing w:val="-12"/>
        </w:rPr>
        <w:t xml:space="preserve"> </w:t>
      </w:r>
      <w:r w:rsidRPr="008E2ACA">
        <w:rPr>
          <w:color w:val="000000" w:themeColor="text1"/>
          <w:spacing w:val="-2"/>
        </w:rPr>
        <w:t>ensur</w:t>
      </w:r>
      <w:r w:rsidRPr="008E2ACA">
        <w:rPr>
          <w:color w:val="000000" w:themeColor="text1"/>
        </w:rPr>
        <w:t>e</w:t>
      </w:r>
      <w:r w:rsidRPr="008E2ACA">
        <w:rPr>
          <w:color w:val="000000" w:themeColor="text1"/>
          <w:spacing w:val="-12"/>
        </w:rPr>
        <w:t xml:space="preserve"> </w:t>
      </w:r>
      <w:r w:rsidRPr="008E2ACA">
        <w:rPr>
          <w:color w:val="000000" w:themeColor="text1"/>
          <w:spacing w:val="-2"/>
        </w:rPr>
        <w:t>saf</w:t>
      </w:r>
      <w:r w:rsidRPr="008E2ACA">
        <w:rPr>
          <w:color w:val="000000" w:themeColor="text1"/>
        </w:rPr>
        <w:t>e</w:t>
      </w:r>
      <w:r w:rsidRPr="008E2ACA">
        <w:rPr>
          <w:color w:val="000000" w:themeColor="text1"/>
          <w:spacing w:val="-12"/>
        </w:rPr>
        <w:t xml:space="preserve"> </w:t>
      </w:r>
      <w:r w:rsidRPr="008E2ACA">
        <w:rPr>
          <w:color w:val="000000" w:themeColor="text1"/>
          <w:spacing w:val="-2"/>
        </w:rPr>
        <w:t>operatio</w:t>
      </w:r>
      <w:r w:rsidRPr="008E2ACA">
        <w:rPr>
          <w:color w:val="000000" w:themeColor="text1"/>
        </w:rPr>
        <w:t>n</w:t>
      </w:r>
      <w:r w:rsidRPr="008E2ACA">
        <w:rPr>
          <w:color w:val="000000" w:themeColor="text1"/>
          <w:spacing w:val="-12"/>
        </w:rPr>
        <w:t xml:space="preserve"> </w:t>
      </w:r>
      <w:r w:rsidRPr="008E2ACA">
        <w:rPr>
          <w:color w:val="000000" w:themeColor="text1"/>
          <w:spacing w:val="-2"/>
        </w:rPr>
        <w:t>o</w:t>
      </w:r>
      <w:r w:rsidRPr="008E2ACA">
        <w:rPr>
          <w:color w:val="000000" w:themeColor="text1"/>
        </w:rPr>
        <w:t>f</w:t>
      </w:r>
      <w:r w:rsidRPr="008E2ACA">
        <w:rPr>
          <w:color w:val="000000" w:themeColor="text1"/>
          <w:spacing w:val="-12"/>
        </w:rPr>
        <w:t xml:space="preserve"> </w:t>
      </w:r>
      <w:r w:rsidRPr="008E2ACA">
        <w:rPr>
          <w:color w:val="000000" w:themeColor="text1"/>
          <w:spacing w:val="-2"/>
        </w:rPr>
        <w:t>MAS</w:t>
      </w:r>
      <w:r w:rsidRPr="008E2ACA">
        <w:rPr>
          <w:color w:val="000000" w:themeColor="text1"/>
        </w:rPr>
        <w:t>S</w:t>
      </w:r>
      <w:r w:rsidRPr="008E2ACA">
        <w:rPr>
          <w:color w:val="000000" w:themeColor="text1"/>
          <w:spacing w:val="-16"/>
        </w:rPr>
        <w:t xml:space="preserve"> </w:t>
      </w:r>
      <w:r w:rsidRPr="008E2ACA">
        <w:rPr>
          <w:color w:val="000000" w:themeColor="text1"/>
          <w:spacing w:val="-2"/>
        </w:rPr>
        <w:t>i</w:t>
      </w:r>
      <w:r w:rsidRPr="008E2ACA">
        <w:rPr>
          <w:color w:val="000000" w:themeColor="text1"/>
        </w:rPr>
        <w:t>n</w:t>
      </w:r>
      <w:r w:rsidRPr="008E2ACA">
        <w:rPr>
          <w:color w:val="000000" w:themeColor="text1"/>
          <w:spacing w:val="-12"/>
        </w:rPr>
        <w:t xml:space="preserve"> </w:t>
      </w:r>
      <w:r w:rsidRPr="008E2ACA">
        <w:rPr>
          <w:color w:val="000000" w:themeColor="text1"/>
          <w:spacing w:val="-2"/>
        </w:rPr>
        <w:t>complianc</w:t>
      </w:r>
      <w:r w:rsidRPr="008E2ACA">
        <w:rPr>
          <w:color w:val="000000" w:themeColor="text1"/>
        </w:rPr>
        <w:t>e</w:t>
      </w:r>
      <w:r w:rsidRPr="008E2ACA">
        <w:rPr>
          <w:color w:val="000000" w:themeColor="text1"/>
          <w:spacing w:val="-12"/>
        </w:rPr>
        <w:t xml:space="preserve"> </w:t>
      </w:r>
      <w:r w:rsidRPr="008E2ACA">
        <w:rPr>
          <w:color w:val="000000" w:themeColor="text1"/>
          <w:spacing w:val="-2"/>
        </w:rPr>
        <w:t>wit</w:t>
      </w:r>
      <w:r w:rsidRPr="008E2ACA">
        <w:rPr>
          <w:color w:val="000000" w:themeColor="text1"/>
        </w:rPr>
        <w:t>h</w:t>
      </w:r>
      <w:r w:rsidRPr="008E2ACA">
        <w:rPr>
          <w:color w:val="000000" w:themeColor="text1"/>
          <w:spacing w:val="-12"/>
        </w:rPr>
        <w:t xml:space="preserve"> </w:t>
      </w:r>
      <w:r w:rsidRPr="008E2ACA">
        <w:rPr>
          <w:color w:val="000000" w:themeColor="text1"/>
          <w:spacing w:val="-2"/>
        </w:rPr>
        <w:t>th</w:t>
      </w:r>
      <w:r w:rsidRPr="008E2ACA">
        <w:rPr>
          <w:color w:val="000000" w:themeColor="text1"/>
        </w:rPr>
        <w:t>e</w:t>
      </w:r>
      <w:r w:rsidRPr="008E2ACA">
        <w:rPr>
          <w:color w:val="000000" w:themeColor="text1"/>
          <w:spacing w:val="-12"/>
        </w:rPr>
        <w:t xml:space="preserve"> </w:t>
      </w:r>
      <w:r w:rsidRPr="008E2ACA">
        <w:rPr>
          <w:color w:val="000000" w:themeColor="text1"/>
          <w:spacing w:val="-2"/>
        </w:rPr>
        <w:t>Regulation</w:t>
      </w:r>
      <w:r w:rsidRPr="008E2ACA">
        <w:rPr>
          <w:color w:val="000000" w:themeColor="text1"/>
        </w:rPr>
        <w:t>s</w:t>
      </w:r>
      <w:r w:rsidRPr="008E2ACA">
        <w:rPr>
          <w:color w:val="000000" w:themeColor="text1"/>
          <w:spacing w:val="-12"/>
        </w:rPr>
        <w:t xml:space="preserve"> </w:t>
      </w:r>
      <w:r w:rsidRPr="008E2ACA">
        <w:rPr>
          <w:color w:val="000000" w:themeColor="text1"/>
          <w:spacing w:val="-2"/>
        </w:rPr>
        <w:t>an</w:t>
      </w:r>
      <w:r w:rsidRPr="008E2ACA">
        <w:rPr>
          <w:color w:val="000000" w:themeColor="text1"/>
        </w:rPr>
        <w:t>d</w:t>
      </w:r>
      <w:r w:rsidRPr="008E2ACA">
        <w:rPr>
          <w:color w:val="000000" w:themeColor="text1"/>
          <w:spacing w:val="-12"/>
        </w:rPr>
        <w:t xml:space="preserve"> </w:t>
      </w:r>
      <w:r w:rsidRPr="008E2ACA">
        <w:rPr>
          <w:color w:val="000000" w:themeColor="text1"/>
          <w:spacing w:val="-2"/>
        </w:rPr>
        <w:t>Rule</w:t>
      </w:r>
      <w:r w:rsidRPr="008E2ACA">
        <w:rPr>
          <w:color w:val="000000" w:themeColor="text1"/>
        </w:rPr>
        <w:t>s</w:t>
      </w:r>
      <w:r w:rsidRPr="008E2ACA">
        <w:rPr>
          <w:color w:val="000000" w:themeColor="text1"/>
          <w:spacing w:val="-12"/>
        </w:rPr>
        <w:t xml:space="preserve"> </w:t>
      </w:r>
      <w:r w:rsidRPr="008E2ACA">
        <w:rPr>
          <w:color w:val="000000" w:themeColor="text1"/>
          <w:spacing w:val="-2"/>
        </w:rPr>
        <w:t>o</w:t>
      </w:r>
      <w:r w:rsidRPr="008E2ACA">
        <w:rPr>
          <w:color w:val="000000" w:themeColor="text1"/>
        </w:rPr>
        <w:t>f</w:t>
      </w:r>
      <w:r w:rsidRPr="008E2ACA">
        <w:rPr>
          <w:color w:val="000000" w:themeColor="text1"/>
          <w:spacing w:val="-12"/>
        </w:rPr>
        <w:t xml:space="preserve"> </w:t>
      </w:r>
      <w:r w:rsidRPr="008E2ACA">
        <w:rPr>
          <w:color w:val="000000" w:themeColor="text1"/>
          <w:spacing w:val="-2"/>
        </w:rPr>
        <w:t>th</w:t>
      </w:r>
      <w:r w:rsidRPr="008E2ACA">
        <w:rPr>
          <w:color w:val="000000" w:themeColor="text1"/>
        </w:rPr>
        <w:t>e</w:t>
      </w:r>
      <w:r w:rsidRPr="008E2ACA">
        <w:rPr>
          <w:color w:val="000000" w:themeColor="text1"/>
          <w:spacing w:val="-12"/>
        </w:rPr>
        <w:t xml:space="preserve"> </w:t>
      </w:r>
      <w:r w:rsidRPr="008E2ACA">
        <w:rPr>
          <w:color w:val="000000" w:themeColor="text1"/>
          <w:spacing w:val="-2"/>
        </w:rPr>
        <w:t>IS</w:t>
      </w:r>
      <w:r w:rsidRPr="008E2ACA">
        <w:rPr>
          <w:color w:val="000000" w:themeColor="text1"/>
        </w:rPr>
        <w:t>M</w:t>
      </w:r>
      <w:r w:rsidRPr="008E2ACA">
        <w:rPr>
          <w:color w:val="000000" w:themeColor="text1"/>
          <w:spacing w:val="-14"/>
        </w:rPr>
        <w:t xml:space="preserve"> </w:t>
      </w:r>
      <w:r w:rsidRPr="008E2ACA">
        <w:rPr>
          <w:color w:val="000000" w:themeColor="text1"/>
          <w:spacing w:val="-2"/>
        </w:rPr>
        <w:t>Code.</w:t>
      </w:r>
    </w:p>
    <w:p w14:paraId="158E1344" w14:textId="77777777" w:rsidR="00C362C9" w:rsidRPr="008E2ACA" w:rsidRDefault="00C362C9" w:rsidP="007B0829">
      <w:pPr>
        <w:pStyle w:val="BodyText"/>
        <w:rPr>
          <w:color w:val="000000" w:themeColor="text1"/>
        </w:rPr>
      </w:pPr>
      <w:r w:rsidRPr="008E2ACA">
        <w:rPr>
          <w:color w:val="000000" w:themeColor="text1"/>
          <w:spacing w:val="2"/>
        </w:rPr>
        <w:t>Ther</w:t>
      </w:r>
      <w:r w:rsidRPr="008E2ACA">
        <w:rPr>
          <w:color w:val="000000" w:themeColor="text1"/>
        </w:rPr>
        <w:t>e</w:t>
      </w:r>
      <w:r w:rsidRPr="008E2ACA">
        <w:rPr>
          <w:color w:val="000000" w:themeColor="text1"/>
          <w:spacing w:val="5"/>
        </w:rPr>
        <w:t xml:space="preserve"> </w:t>
      </w:r>
      <w:r w:rsidRPr="008E2ACA">
        <w:rPr>
          <w:color w:val="000000" w:themeColor="text1"/>
          <w:spacing w:val="2"/>
        </w:rPr>
        <w:t>shoul</w:t>
      </w:r>
      <w:r w:rsidRPr="008E2ACA">
        <w:rPr>
          <w:color w:val="000000" w:themeColor="text1"/>
        </w:rPr>
        <w:t>d</w:t>
      </w:r>
      <w:r w:rsidRPr="008E2ACA">
        <w:rPr>
          <w:color w:val="000000" w:themeColor="text1"/>
          <w:spacing w:val="4"/>
        </w:rPr>
        <w:t xml:space="preserve"> </w:t>
      </w:r>
      <w:r w:rsidRPr="008E2ACA">
        <w:rPr>
          <w:color w:val="000000" w:themeColor="text1"/>
          <w:spacing w:val="2"/>
        </w:rPr>
        <w:t>b</w:t>
      </w:r>
      <w:r w:rsidRPr="008E2ACA">
        <w:rPr>
          <w:color w:val="000000" w:themeColor="text1"/>
        </w:rPr>
        <w:t>e</w:t>
      </w:r>
      <w:r w:rsidRPr="008E2ACA">
        <w:rPr>
          <w:color w:val="000000" w:themeColor="text1"/>
          <w:spacing w:val="5"/>
        </w:rPr>
        <w:t xml:space="preserve"> </w:t>
      </w:r>
      <w:r w:rsidRPr="008E2ACA">
        <w:rPr>
          <w:color w:val="000000" w:themeColor="text1"/>
          <w:spacing w:val="2"/>
        </w:rPr>
        <w:t>procedure</w:t>
      </w:r>
      <w:r w:rsidRPr="008E2ACA">
        <w:rPr>
          <w:color w:val="000000" w:themeColor="text1"/>
        </w:rPr>
        <w:t>s</w:t>
      </w:r>
      <w:r w:rsidRPr="008E2ACA">
        <w:rPr>
          <w:color w:val="000000" w:themeColor="text1"/>
          <w:spacing w:val="4"/>
        </w:rPr>
        <w:t xml:space="preserve"> </w:t>
      </w:r>
      <w:r w:rsidRPr="008E2ACA">
        <w:rPr>
          <w:color w:val="000000" w:themeColor="text1"/>
          <w:spacing w:val="2"/>
        </w:rPr>
        <w:t>fo</w:t>
      </w:r>
      <w:r w:rsidRPr="008E2ACA">
        <w:rPr>
          <w:color w:val="000000" w:themeColor="text1"/>
        </w:rPr>
        <w:t>r</w:t>
      </w:r>
      <w:r w:rsidRPr="008E2ACA">
        <w:rPr>
          <w:color w:val="000000" w:themeColor="text1"/>
          <w:spacing w:val="3"/>
        </w:rPr>
        <w:t xml:space="preserve"> </w:t>
      </w:r>
      <w:r w:rsidRPr="008E2ACA">
        <w:rPr>
          <w:color w:val="000000" w:themeColor="text1"/>
        </w:rPr>
        <w:t>a</w:t>
      </w:r>
      <w:r w:rsidRPr="008E2ACA">
        <w:rPr>
          <w:color w:val="000000" w:themeColor="text1"/>
          <w:spacing w:val="5"/>
        </w:rPr>
        <w:t xml:space="preserve"> </w:t>
      </w:r>
      <w:r w:rsidRPr="008E2ACA">
        <w:rPr>
          <w:color w:val="000000" w:themeColor="text1"/>
          <w:spacing w:val="2"/>
        </w:rPr>
        <w:t>mor</w:t>
      </w:r>
      <w:r w:rsidRPr="008E2ACA">
        <w:rPr>
          <w:color w:val="000000" w:themeColor="text1"/>
        </w:rPr>
        <w:t>e</w:t>
      </w:r>
      <w:r w:rsidRPr="008E2ACA">
        <w:rPr>
          <w:color w:val="000000" w:themeColor="text1"/>
          <w:spacing w:val="5"/>
        </w:rPr>
        <w:t xml:space="preserve"> </w:t>
      </w:r>
      <w:r w:rsidRPr="008E2ACA">
        <w:rPr>
          <w:color w:val="000000" w:themeColor="text1"/>
          <w:spacing w:val="2"/>
        </w:rPr>
        <w:t>detaile</w:t>
      </w:r>
      <w:r w:rsidRPr="008E2ACA">
        <w:rPr>
          <w:color w:val="000000" w:themeColor="text1"/>
        </w:rPr>
        <w:t>d</w:t>
      </w:r>
      <w:r w:rsidRPr="008E2ACA">
        <w:rPr>
          <w:color w:val="000000" w:themeColor="text1"/>
          <w:spacing w:val="4"/>
        </w:rPr>
        <w:t xml:space="preserve"> </w:t>
      </w:r>
      <w:r w:rsidRPr="008E2ACA">
        <w:rPr>
          <w:color w:val="000000" w:themeColor="text1"/>
          <w:spacing w:val="2"/>
        </w:rPr>
        <w:t>inspectio</w:t>
      </w:r>
      <w:r w:rsidRPr="008E2ACA">
        <w:rPr>
          <w:color w:val="000000" w:themeColor="text1"/>
        </w:rPr>
        <w:t>n</w:t>
      </w:r>
      <w:r w:rsidRPr="008E2ACA">
        <w:rPr>
          <w:color w:val="000000" w:themeColor="text1"/>
          <w:spacing w:val="4"/>
        </w:rPr>
        <w:t xml:space="preserve"> </w:t>
      </w:r>
      <w:r w:rsidRPr="008E2ACA">
        <w:rPr>
          <w:color w:val="000000" w:themeColor="text1"/>
          <w:spacing w:val="2"/>
        </w:rPr>
        <w:t>an</w:t>
      </w:r>
      <w:r w:rsidRPr="008E2ACA">
        <w:rPr>
          <w:color w:val="000000" w:themeColor="text1"/>
        </w:rPr>
        <w:t>d</w:t>
      </w:r>
      <w:r w:rsidRPr="008E2ACA">
        <w:rPr>
          <w:color w:val="000000" w:themeColor="text1"/>
          <w:spacing w:val="4"/>
        </w:rPr>
        <w:t xml:space="preserve"> </w:t>
      </w:r>
      <w:r w:rsidRPr="008E2ACA">
        <w:rPr>
          <w:color w:val="000000" w:themeColor="text1"/>
          <w:spacing w:val="2"/>
        </w:rPr>
        <w:t>maintenanc</w:t>
      </w:r>
      <w:r w:rsidRPr="008E2ACA">
        <w:rPr>
          <w:color w:val="000000" w:themeColor="text1"/>
        </w:rPr>
        <w:t>e</w:t>
      </w:r>
      <w:r w:rsidRPr="008E2ACA">
        <w:rPr>
          <w:color w:val="000000" w:themeColor="text1"/>
          <w:spacing w:val="4"/>
        </w:rPr>
        <w:t xml:space="preserve"> </w:t>
      </w:r>
      <w:r w:rsidRPr="008E2ACA">
        <w:rPr>
          <w:color w:val="000000" w:themeColor="text1"/>
          <w:spacing w:val="2"/>
        </w:rPr>
        <w:t>programm</w:t>
      </w:r>
      <w:r w:rsidRPr="008E2ACA">
        <w:rPr>
          <w:color w:val="000000" w:themeColor="text1"/>
        </w:rPr>
        <w:t>e</w:t>
      </w:r>
      <w:r w:rsidRPr="008E2ACA">
        <w:rPr>
          <w:color w:val="000000" w:themeColor="text1"/>
          <w:spacing w:val="4"/>
        </w:rPr>
        <w:t xml:space="preserve"> </w:t>
      </w:r>
      <w:r w:rsidRPr="008E2ACA">
        <w:rPr>
          <w:color w:val="000000" w:themeColor="text1"/>
          <w:spacing w:val="2"/>
        </w:rPr>
        <w:t>o</w:t>
      </w:r>
      <w:r w:rsidRPr="008E2ACA">
        <w:rPr>
          <w:color w:val="000000" w:themeColor="text1"/>
        </w:rPr>
        <w:t>f</w:t>
      </w:r>
      <w:r w:rsidRPr="008E2ACA">
        <w:rPr>
          <w:color w:val="000000" w:themeColor="text1"/>
          <w:spacing w:val="4"/>
        </w:rPr>
        <w:t xml:space="preserve"> </w:t>
      </w:r>
      <w:r w:rsidRPr="008E2ACA">
        <w:rPr>
          <w:color w:val="000000" w:themeColor="text1"/>
          <w:spacing w:val="2"/>
        </w:rPr>
        <w:t>th</w:t>
      </w:r>
      <w:r w:rsidRPr="008E2ACA">
        <w:rPr>
          <w:color w:val="000000" w:themeColor="text1"/>
        </w:rPr>
        <w:t>e</w:t>
      </w:r>
      <w:r w:rsidRPr="008E2ACA">
        <w:rPr>
          <w:color w:val="000000" w:themeColor="text1"/>
          <w:spacing w:val="5"/>
        </w:rPr>
        <w:t xml:space="preserve"> </w:t>
      </w:r>
      <w:r w:rsidRPr="008E2ACA">
        <w:rPr>
          <w:color w:val="000000" w:themeColor="text1"/>
          <w:spacing w:val="2"/>
        </w:rPr>
        <w:t>MAS</w:t>
      </w:r>
      <w:r w:rsidRPr="008E2ACA">
        <w:rPr>
          <w:color w:val="000000" w:themeColor="text1"/>
        </w:rPr>
        <w:t xml:space="preserve">S </w:t>
      </w:r>
      <w:r w:rsidRPr="008E2ACA">
        <w:rPr>
          <w:color w:val="000000" w:themeColor="text1"/>
          <w:spacing w:val="2"/>
        </w:rPr>
        <w:t>and equipment</w:t>
      </w:r>
      <w:r w:rsidRPr="008E2ACA">
        <w:rPr>
          <w:color w:val="000000" w:themeColor="text1"/>
        </w:rPr>
        <w:t>,</w:t>
      </w:r>
      <w:r w:rsidRPr="008E2ACA">
        <w:rPr>
          <w:color w:val="000000" w:themeColor="text1"/>
          <w:spacing w:val="3"/>
        </w:rPr>
        <w:t xml:space="preserve"> </w:t>
      </w:r>
      <w:r w:rsidRPr="008E2ACA">
        <w:rPr>
          <w:color w:val="000000" w:themeColor="text1"/>
          <w:spacing w:val="2"/>
        </w:rPr>
        <w:t>whic</w:t>
      </w:r>
      <w:r w:rsidRPr="008E2ACA">
        <w:rPr>
          <w:color w:val="000000" w:themeColor="text1"/>
        </w:rPr>
        <w:t>h</w:t>
      </w:r>
      <w:r w:rsidRPr="008E2ACA">
        <w:rPr>
          <w:color w:val="000000" w:themeColor="text1"/>
          <w:spacing w:val="3"/>
        </w:rPr>
        <w:t xml:space="preserve"> </w:t>
      </w:r>
      <w:r w:rsidRPr="008E2ACA">
        <w:rPr>
          <w:color w:val="000000" w:themeColor="text1"/>
          <w:spacing w:val="2"/>
        </w:rPr>
        <w:t>ma</w:t>
      </w:r>
      <w:r w:rsidRPr="008E2ACA">
        <w:rPr>
          <w:color w:val="000000" w:themeColor="text1"/>
        </w:rPr>
        <w:t>y</w:t>
      </w:r>
      <w:r w:rsidRPr="008E2ACA">
        <w:rPr>
          <w:color w:val="000000" w:themeColor="text1"/>
          <w:spacing w:val="3"/>
        </w:rPr>
        <w:t xml:space="preserve"> </w:t>
      </w:r>
      <w:r w:rsidRPr="008E2ACA">
        <w:rPr>
          <w:color w:val="000000" w:themeColor="text1"/>
          <w:spacing w:val="2"/>
        </w:rPr>
        <w:t>b</w:t>
      </w:r>
      <w:r w:rsidRPr="008E2ACA">
        <w:rPr>
          <w:color w:val="000000" w:themeColor="text1"/>
        </w:rPr>
        <w:t>e</w:t>
      </w:r>
      <w:r w:rsidRPr="008E2ACA">
        <w:rPr>
          <w:color w:val="000000" w:themeColor="text1"/>
          <w:spacing w:val="3"/>
        </w:rPr>
        <w:t xml:space="preserve"> </w:t>
      </w:r>
      <w:r w:rsidRPr="008E2ACA">
        <w:rPr>
          <w:color w:val="000000" w:themeColor="text1"/>
          <w:spacing w:val="2"/>
        </w:rPr>
        <w:t>conducte</w:t>
      </w:r>
      <w:r w:rsidRPr="008E2ACA">
        <w:rPr>
          <w:color w:val="000000" w:themeColor="text1"/>
        </w:rPr>
        <w:t>d</w:t>
      </w:r>
      <w:r w:rsidRPr="008E2ACA">
        <w:rPr>
          <w:color w:val="000000" w:themeColor="text1"/>
          <w:spacing w:val="3"/>
        </w:rPr>
        <w:t xml:space="preserve"> </w:t>
      </w:r>
      <w:r w:rsidRPr="008E2ACA">
        <w:rPr>
          <w:color w:val="000000" w:themeColor="text1"/>
          <w:spacing w:val="2"/>
        </w:rPr>
        <w:t>b</w:t>
      </w:r>
      <w:r w:rsidRPr="008E2ACA">
        <w:rPr>
          <w:color w:val="000000" w:themeColor="text1"/>
        </w:rPr>
        <w:t>y</w:t>
      </w:r>
      <w:r w:rsidRPr="008E2ACA">
        <w:rPr>
          <w:color w:val="000000" w:themeColor="text1"/>
          <w:spacing w:val="3"/>
        </w:rPr>
        <w:t xml:space="preserve"> </w:t>
      </w:r>
      <w:r w:rsidRPr="008E2ACA">
        <w:rPr>
          <w:color w:val="000000" w:themeColor="text1"/>
          <w:spacing w:val="2"/>
        </w:rPr>
        <w:t>a</w:t>
      </w:r>
      <w:r w:rsidRPr="008E2ACA">
        <w:rPr>
          <w:color w:val="000000" w:themeColor="text1"/>
        </w:rPr>
        <w:t>n</w:t>
      </w:r>
      <w:r w:rsidRPr="008E2ACA">
        <w:rPr>
          <w:color w:val="000000" w:themeColor="text1"/>
          <w:spacing w:val="3"/>
        </w:rPr>
        <w:t xml:space="preserve"> </w:t>
      </w:r>
      <w:r w:rsidRPr="008E2ACA">
        <w:rPr>
          <w:color w:val="000000" w:themeColor="text1"/>
          <w:spacing w:val="2"/>
        </w:rPr>
        <w:t>outsid</w:t>
      </w:r>
      <w:r w:rsidRPr="008E2ACA">
        <w:rPr>
          <w:color w:val="000000" w:themeColor="text1"/>
        </w:rPr>
        <w:t>e</w:t>
      </w:r>
      <w:r w:rsidRPr="008E2ACA">
        <w:rPr>
          <w:color w:val="000000" w:themeColor="text1"/>
          <w:spacing w:val="3"/>
        </w:rPr>
        <w:t xml:space="preserve"> </w:t>
      </w:r>
      <w:r w:rsidRPr="008E2ACA">
        <w:rPr>
          <w:color w:val="000000" w:themeColor="text1"/>
          <w:spacing w:val="2"/>
        </w:rPr>
        <w:t>authority/classificatio</w:t>
      </w:r>
      <w:r w:rsidRPr="008E2ACA">
        <w:rPr>
          <w:color w:val="000000" w:themeColor="text1"/>
        </w:rPr>
        <w:t>n</w:t>
      </w:r>
      <w:r w:rsidRPr="008E2ACA">
        <w:rPr>
          <w:color w:val="000000" w:themeColor="text1"/>
          <w:spacing w:val="3"/>
        </w:rPr>
        <w:t xml:space="preserve"> </w:t>
      </w:r>
      <w:r w:rsidRPr="008E2ACA">
        <w:rPr>
          <w:color w:val="000000" w:themeColor="text1"/>
          <w:spacing w:val="2"/>
        </w:rPr>
        <w:t>societ</w:t>
      </w:r>
      <w:r w:rsidRPr="008E2ACA">
        <w:rPr>
          <w:color w:val="000000" w:themeColor="text1"/>
          <w:spacing w:val="-12"/>
        </w:rPr>
        <w:t>y</w:t>
      </w:r>
      <w:r w:rsidRPr="008E2ACA">
        <w:rPr>
          <w:color w:val="000000" w:themeColor="text1"/>
        </w:rPr>
        <w:t xml:space="preserve">. </w:t>
      </w:r>
      <w:r w:rsidRPr="008E2ACA">
        <w:rPr>
          <w:color w:val="000000" w:themeColor="text1"/>
          <w:spacing w:val="2"/>
        </w:rPr>
        <w:t>Th</w:t>
      </w:r>
      <w:r w:rsidRPr="008E2ACA">
        <w:rPr>
          <w:color w:val="000000" w:themeColor="text1"/>
        </w:rPr>
        <w:t>e</w:t>
      </w:r>
      <w:r w:rsidRPr="008E2ACA">
        <w:rPr>
          <w:color w:val="000000" w:themeColor="text1"/>
          <w:spacing w:val="3"/>
        </w:rPr>
        <w:t xml:space="preserve"> </w:t>
      </w:r>
      <w:r w:rsidRPr="008E2ACA">
        <w:rPr>
          <w:color w:val="000000" w:themeColor="text1"/>
          <w:spacing w:val="2"/>
        </w:rPr>
        <w:t>frequenc</w:t>
      </w:r>
      <w:r w:rsidRPr="008E2ACA">
        <w:rPr>
          <w:color w:val="000000" w:themeColor="text1"/>
        </w:rPr>
        <w:t>y</w:t>
      </w:r>
      <w:r w:rsidRPr="008E2ACA">
        <w:rPr>
          <w:color w:val="000000" w:themeColor="text1"/>
          <w:spacing w:val="3"/>
        </w:rPr>
        <w:t xml:space="preserve"> </w:t>
      </w:r>
      <w:r w:rsidRPr="008E2ACA">
        <w:rPr>
          <w:color w:val="000000" w:themeColor="text1"/>
          <w:spacing w:val="2"/>
        </w:rPr>
        <w:t>o</w:t>
      </w:r>
      <w:r w:rsidRPr="008E2ACA">
        <w:rPr>
          <w:color w:val="000000" w:themeColor="text1"/>
        </w:rPr>
        <w:t>f</w:t>
      </w:r>
      <w:r w:rsidRPr="008E2ACA">
        <w:rPr>
          <w:color w:val="000000" w:themeColor="text1"/>
          <w:spacing w:val="2"/>
        </w:rPr>
        <w:t xml:space="preserve"> the inspection</w:t>
      </w:r>
      <w:r w:rsidRPr="008E2ACA">
        <w:rPr>
          <w:color w:val="000000" w:themeColor="text1"/>
        </w:rPr>
        <w:t>s</w:t>
      </w:r>
      <w:r w:rsidRPr="008E2ACA">
        <w:rPr>
          <w:color w:val="000000" w:themeColor="text1"/>
          <w:spacing w:val="4"/>
        </w:rPr>
        <w:t xml:space="preserve"> </w:t>
      </w:r>
      <w:r w:rsidRPr="008E2ACA">
        <w:rPr>
          <w:color w:val="000000" w:themeColor="text1"/>
          <w:spacing w:val="2"/>
        </w:rPr>
        <w:t>shoul</w:t>
      </w:r>
      <w:r w:rsidRPr="008E2ACA">
        <w:rPr>
          <w:color w:val="000000" w:themeColor="text1"/>
        </w:rPr>
        <w:t>d</w:t>
      </w:r>
      <w:r w:rsidRPr="008E2ACA">
        <w:rPr>
          <w:color w:val="000000" w:themeColor="text1"/>
          <w:spacing w:val="4"/>
        </w:rPr>
        <w:t xml:space="preserve"> </w:t>
      </w:r>
      <w:r w:rsidRPr="008E2ACA">
        <w:rPr>
          <w:color w:val="000000" w:themeColor="text1"/>
          <w:spacing w:val="2"/>
        </w:rPr>
        <w:t>b</w:t>
      </w:r>
      <w:r w:rsidRPr="008E2ACA">
        <w:rPr>
          <w:color w:val="000000" w:themeColor="text1"/>
        </w:rPr>
        <w:t>e</w:t>
      </w:r>
      <w:r w:rsidRPr="008E2ACA">
        <w:rPr>
          <w:color w:val="000000" w:themeColor="text1"/>
          <w:spacing w:val="4"/>
        </w:rPr>
        <w:t xml:space="preserve"> </w:t>
      </w:r>
      <w:r w:rsidRPr="008E2ACA">
        <w:rPr>
          <w:color w:val="000000" w:themeColor="text1"/>
          <w:spacing w:val="2"/>
        </w:rPr>
        <w:t>determine</w:t>
      </w:r>
      <w:r w:rsidRPr="008E2ACA">
        <w:rPr>
          <w:color w:val="000000" w:themeColor="text1"/>
        </w:rPr>
        <w:t>d</w:t>
      </w:r>
      <w:r w:rsidRPr="008E2ACA">
        <w:rPr>
          <w:color w:val="000000" w:themeColor="text1"/>
          <w:spacing w:val="4"/>
        </w:rPr>
        <w:t xml:space="preserve"> </w:t>
      </w:r>
      <w:r w:rsidRPr="008E2ACA">
        <w:rPr>
          <w:color w:val="000000" w:themeColor="text1"/>
          <w:spacing w:val="2"/>
        </w:rPr>
        <w:t>b</w:t>
      </w:r>
      <w:r w:rsidRPr="008E2ACA">
        <w:rPr>
          <w:color w:val="000000" w:themeColor="text1"/>
        </w:rPr>
        <w:t>y</w:t>
      </w:r>
      <w:r w:rsidRPr="008E2ACA">
        <w:rPr>
          <w:color w:val="000000" w:themeColor="text1"/>
          <w:spacing w:val="4"/>
        </w:rPr>
        <w:t xml:space="preserve"> </w:t>
      </w:r>
      <w:r w:rsidRPr="008E2ACA">
        <w:rPr>
          <w:color w:val="000000" w:themeColor="text1"/>
          <w:spacing w:val="2"/>
        </w:rPr>
        <w:t>th</w:t>
      </w:r>
      <w:r w:rsidRPr="008E2ACA">
        <w:rPr>
          <w:color w:val="000000" w:themeColor="text1"/>
        </w:rPr>
        <w:t>e</w:t>
      </w:r>
      <w:r w:rsidRPr="008E2ACA">
        <w:rPr>
          <w:color w:val="000000" w:themeColor="text1"/>
          <w:spacing w:val="4"/>
        </w:rPr>
        <w:t xml:space="preserve"> </w:t>
      </w:r>
      <w:r w:rsidRPr="008E2ACA">
        <w:rPr>
          <w:color w:val="000000" w:themeColor="text1"/>
          <w:spacing w:val="2"/>
        </w:rPr>
        <w:t>Operato</w:t>
      </w:r>
      <w:r w:rsidRPr="008E2ACA">
        <w:rPr>
          <w:color w:val="000000" w:themeColor="text1"/>
        </w:rPr>
        <w:t>r</w:t>
      </w:r>
      <w:r w:rsidRPr="008E2ACA">
        <w:rPr>
          <w:color w:val="000000" w:themeColor="text1"/>
          <w:spacing w:val="4"/>
        </w:rPr>
        <w:t xml:space="preserve"> </w:t>
      </w:r>
      <w:r w:rsidRPr="008E2ACA">
        <w:rPr>
          <w:color w:val="000000" w:themeColor="text1"/>
          <w:spacing w:val="2"/>
        </w:rPr>
        <w:t>i</w:t>
      </w:r>
      <w:r w:rsidRPr="008E2ACA">
        <w:rPr>
          <w:color w:val="000000" w:themeColor="text1"/>
        </w:rPr>
        <w:t>n</w:t>
      </w:r>
      <w:r w:rsidRPr="008E2ACA">
        <w:rPr>
          <w:color w:val="000000" w:themeColor="text1"/>
          <w:spacing w:val="4"/>
        </w:rPr>
        <w:t xml:space="preserve"> </w:t>
      </w:r>
      <w:r w:rsidRPr="008E2ACA">
        <w:rPr>
          <w:color w:val="000000" w:themeColor="text1"/>
          <w:spacing w:val="2"/>
        </w:rPr>
        <w:t>conjunctio</w:t>
      </w:r>
      <w:r w:rsidRPr="008E2ACA">
        <w:rPr>
          <w:color w:val="000000" w:themeColor="text1"/>
        </w:rPr>
        <w:t>n</w:t>
      </w:r>
      <w:r w:rsidRPr="008E2ACA">
        <w:rPr>
          <w:color w:val="000000" w:themeColor="text1"/>
          <w:spacing w:val="4"/>
        </w:rPr>
        <w:t xml:space="preserve"> </w:t>
      </w:r>
      <w:r w:rsidRPr="008E2ACA">
        <w:rPr>
          <w:color w:val="000000" w:themeColor="text1"/>
          <w:spacing w:val="2"/>
        </w:rPr>
        <w:t>wit</w:t>
      </w:r>
      <w:r w:rsidRPr="008E2ACA">
        <w:rPr>
          <w:color w:val="000000" w:themeColor="text1"/>
        </w:rPr>
        <w:t>h</w:t>
      </w:r>
      <w:r w:rsidRPr="008E2ACA">
        <w:rPr>
          <w:color w:val="000000" w:themeColor="text1"/>
          <w:spacing w:val="4"/>
        </w:rPr>
        <w:t xml:space="preserve"> </w:t>
      </w:r>
      <w:r w:rsidRPr="008E2ACA">
        <w:rPr>
          <w:color w:val="000000" w:themeColor="text1"/>
          <w:spacing w:val="2"/>
        </w:rPr>
        <w:t>th</w:t>
      </w:r>
      <w:r w:rsidRPr="008E2ACA">
        <w:rPr>
          <w:color w:val="000000" w:themeColor="text1"/>
        </w:rPr>
        <w:t>e</w:t>
      </w:r>
      <w:r w:rsidRPr="008E2ACA">
        <w:rPr>
          <w:color w:val="000000" w:themeColor="text1"/>
          <w:spacing w:val="4"/>
        </w:rPr>
        <w:t xml:space="preserve"> </w:t>
      </w:r>
      <w:r w:rsidRPr="008E2ACA">
        <w:rPr>
          <w:color w:val="000000" w:themeColor="text1"/>
          <w:spacing w:val="2"/>
        </w:rPr>
        <w:t>OE</w:t>
      </w:r>
      <w:r w:rsidRPr="008E2ACA">
        <w:rPr>
          <w:color w:val="000000" w:themeColor="text1"/>
        </w:rPr>
        <w:t xml:space="preserve">M </w:t>
      </w:r>
      <w:r w:rsidRPr="008E2ACA">
        <w:rPr>
          <w:color w:val="000000" w:themeColor="text1"/>
          <w:spacing w:val="2"/>
        </w:rPr>
        <w:t>Schedul</w:t>
      </w:r>
      <w:r w:rsidRPr="008E2ACA">
        <w:rPr>
          <w:color w:val="000000" w:themeColor="text1"/>
        </w:rPr>
        <w:t>e</w:t>
      </w:r>
      <w:r w:rsidRPr="008E2ACA">
        <w:rPr>
          <w:color w:val="000000" w:themeColor="text1"/>
          <w:spacing w:val="4"/>
        </w:rPr>
        <w:t xml:space="preserve"> </w:t>
      </w:r>
      <w:r w:rsidRPr="008E2ACA">
        <w:rPr>
          <w:color w:val="000000" w:themeColor="text1"/>
          <w:spacing w:val="2"/>
        </w:rPr>
        <w:t>an</w:t>
      </w:r>
      <w:r w:rsidRPr="008E2ACA">
        <w:rPr>
          <w:color w:val="000000" w:themeColor="text1"/>
        </w:rPr>
        <w:t>d</w:t>
      </w:r>
      <w:r w:rsidRPr="008E2ACA">
        <w:rPr>
          <w:color w:val="000000" w:themeColor="text1"/>
          <w:spacing w:val="4"/>
        </w:rPr>
        <w:t xml:space="preserve"> </w:t>
      </w:r>
      <w:r w:rsidRPr="008E2ACA">
        <w:rPr>
          <w:color w:val="000000" w:themeColor="text1"/>
          <w:spacing w:val="2"/>
        </w:rPr>
        <w:t xml:space="preserve">Classification </w:t>
      </w:r>
      <w:r w:rsidRPr="008E2ACA">
        <w:rPr>
          <w:color w:val="000000" w:themeColor="text1"/>
        </w:rPr>
        <w:t>Society/Professional Bodies requirements, but every event should be planned and recorded.</w:t>
      </w:r>
    </w:p>
    <w:p w14:paraId="0685DEBD" w14:textId="77777777" w:rsidR="00C362C9" w:rsidRPr="008E2ACA" w:rsidRDefault="00C362C9" w:rsidP="007B0829">
      <w:pPr>
        <w:pStyle w:val="BodyText"/>
        <w:rPr>
          <w:color w:val="000000" w:themeColor="text1"/>
        </w:rPr>
      </w:pPr>
      <w:r w:rsidRPr="008E2ACA">
        <w:rPr>
          <w:color w:val="000000" w:themeColor="text1"/>
        </w:rPr>
        <w:t>A</w:t>
      </w:r>
      <w:r w:rsidRPr="008E2ACA">
        <w:rPr>
          <w:color w:val="000000" w:themeColor="text1"/>
          <w:spacing w:val="-11"/>
        </w:rPr>
        <w:t xml:space="preserve"> </w:t>
      </w:r>
      <w:r w:rsidRPr="008E2ACA">
        <w:rPr>
          <w:color w:val="000000" w:themeColor="text1"/>
        </w:rPr>
        <w:t>checklist could be employed as an aide-memoire for</w:t>
      </w:r>
      <w:r w:rsidRPr="008E2ACA">
        <w:rPr>
          <w:color w:val="000000" w:themeColor="text1"/>
          <w:spacing w:val="-2"/>
        </w:rPr>
        <w:t xml:space="preserve"> </w:t>
      </w:r>
      <w:r w:rsidRPr="008E2ACA">
        <w:rPr>
          <w:color w:val="000000" w:themeColor="text1"/>
        </w:rPr>
        <w:t>the inspection of</w:t>
      </w:r>
      <w:r w:rsidRPr="008E2ACA">
        <w:rPr>
          <w:color w:val="000000" w:themeColor="text1"/>
          <w:spacing w:val="-1"/>
        </w:rPr>
        <w:t xml:space="preserve"> </w:t>
      </w:r>
      <w:r w:rsidRPr="008E2ACA">
        <w:rPr>
          <w:color w:val="000000" w:themeColor="text1"/>
        </w:rPr>
        <w:t>equipment.</w:t>
      </w:r>
    </w:p>
    <w:p w14:paraId="58BEB3A1" w14:textId="77777777" w:rsidR="00C362C9" w:rsidRPr="008E2ACA" w:rsidRDefault="00C362C9" w:rsidP="007B0829">
      <w:pPr>
        <w:pStyle w:val="BodyText"/>
        <w:rPr>
          <w:color w:val="000000" w:themeColor="text1"/>
        </w:rPr>
      </w:pPr>
      <w:r w:rsidRPr="008E2ACA">
        <w:rPr>
          <w:color w:val="000000" w:themeColor="text1"/>
        </w:rPr>
        <w:t>The</w:t>
      </w:r>
      <w:r w:rsidRPr="008E2ACA">
        <w:rPr>
          <w:color w:val="000000" w:themeColor="text1"/>
          <w:spacing w:val="7"/>
        </w:rPr>
        <w:t xml:space="preserve"> </w:t>
      </w:r>
      <w:r w:rsidRPr="008E2ACA">
        <w:rPr>
          <w:color w:val="000000" w:themeColor="text1"/>
        </w:rPr>
        <w:t>Operator</w:t>
      </w:r>
      <w:r w:rsidRPr="008E2ACA">
        <w:rPr>
          <w:color w:val="000000" w:themeColor="text1"/>
          <w:spacing w:val="7"/>
        </w:rPr>
        <w:t xml:space="preserve"> </w:t>
      </w:r>
      <w:r w:rsidRPr="008E2ACA">
        <w:rPr>
          <w:color w:val="000000" w:themeColor="text1"/>
        </w:rPr>
        <w:t>should</w:t>
      </w:r>
      <w:r w:rsidRPr="008E2ACA">
        <w:rPr>
          <w:color w:val="000000" w:themeColor="text1"/>
          <w:spacing w:val="7"/>
        </w:rPr>
        <w:t xml:space="preserve"> </w:t>
      </w:r>
      <w:r w:rsidRPr="008E2ACA">
        <w:rPr>
          <w:color w:val="000000" w:themeColor="text1"/>
        </w:rPr>
        <w:t>identify</w:t>
      </w:r>
      <w:r w:rsidRPr="008E2ACA">
        <w:rPr>
          <w:color w:val="000000" w:themeColor="text1"/>
          <w:spacing w:val="7"/>
        </w:rPr>
        <w:t xml:space="preserve"> </w:t>
      </w:r>
      <w:r w:rsidR="00D10571">
        <w:rPr>
          <w:color w:val="000000" w:themeColor="text1"/>
          <w:spacing w:val="7"/>
        </w:rPr>
        <w:t xml:space="preserve">critical </w:t>
      </w:r>
      <w:r w:rsidRPr="008E2ACA">
        <w:rPr>
          <w:color w:val="000000" w:themeColor="text1"/>
        </w:rPr>
        <w:t>equipment</w:t>
      </w:r>
      <w:r w:rsidRPr="008E2ACA">
        <w:rPr>
          <w:color w:val="000000" w:themeColor="text1"/>
          <w:spacing w:val="6"/>
        </w:rPr>
        <w:t xml:space="preserve"> </w:t>
      </w:r>
      <w:r w:rsidRPr="008E2ACA">
        <w:rPr>
          <w:color w:val="000000" w:themeColor="text1"/>
        </w:rPr>
        <w:t>and</w:t>
      </w:r>
      <w:r w:rsidRPr="008E2ACA">
        <w:rPr>
          <w:color w:val="000000" w:themeColor="text1"/>
          <w:spacing w:val="7"/>
        </w:rPr>
        <w:t xml:space="preserve"> </w:t>
      </w:r>
      <w:r w:rsidRPr="008E2ACA">
        <w:rPr>
          <w:color w:val="000000" w:themeColor="text1"/>
        </w:rPr>
        <w:t>technical</w:t>
      </w:r>
      <w:r w:rsidRPr="008E2ACA">
        <w:rPr>
          <w:color w:val="000000" w:themeColor="text1"/>
          <w:spacing w:val="7"/>
        </w:rPr>
        <w:t xml:space="preserve"> </w:t>
      </w:r>
      <w:r w:rsidRPr="008E2ACA">
        <w:rPr>
          <w:color w:val="000000" w:themeColor="text1"/>
        </w:rPr>
        <w:t>systems, which,</w:t>
      </w:r>
      <w:r w:rsidRPr="008E2ACA">
        <w:rPr>
          <w:color w:val="000000" w:themeColor="text1"/>
          <w:spacing w:val="7"/>
        </w:rPr>
        <w:t xml:space="preserve"> </w:t>
      </w:r>
      <w:r w:rsidRPr="008E2ACA">
        <w:rPr>
          <w:color w:val="000000" w:themeColor="text1"/>
        </w:rPr>
        <w:t>if</w:t>
      </w:r>
      <w:r w:rsidRPr="008E2ACA">
        <w:rPr>
          <w:color w:val="000000" w:themeColor="text1"/>
          <w:spacing w:val="7"/>
        </w:rPr>
        <w:t xml:space="preserve"> </w:t>
      </w:r>
      <w:r w:rsidRPr="008E2ACA">
        <w:rPr>
          <w:color w:val="000000" w:themeColor="text1"/>
        </w:rPr>
        <w:t>subject</w:t>
      </w:r>
      <w:r w:rsidRPr="008E2ACA">
        <w:rPr>
          <w:color w:val="000000" w:themeColor="text1"/>
          <w:spacing w:val="7"/>
        </w:rPr>
        <w:t xml:space="preserve"> </w:t>
      </w:r>
      <w:r w:rsidRPr="008E2ACA">
        <w:rPr>
          <w:color w:val="000000" w:themeColor="text1"/>
        </w:rPr>
        <w:t>to</w:t>
      </w:r>
      <w:r w:rsidRPr="008E2ACA">
        <w:rPr>
          <w:color w:val="000000" w:themeColor="text1"/>
          <w:spacing w:val="6"/>
        </w:rPr>
        <w:t xml:space="preserve"> </w:t>
      </w:r>
      <w:r w:rsidRPr="008E2ACA">
        <w:rPr>
          <w:color w:val="000000" w:themeColor="text1"/>
        </w:rPr>
        <w:t>sudden</w:t>
      </w:r>
      <w:r w:rsidRPr="008E2ACA">
        <w:rPr>
          <w:color w:val="000000" w:themeColor="text1"/>
          <w:spacing w:val="7"/>
        </w:rPr>
        <w:t xml:space="preserve"> </w:t>
      </w:r>
      <w:r w:rsidRPr="008E2ACA">
        <w:rPr>
          <w:color w:val="000000" w:themeColor="text1"/>
        </w:rPr>
        <w:t>operational</w:t>
      </w:r>
      <w:r w:rsidRPr="008E2ACA">
        <w:rPr>
          <w:color w:val="000000" w:themeColor="text1"/>
          <w:spacing w:val="6"/>
        </w:rPr>
        <w:t xml:space="preserve"> </w:t>
      </w:r>
      <w:r w:rsidRPr="008E2ACA">
        <w:rPr>
          <w:color w:val="000000" w:themeColor="text1"/>
        </w:rPr>
        <w:t xml:space="preserve">failure, </w:t>
      </w:r>
      <w:r w:rsidRPr="008E2ACA">
        <w:rPr>
          <w:color w:val="000000" w:themeColor="text1"/>
          <w:spacing w:val="2"/>
        </w:rPr>
        <w:t>ma</w:t>
      </w:r>
      <w:r w:rsidRPr="008E2ACA">
        <w:rPr>
          <w:color w:val="000000" w:themeColor="text1"/>
        </w:rPr>
        <w:t>y</w:t>
      </w:r>
      <w:r w:rsidRPr="008E2ACA">
        <w:rPr>
          <w:color w:val="000000" w:themeColor="text1"/>
          <w:spacing w:val="4"/>
        </w:rPr>
        <w:t xml:space="preserve"> </w:t>
      </w:r>
      <w:r w:rsidRPr="008E2ACA">
        <w:rPr>
          <w:color w:val="000000" w:themeColor="text1"/>
          <w:spacing w:val="2"/>
        </w:rPr>
        <w:t>resul</w:t>
      </w:r>
      <w:r w:rsidRPr="008E2ACA">
        <w:rPr>
          <w:color w:val="000000" w:themeColor="text1"/>
        </w:rPr>
        <w:t>t</w:t>
      </w:r>
      <w:r w:rsidRPr="008E2ACA">
        <w:rPr>
          <w:color w:val="000000" w:themeColor="text1"/>
          <w:spacing w:val="4"/>
        </w:rPr>
        <w:t xml:space="preserve"> </w:t>
      </w:r>
      <w:r w:rsidRPr="008E2ACA">
        <w:rPr>
          <w:color w:val="000000" w:themeColor="text1"/>
          <w:spacing w:val="2"/>
        </w:rPr>
        <w:t>i</w:t>
      </w:r>
      <w:r w:rsidRPr="008E2ACA">
        <w:rPr>
          <w:color w:val="000000" w:themeColor="text1"/>
        </w:rPr>
        <w:t>n</w:t>
      </w:r>
      <w:r w:rsidRPr="008E2ACA">
        <w:rPr>
          <w:color w:val="000000" w:themeColor="text1"/>
          <w:spacing w:val="4"/>
        </w:rPr>
        <w:t xml:space="preserve"> </w:t>
      </w:r>
      <w:r w:rsidRPr="008E2ACA">
        <w:rPr>
          <w:color w:val="000000" w:themeColor="text1"/>
          <w:spacing w:val="2"/>
        </w:rPr>
        <w:t>hazardou</w:t>
      </w:r>
      <w:r w:rsidRPr="008E2ACA">
        <w:rPr>
          <w:color w:val="000000" w:themeColor="text1"/>
        </w:rPr>
        <w:t>s</w:t>
      </w:r>
      <w:r w:rsidRPr="008E2ACA">
        <w:rPr>
          <w:color w:val="000000" w:themeColor="text1"/>
          <w:spacing w:val="4"/>
        </w:rPr>
        <w:t xml:space="preserve"> </w:t>
      </w:r>
      <w:r w:rsidRPr="008E2ACA">
        <w:rPr>
          <w:color w:val="000000" w:themeColor="text1"/>
          <w:spacing w:val="2"/>
        </w:rPr>
        <w:t>situations</w:t>
      </w:r>
      <w:r w:rsidRPr="008E2ACA">
        <w:rPr>
          <w:color w:val="000000" w:themeColor="text1"/>
        </w:rPr>
        <w:t>.</w:t>
      </w:r>
      <w:r w:rsidRPr="008E2ACA">
        <w:rPr>
          <w:color w:val="000000" w:themeColor="text1"/>
          <w:spacing w:val="1"/>
        </w:rPr>
        <w:t xml:space="preserve"> </w:t>
      </w:r>
      <w:r w:rsidRPr="008E2ACA">
        <w:rPr>
          <w:color w:val="000000" w:themeColor="text1"/>
          <w:spacing w:val="2"/>
        </w:rPr>
        <w:t>Th</w:t>
      </w:r>
      <w:r w:rsidRPr="008E2ACA">
        <w:rPr>
          <w:color w:val="000000" w:themeColor="text1"/>
        </w:rPr>
        <w:t>e</w:t>
      </w:r>
      <w:r w:rsidRPr="008E2ACA">
        <w:rPr>
          <w:color w:val="000000" w:themeColor="text1"/>
          <w:spacing w:val="4"/>
        </w:rPr>
        <w:t xml:space="preserve"> </w:t>
      </w:r>
      <w:r w:rsidRPr="008E2ACA">
        <w:rPr>
          <w:color w:val="000000" w:themeColor="text1"/>
          <w:spacing w:val="2"/>
        </w:rPr>
        <w:t>SM</w:t>
      </w:r>
      <w:r w:rsidRPr="008E2ACA">
        <w:rPr>
          <w:color w:val="000000" w:themeColor="text1"/>
        </w:rPr>
        <w:t xml:space="preserve">S </w:t>
      </w:r>
      <w:r w:rsidRPr="008E2ACA">
        <w:rPr>
          <w:color w:val="000000" w:themeColor="text1"/>
          <w:spacing w:val="2"/>
        </w:rPr>
        <w:t>shoul</w:t>
      </w:r>
      <w:r w:rsidRPr="008E2ACA">
        <w:rPr>
          <w:color w:val="000000" w:themeColor="text1"/>
        </w:rPr>
        <w:t>d</w:t>
      </w:r>
      <w:r w:rsidRPr="008E2ACA">
        <w:rPr>
          <w:color w:val="000000" w:themeColor="text1"/>
          <w:spacing w:val="4"/>
        </w:rPr>
        <w:t xml:space="preserve"> </w:t>
      </w:r>
      <w:r w:rsidRPr="008E2ACA">
        <w:rPr>
          <w:color w:val="000000" w:themeColor="text1"/>
          <w:spacing w:val="2"/>
        </w:rPr>
        <w:t>provid</w:t>
      </w:r>
      <w:r w:rsidRPr="008E2ACA">
        <w:rPr>
          <w:color w:val="000000" w:themeColor="text1"/>
        </w:rPr>
        <w:t>e</w:t>
      </w:r>
      <w:r w:rsidRPr="008E2ACA">
        <w:rPr>
          <w:color w:val="000000" w:themeColor="text1"/>
          <w:spacing w:val="4"/>
        </w:rPr>
        <w:t xml:space="preserve"> </w:t>
      </w:r>
      <w:r w:rsidRPr="008E2ACA">
        <w:rPr>
          <w:color w:val="000000" w:themeColor="text1"/>
          <w:spacing w:val="2"/>
        </w:rPr>
        <w:t>fo</w:t>
      </w:r>
      <w:r w:rsidRPr="008E2ACA">
        <w:rPr>
          <w:color w:val="000000" w:themeColor="text1"/>
        </w:rPr>
        <w:t>r</w:t>
      </w:r>
      <w:r w:rsidRPr="008E2ACA">
        <w:rPr>
          <w:color w:val="000000" w:themeColor="text1"/>
          <w:spacing w:val="2"/>
        </w:rPr>
        <w:t xml:space="preserve"> specifi</w:t>
      </w:r>
      <w:r w:rsidRPr="008E2ACA">
        <w:rPr>
          <w:color w:val="000000" w:themeColor="text1"/>
        </w:rPr>
        <w:t>c</w:t>
      </w:r>
      <w:r w:rsidRPr="008E2ACA">
        <w:rPr>
          <w:color w:val="000000" w:themeColor="text1"/>
          <w:spacing w:val="4"/>
        </w:rPr>
        <w:t xml:space="preserve"> </w:t>
      </w:r>
      <w:r w:rsidRPr="008E2ACA">
        <w:rPr>
          <w:color w:val="000000" w:themeColor="text1"/>
          <w:spacing w:val="2"/>
        </w:rPr>
        <w:t>measure</w:t>
      </w:r>
      <w:r w:rsidRPr="008E2ACA">
        <w:rPr>
          <w:color w:val="000000" w:themeColor="text1"/>
        </w:rPr>
        <w:t>s</w:t>
      </w:r>
      <w:r w:rsidRPr="008E2ACA">
        <w:rPr>
          <w:color w:val="000000" w:themeColor="text1"/>
          <w:spacing w:val="4"/>
        </w:rPr>
        <w:t xml:space="preserve"> </w:t>
      </w:r>
      <w:r w:rsidRPr="008E2ACA">
        <w:rPr>
          <w:color w:val="000000" w:themeColor="text1"/>
          <w:spacing w:val="2"/>
        </w:rPr>
        <w:t>aime</w:t>
      </w:r>
      <w:r w:rsidRPr="008E2ACA">
        <w:rPr>
          <w:color w:val="000000" w:themeColor="text1"/>
        </w:rPr>
        <w:t>d</w:t>
      </w:r>
      <w:r w:rsidRPr="008E2ACA">
        <w:rPr>
          <w:color w:val="000000" w:themeColor="text1"/>
          <w:spacing w:val="4"/>
        </w:rPr>
        <w:t xml:space="preserve"> </w:t>
      </w:r>
      <w:r w:rsidRPr="008E2ACA">
        <w:rPr>
          <w:color w:val="000000" w:themeColor="text1"/>
          <w:spacing w:val="2"/>
        </w:rPr>
        <w:t>a</w:t>
      </w:r>
      <w:r w:rsidRPr="008E2ACA">
        <w:rPr>
          <w:color w:val="000000" w:themeColor="text1"/>
        </w:rPr>
        <w:t>t</w:t>
      </w:r>
      <w:r w:rsidRPr="008E2ACA">
        <w:rPr>
          <w:color w:val="000000" w:themeColor="text1"/>
          <w:spacing w:val="2"/>
        </w:rPr>
        <w:t xml:space="preserve"> promotin</w:t>
      </w:r>
      <w:r w:rsidRPr="008E2ACA">
        <w:rPr>
          <w:color w:val="000000" w:themeColor="text1"/>
        </w:rPr>
        <w:t>g</w:t>
      </w:r>
      <w:r w:rsidRPr="008E2ACA">
        <w:rPr>
          <w:color w:val="000000" w:themeColor="text1"/>
          <w:spacing w:val="4"/>
        </w:rPr>
        <w:t xml:space="preserve"> </w:t>
      </w:r>
      <w:r w:rsidRPr="008E2ACA">
        <w:rPr>
          <w:color w:val="000000" w:themeColor="text1"/>
          <w:spacing w:val="2"/>
        </w:rPr>
        <w:t>the reliabilit</w:t>
      </w:r>
      <w:r w:rsidRPr="008E2ACA">
        <w:rPr>
          <w:color w:val="000000" w:themeColor="text1"/>
        </w:rPr>
        <w:t>y</w:t>
      </w:r>
      <w:r w:rsidRPr="008E2ACA">
        <w:rPr>
          <w:color w:val="000000" w:themeColor="text1"/>
          <w:spacing w:val="32"/>
        </w:rPr>
        <w:t xml:space="preserve"> </w:t>
      </w:r>
      <w:r w:rsidRPr="008E2ACA">
        <w:rPr>
          <w:color w:val="000000" w:themeColor="text1"/>
          <w:spacing w:val="2"/>
        </w:rPr>
        <w:t>o</w:t>
      </w:r>
      <w:r w:rsidRPr="008E2ACA">
        <w:rPr>
          <w:color w:val="000000" w:themeColor="text1"/>
        </w:rPr>
        <w:t>f</w:t>
      </w:r>
      <w:r w:rsidRPr="008E2ACA">
        <w:rPr>
          <w:color w:val="000000" w:themeColor="text1"/>
          <w:spacing w:val="31"/>
        </w:rPr>
        <w:t xml:space="preserve"> </w:t>
      </w:r>
      <w:r w:rsidRPr="008E2ACA">
        <w:rPr>
          <w:color w:val="000000" w:themeColor="text1"/>
          <w:spacing w:val="2"/>
        </w:rPr>
        <w:t>suc</w:t>
      </w:r>
      <w:r w:rsidRPr="008E2ACA">
        <w:rPr>
          <w:color w:val="000000" w:themeColor="text1"/>
        </w:rPr>
        <w:t>h</w:t>
      </w:r>
      <w:r w:rsidRPr="008E2ACA">
        <w:rPr>
          <w:color w:val="000000" w:themeColor="text1"/>
          <w:spacing w:val="32"/>
        </w:rPr>
        <w:t xml:space="preserve"> </w:t>
      </w:r>
      <w:r w:rsidRPr="008E2ACA">
        <w:rPr>
          <w:color w:val="000000" w:themeColor="text1"/>
          <w:spacing w:val="2"/>
        </w:rPr>
        <w:t>equipmen</w:t>
      </w:r>
      <w:r w:rsidRPr="008E2ACA">
        <w:rPr>
          <w:color w:val="000000" w:themeColor="text1"/>
        </w:rPr>
        <w:t>t</w:t>
      </w:r>
      <w:r w:rsidRPr="008E2ACA">
        <w:rPr>
          <w:color w:val="000000" w:themeColor="text1"/>
          <w:spacing w:val="32"/>
        </w:rPr>
        <w:t xml:space="preserve"> </w:t>
      </w:r>
      <w:r w:rsidRPr="008E2ACA">
        <w:rPr>
          <w:color w:val="000000" w:themeColor="text1"/>
          <w:spacing w:val="2"/>
        </w:rPr>
        <w:t>o</w:t>
      </w:r>
      <w:r w:rsidRPr="008E2ACA">
        <w:rPr>
          <w:color w:val="000000" w:themeColor="text1"/>
        </w:rPr>
        <w:t>r</w:t>
      </w:r>
      <w:r w:rsidRPr="008E2ACA">
        <w:rPr>
          <w:color w:val="000000" w:themeColor="text1"/>
          <w:spacing w:val="32"/>
        </w:rPr>
        <w:t xml:space="preserve"> </w:t>
      </w:r>
      <w:r w:rsidRPr="008E2ACA">
        <w:rPr>
          <w:color w:val="000000" w:themeColor="text1"/>
          <w:spacing w:val="2"/>
        </w:rPr>
        <w:t>systems</w:t>
      </w:r>
      <w:r w:rsidRPr="008E2ACA">
        <w:rPr>
          <w:color w:val="000000" w:themeColor="text1"/>
        </w:rPr>
        <w:t>.</w:t>
      </w:r>
      <w:r w:rsidRPr="008E2ACA">
        <w:rPr>
          <w:color w:val="000000" w:themeColor="text1"/>
          <w:spacing w:val="22"/>
        </w:rPr>
        <w:t xml:space="preserve"> </w:t>
      </w:r>
      <w:r w:rsidRPr="008E2ACA">
        <w:rPr>
          <w:color w:val="000000" w:themeColor="text1"/>
          <w:spacing w:val="2"/>
        </w:rPr>
        <w:t>Thes</w:t>
      </w:r>
      <w:r w:rsidRPr="008E2ACA">
        <w:rPr>
          <w:color w:val="000000" w:themeColor="text1"/>
        </w:rPr>
        <w:t>e</w:t>
      </w:r>
      <w:r w:rsidRPr="008E2ACA">
        <w:rPr>
          <w:color w:val="000000" w:themeColor="text1"/>
          <w:spacing w:val="32"/>
        </w:rPr>
        <w:t xml:space="preserve"> </w:t>
      </w:r>
      <w:r w:rsidRPr="008E2ACA">
        <w:rPr>
          <w:color w:val="000000" w:themeColor="text1"/>
          <w:spacing w:val="2"/>
        </w:rPr>
        <w:t>measure</w:t>
      </w:r>
      <w:r w:rsidRPr="008E2ACA">
        <w:rPr>
          <w:color w:val="000000" w:themeColor="text1"/>
        </w:rPr>
        <w:t>s</w:t>
      </w:r>
      <w:r w:rsidRPr="008E2ACA">
        <w:rPr>
          <w:color w:val="000000" w:themeColor="text1"/>
          <w:spacing w:val="32"/>
        </w:rPr>
        <w:t xml:space="preserve"> </w:t>
      </w:r>
      <w:r w:rsidRPr="008E2ACA">
        <w:rPr>
          <w:color w:val="000000" w:themeColor="text1"/>
          <w:spacing w:val="2"/>
        </w:rPr>
        <w:t>shoul</w:t>
      </w:r>
      <w:r w:rsidRPr="008E2ACA">
        <w:rPr>
          <w:color w:val="000000" w:themeColor="text1"/>
        </w:rPr>
        <w:t>d</w:t>
      </w:r>
      <w:r w:rsidRPr="008E2ACA">
        <w:rPr>
          <w:color w:val="000000" w:themeColor="text1"/>
          <w:spacing w:val="32"/>
        </w:rPr>
        <w:t xml:space="preserve"> </w:t>
      </w:r>
      <w:r w:rsidRPr="008E2ACA">
        <w:rPr>
          <w:color w:val="000000" w:themeColor="text1"/>
          <w:spacing w:val="2"/>
        </w:rPr>
        <w:t>includ</w:t>
      </w:r>
      <w:r w:rsidRPr="008E2ACA">
        <w:rPr>
          <w:color w:val="000000" w:themeColor="text1"/>
        </w:rPr>
        <w:t>e</w:t>
      </w:r>
      <w:r w:rsidRPr="008E2ACA">
        <w:rPr>
          <w:color w:val="000000" w:themeColor="text1"/>
          <w:spacing w:val="32"/>
        </w:rPr>
        <w:t xml:space="preserve"> </w:t>
      </w:r>
      <w:r w:rsidRPr="008E2ACA">
        <w:rPr>
          <w:color w:val="000000" w:themeColor="text1"/>
          <w:spacing w:val="2"/>
        </w:rPr>
        <w:t>th</w:t>
      </w:r>
      <w:r w:rsidRPr="008E2ACA">
        <w:rPr>
          <w:color w:val="000000" w:themeColor="text1"/>
        </w:rPr>
        <w:t>e</w:t>
      </w:r>
      <w:r w:rsidRPr="008E2ACA">
        <w:rPr>
          <w:color w:val="000000" w:themeColor="text1"/>
          <w:spacing w:val="32"/>
        </w:rPr>
        <w:t xml:space="preserve"> </w:t>
      </w:r>
      <w:r w:rsidRPr="008E2ACA">
        <w:rPr>
          <w:color w:val="000000" w:themeColor="text1"/>
          <w:spacing w:val="2"/>
        </w:rPr>
        <w:t>regula</w:t>
      </w:r>
      <w:r w:rsidRPr="008E2ACA">
        <w:rPr>
          <w:color w:val="000000" w:themeColor="text1"/>
        </w:rPr>
        <w:t>r</w:t>
      </w:r>
      <w:r w:rsidRPr="008E2ACA">
        <w:rPr>
          <w:color w:val="000000" w:themeColor="text1"/>
          <w:spacing w:val="32"/>
        </w:rPr>
        <w:t xml:space="preserve"> </w:t>
      </w:r>
      <w:r w:rsidRPr="008E2ACA">
        <w:rPr>
          <w:color w:val="000000" w:themeColor="text1"/>
          <w:spacing w:val="2"/>
        </w:rPr>
        <w:t>testin</w:t>
      </w:r>
      <w:r w:rsidRPr="008E2ACA">
        <w:rPr>
          <w:color w:val="000000" w:themeColor="text1"/>
        </w:rPr>
        <w:t>g</w:t>
      </w:r>
      <w:r w:rsidRPr="008E2ACA">
        <w:rPr>
          <w:color w:val="000000" w:themeColor="text1"/>
          <w:spacing w:val="32"/>
        </w:rPr>
        <w:t xml:space="preserve"> </w:t>
      </w:r>
      <w:r w:rsidRPr="008E2ACA">
        <w:rPr>
          <w:color w:val="000000" w:themeColor="text1"/>
          <w:spacing w:val="2"/>
        </w:rPr>
        <w:t>o</w:t>
      </w:r>
      <w:r w:rsidRPr="008E2ACA">
        <w:rPr>
          <w:color w:val="000000" w:themeColor="text1"/>
        </w:rPr>
        <w:t>f</w:t>
      </w:r>
      <w:r w:rsidRPr="008E2ACA">
        <w:rPr>
          <w:color w:val="000000" w:themeColor="text1"/>
          <w:spacing w:val="31"/>
        </w:rPr>
        <w:t xml:space="preserve"> </w:t>
      </w:r>
      <w:r w:rsidRPr="008E2ACA">
        <w:rPr>
          <w:color w:val="000000" w:themeColor="text1"/>
          <w:spacing w:val="2"/>
        </w:rPr>
        <w:t xml:space="preserve">stand-by/ </w:t>
      </w:r>
      <w:r w:rsidRPr="008E2ACA">
        <w:rPr>
          <w:color w:val="000000" w:themeColor="text1"/>
        </w:rPr>
        <w:t>reversionary arrangements and equipment or technical systems</w:t>
      </w:r>
      <w:r w:rsidRPr="008E2ACA">
        <w:rPr>
          <w:color w:val="000000" w:themeColor="text1"/>
          <w:spacing w:val="-7"/>
        </w:rPr>
        <w:t xml:space="preserve"> </w:t>
      </w:r>
      <w:r w:rsidRPr="008E2ACA">
        <w:rPr>
          <w:color w:val="000000" w:themeColor="text1"/>
        </w:rPr>
        <w:t>that</w:t>
      </w:r>
      <w:r w:rsidRPr="008E2ACA">
        <w:rPr>
          <w:color w:val="000000" w:themeColor="text1"/>
          <w:spacing w:val="-3"/>
        </w:rPr>
        <w:t xml:space="preserve"> </w:t>
      </w:r>
      <w:r w:rsidRPr="008E2ACA">
        <w:rPr>
          <w:color w:val="000000" w:themeColor="text1"/>
        </w:rPr>
        <w:t>are not in continuous use.</w:t>
      </w:r>
    </w:p>
    <w:p w14:paraId="26FDFF75" w14:textId="77777777" w:rsidR="00C362C9" w:rsidRPr="008E2ACA" w:rsidRDefault="00C362C9" w:rsidP="007B0829">
      <w:pPr>
        <w:pStyle w:val="BodyText"/>
        <w:rPr>
          <w:color w:val="000000" w:themeColor="text1"/>
        </w:rPr>
      </w:pPr>
      <w:r w:rsidRPr="008E2ACA">
        <w:rPr>
          <w:color w:val="000000" w:themeColor="text1"/>
        </w:rPr>
        <w:t>The</w:t>
      </w:r>
      <w:r w:rsidRPr="008E2ACA">
        <w:rPr>
          <w:color w:val="000000" w:themeColor="text1"/>
          <w:spacing w:val="-6"/>
        </w:rPr>
        <w:t xml:space="preserve"> </w:t>
      </w:r>
      <w:r w:rsidRPr="008E2ACA">
        <w:rPr>
          <w:color w:val="000000" w:themeColor="text1"/>
        </w:rPr>
        <w:t>inspections</w:t>
      </w:r>
      <w:r w:rsidRPr="008E2ACA">
        <w:rPr>
          <w:color w:val="000000" w:themeColor="text1"/>
          <w:spacing w:val="-6"/>
        </w:rPr>
        <w:t xml:space="preserve"> </w:t>
      </w:r>
      <w:r w:rsidRPr="008E2ACA">
        <w:rPr>
          <w:color w:val="000000" w:themeColor="text1"/>
        </w:rPr>
        <w:t>mentioned,</w:t>
      </w:r>
      <w:r w:rsidRPr="008E2ACA">
        <w:rPr>
          <w:color w:val="000000" w:themeColor="text1"/>
          <w:spacing w:val="-6"/>
        </w:rPr>
        <w:t xml:space="preserve"> </w:t>
      </w:r>
      <w:r w:rsidRPr="008E2ACA">
        <w:rPr>
          <w:color w:val="000000" w:themeColor="text1"/>
        </w:rPr>
        <w:t>as</w:t>
      </w:r>
      <w:r w:rsidRPr="008E2ACA">
        <w:rPr>
          <w:color w:val="000000" w:themeColor="text1"/>
          <w:spacing w:val="-6"/>
        </w:rPr>
        <w:t xml:space="preserve"> </w:t>
      </w:r>
      <w:r w:rsidRPr="008E2ACA">
        <w:rPr>
          <w:color w:val="000000" w:themeColor="text1"/>
        </w:rPr>
        <w:t>well</w:t>
      </w:r>
      <w:r w:rsidRPr="008E2ACA">
        <w:rPr>
          <w:color w:val="000000" w:themeColor="text1"/>
          <w:spacing w:val="-6"/>
        </w:rPr>
        <w:t xml:space="preserve"> </w:t>
      </w:r>
      <w:r w:rsidRPr="008E2ACA">
        <w:rPr>
          <w:color w:val="000000" w:themeColor="text1"/>
        </w:rPr>
        <w:t>as</w:t>
      </w:r>
      <w:r w:rsidRPr="008E2ACA">
        <w:rPr>
          <w:color w:val="000000" w:themeColor="text1"/>
          <w:spacing w:val="-6"/>
        </w:rPr>
        <w:t xml:space="preserve"> </w:t>
      </w:r>
      <w:r w:rsidRPr="008E2ACA">
        <w:rPr>
          <w:color w:val="000000" w:themeColor="text1"/>
        </w:rPr>
        <w:t>the</w:t>
      </w:r>
      <w:r w:rsidRPr="008E2ACA">
        <w:rPr>
          <w:color w:val="000000" w:themeColor="text1"/>
          <w:spacing w:val="-6"/>
        </w:rPr>
        <w:t xml:space="preserve"> </w:t>
      </w:r>
      <w:r w:rsidRPr="008E2ACA">
        <w:rPr>
          <w:color w:val="000000" w:themeColor="text1"/>
        </w:rPr>
        <w:t>measures</w:t>
      </w:r>
      <w:r w:rsidRPr="008E2ACA">
        <w:rPr>
          <w:color w:val="000000" w:themeColor="text1"/>
          <w:spacing w:val="-6"/>
        </w:rPr>
        <w:t xml:space="preserve"> </w:t>
      </w:r>
      <w:r w:rsidRPr="008E2ACA">
        <w:rPr>
          <w:color w:val="000000" w:themeColor="text1"/>
        </w:rPr>
        <w:t>referred</w:t>
      </w:r>
      <w:r w:rsidRPr="008E2ACA">
        <w:rPr>
          <w:color w:val="000000" w:themeColor="text1"/>
          <w:spacing w:val="-6"/>
        </w:rPr>
        <w:t xml:space="preserve"> </w:t>
      </w:r>
      <w:r w:rsidRPr="008E2ACA">
        <w:rPr>
          <w:color w:val="000000" w:themeColor="text1"/>
        </w:rPr>
        <w:t>to,</w:t>
      </w:r>
      <w:r w:rsidRPr="008E2ACA">
        <w:rPr>
          <w:color w:val="000000" w:themeColor="text1"/>
          <w:spacing w:val="-8"/>
        </w:rPr>
        <w:t xml:space="preserve"> </w:t>
      </w:r>
      <w:r w:rsidRPr="008E2ACA">
        <w:rPr>
          <w:color w:val="000000" w:themeColor="text1"/>
        </w:rPr>
        <w:t>should</w:t>
      </w:r>
      <w:r w:rsidRPr="008E2ACA">
        <w:rPr>
          <w:color w:val="000000" w:themeColor="text1"/>
          <w:spacing w:val="-6"/>
        </w:rPr>
        <w:t xml:space="preserve"> </w:t>
      </w:r>
      <w:r w:rsidRPr="008E2ACA">
        <w:rPr>
          <w:color w:val="000000" w:themeColor="text1"/>
        </w:rPr>
        <w:t>be</w:t>
      </w:r>
      <w:r w:rsidRPr="008E2ACA">
        <w:rPr>
          <w:color w:val="000000" w:themeColor="text1"/>
          <w:spacing w:val="-6"/>
        </w:rPr>
        <w:t xml:space="preserve"> </w:t>
      </w:r>
      <w:r w:rsidRPr="008E2ACA">
        <w:rPr>
          <w:color w:val="000000" w:themeColor="text1"/>
        </w:rPr>
        <w:t>integrated</w:t>
      </w:r>
      <w:r w:rsidRPr="008E2ACA">
        <w:rPr>
          <w:color w:val="000000" w:themeColor="text1"/>
          <w:spacing w:val="-6"/>
        </w:rPr>
        <w:t xml:space="preserve"> </w:t>
      </w:r>
      <w:r w:rsidRPr="008E2ACA">
        <w:rPr>
          <w:color w:val="000000" w:themeColor="text1"/>
        </w:rPr>
        <w:t>into</w:t>
      </w:r>
      <w:r w:rsidRPr="008E2ACA">
        <w:rPr>
          <w:color w:val="000000" w:themeColor="text1"/>
          <w:spacing w:val="-6"/>
        </w:rPr>
        <w:t xml:space="preserve"> </w:t>
      </w:r>
      <w:r w:rsidRPr="008E2ACA">
        <w:rPr>
          <w:color w:val="000000" w:themeColor="text1"/>
        </w:rPr>
        <w:t>the</w:t>
      </w:r>
      <w:r w:rsidRPr="008E2ACA">
        <w:rPr>
          <w:color w:val="000000" w:themeColor="text1"/>
          <w:spacing w:val="-6"/>
        </w:rPr>
        <w:t xml:space="preserve"> </w:t>
      </w:r>
      <w:r w:rsidRPr="008E2ACA">
        <w:rPr>
          <w:color w:val="000000" w:themeColor="text1"/>
        </w:rPr>
        <w:t>MASS</w:t>
      </w:r>
      <w:r w:rsidRPr="008E2ACA">
        <w:rPr>
          <w:color w:val="000000" w:themeColor="text1"/>
          <w:spacing w:val="-11"/>
        </w:rPr>
        <w:t xml:space="preserve"> </w:t>
      </w:r>
      <w:r w:rsidRPr="008E2ACA">
        <w:rPr>
          <w:color w:val="000000" w:themeColor="text1"/>
        </w:rPr>
        <w:t>operational</w:t>
      </w:r>
    </w:p>
    <w:p w14:paraId="793DE86B" w14:textId="77777777" w:rsidR="00C362C9" w:rsidRPr="008E2ACA" w:rsidRDefault="00C362C9" w:rsidP="007B0829">
      <w:pPr>
        <w:pStyle w:val="BodyText"/>
        <w:rPr>
          <w:color w:val="000000" w:themeColor="text1"/>
        </w:rPr>
      </w:pPr>
      <w:r w:rsidRPr="008E2ACA">
        <w:rPr>
          <w:color w:val="000000" w:themeColor="text1"/>
          <w:position w:val="-1"/>
        </w:rPr>
        <w:t>MMS.</w:t>
      </w:r>
    </w:p>
    <w:p w14:paraId="570A448F" w14:textId="77777777" w:rsidR="0037270B" w:rsidRPr="008E2ACA" w:rsidRDefault="0037270B" w:rsidP="006C268E">
      <w:pPr>
        <w:pStyle w:val="Heading3"/>
        <w:keepNext w:val="0"/>
        <w:keepLines w:val="0"/>
      </w:pPr>
      <w:bookmarkStart w:id="54" w:name="_Toc97046762"/>
      <w:commentRangeStart w:id="55"/>
      <w:commentRangeStart w:id="56"/>
      <w:r w:rsidRPr="008E2ACA">
        <w:t xml:space="preserve">MASS </w:t>
      </w:r>
      <w:r w:rsidR="007B0829" w:rsidRPr="008E2ACA">
        <w:t xml:space="preserve">Vessel Data Recording </w:t>
      </w:r>
      <w:r w:rsidRPr="008E2ACA">
        <w:t>(</w:t>
      </w:r>
      <w:r w:rsidR="00D10571">
        <w:t>M-</w:t>
      </w:r>
      <w:r w:rsidRPr="008E2ACA">
        <w:t>VDR)</w:t>
      </w:r>
      <w:commentRangeEnd w:id="55"/>
      <w:r w:rsidR="00D10571">
        <w:rPr>
          <w:rStyle w:val="CommentReference"/>
          <w:rFonts w:asciiTheme="minorHAnsi" w:eastAsiaTheme="minorHAnsi" w:hAnsiTheme="minorHAnsi" w:cstheme="minorBidi"/>
          <w:b w:val="0"/>
          <w:bCs w:val="0"/>
          <w:smallCaps w:val="0"/>
          <w:color w:val="auto"/>
        </w:rPr>
        <w:commentReference w:id="55"/>
      </w:r>
      <w:bookmarkEnd w:id="54"/>
      <w:commentRangeEnd w:id="56"/>
      <w:r w:rsidR="00AE1F52">
        <w:rPr>
          <w:rStyle w:val="CommentReference"/>
          <w:rFonts w:asciiTheme="minorHAnsi" w:eastAsiaTheme="minorHAnsi" w:hAnsiTheme="minorHAnsi" w:cstheme="minorBidi"/>
          <w:b w:val="0"/>
          <w:bCs w:val="0"/>
          <w:smallCaps w:val="0"/>
          <w:color w:val="auto"/>
        </w:rPr>
        <w:commentReference w:id="56"/>
      </w:r>
    </w:p>
    <w:p w14:paraId="3FF50D2C" w14:textId="77777777" w:rsidR="000212E0" w:rsidRPr="008E2ACA" w:rsidRDefault="000212E0" w:rsidP="000212E0">
      <w:pPr>
        <w:pStyle w:val="BodyText"/>
        <w:rPr>
          <w:b/>
          <w:bCs/>
        </w:rPr>
      </w:pPr>
      <w:r w:rsidRPr="008E2ACA">
        <w:rPr>
          <w:b/>
          <w:bCs/>
        </w:rPr>
        <w:t>Data to be recorded – General Principles</w:t>
      </w:r>
    </w:p>
    <w:p w14:paraId="3707280D" w14:textId="77777777" w:rsidR="00C362C9" w:rsidRPr="008E2ACA" w:rsidRDefault="00C362C9" w:rsidP="007B0829">
      <w:pPr>
        <w:pStyle w:val="BodyText"/>
      </w:pPr>
      <w:r w:rsidRPr="008E2ACA">
        <w:t>With the increasing numbers of MASS vessels in commercial use and the consequential need to maintain acceptable safety standards and regulatory oversight, the capture and storage of vessel data and the development of MASS vessel monitoring programmes needs to be considered.</w:t>
      </w:r>
    </w:p>
    <w:p w14:paraId="2898571C" w14:textId="77777777" w:rsidR="00C362C9" w:rsidRPr="008E2ACA" w:rsidRDefault="00C362C9" w:rsidP="007B0829">
      <w:pPr>
        <w:pStyle w:val="BodyText"/>
      </w:pPr>
      <w:r w:rsidRPr="008E2ACA">
        <w:t>Carriage of a VDR is not currently mandatory and due to the nature of remote and autonomous operations, off-board data recording may also be appropriate to fully capture vessel command and control data.</w:t>
      </w:r>
    </w:p>
    <w:p w14:paraId="7752A596" w14:textId="77777777" w:rsidR="00C362C9" w:rsidRPr="008E2ACA" w:rsidRDefault="00C362C9" w:rsidP="007B0829">
      <w:pPr>
        <w:pStyle w:val="BodyText"/>
      </w:pPr>
      <w:r w:rsidRPr="008E2ACA">
        <w:t>For accident investigation purposes, MASS vessels present new challenges and so data should be recorded and be made available in order to aid investigations.</w:t>
      </w:r>
    </w:p>
    <w:p w14:paraId="38A75238" w14:textId="77777777" w:rsidR="00C362C9" w:rsidRPr="008E2ACA" w:rsidRDefault="00C362C9" w:rsidP="007B0829">
      <w:pPr>
        <w:pStyle w:val="BodyText"/>
      </w:pPr>
      <w:r w:rsidRPr="008E2ACA">
        <w:t xml:space="preserve">It is suggested that operators of MASS vessels also look to incorporate vessel data monitoring programmes as part of a proactive Safety Management System. Establishment of a </w:t>
      </w:r>
      <w:r w:rsidR="00501E06" w:rsidRPr="008E2ACA">
        <w:t>definitions</w:t>
      </w:r>
      <w:r w:rsidRPr="008E2ACA">
        <w:t xml:space="preserve"> within MASS operations and the development of pan-industry data sharing initiatives on safety related issues is to be encouraged, as this w</w:t>
      </w:r>
      <w:r w:rsidR="00E94B1F">
        <w:t>ould</w:t>
      </w:r>
      <w:r w:rsidRPr="008E2ACA">
        <w:t xml:space="preserve"> aid the development of the critical safety standards in this emerging industry.</w:t>
      </w:r>
    </w:p>
    <w:p w14:paraId="060A0963" w14:textId="77777777" w:rsidR="00C362C9" w:rsidRPr="008E2ACA" w:rsidRDefault="008A329C" w:rsidP="007B0829">
      <w:pPr>
        <w:pStyle w:val="BodyText"/>
      </w:pPr>
      <w:r>
        <w:br w:type="page"/>
      </w:r>
      <w:r w:rsidR="00C362C9" w:rsidRPr="008E2ACA">
        <w:lastRenderedPageBreak/>
        <w:t>MASS vessels by their very nature produce large volumes of data of many differing types and in most cases w</w:t>
      </w:r>
      <w:r w:rsidR="00E94B1F">
        <w:t xml:space="preserve">ould have to </w:t>
      </w:r>
      <w:r w:rsidR="00C362C9" w:rsidRPr="008E2ACA">
        <w:t>pass this data back to RCC, this annexe suggests the type of data that should be recorded and how it can be made available in the event of accident investigation being required. Vessel data in respect to MASS vessels is complicated by the remote nature of the designated operator, which means that command data that is necessary for accident investigation maybe generated offboard and therefore operators should look to record operator command data and vessel response data as well as recording vessel data parameters.</w:t>
      </w:r>
    </w:p>
    <w:p w14:paraId="4A16C2AD" w14:textId="77777777" w:rsidR="00C362C9" w:rsidRPr="008E2ACA" w:rsidRDefault="00C362C9" w:rsidP="007B0829">
      <w:pPr>
        <w:pStyle w:val="BodyText"/>
      </w:pPr>
      <w:r w:rsidRPr="008E2ACA">
        <w:t>The vessel owner will, in all circumstances and at all times, own the data produced. However, it is expected that owners/operators will make all vessel onboard and offboard data available to accident investigators as required.</w:t>
      </w:r>
    </w:p>
    <w:p w14:paraId="66374B06" w14:textId="77777777" w:rsidR="000212E0" w:rsidRPr="008E2ACA" w:rsidRDefault="00C362C9" w:rsidP="007B0829">
      <w:pPr>
        <w:pStyle w:val="BodyText"/>
        <w:rPr>
          <w:b/>
          <w:bCs/>
        </w:rPr>
      </w:pPr>
      <w:r w:rsidRPr="008E2ACA">
        <w:rPr>
          <w:b/>
          <w:bCs/>
        </w:rPr>
        <w:t>Duration of storage</w:t>
      </w:r>
    </w:p>
    <w:p w14:paraId="72461FC2" w14:textId="77777777" w:rsidR="00C362C9" w:rsidRPr="008E2ACA" w:rsidRDefault="00C362C9" w:rsidP="007B0829">
      <w:pPr>
        <w:pStyle w:val="BodyText"/>
      </w:pPr>
      <w:r w:rsidRPr="008E2ACA">
        <w:t>The minimum duration for stored data should be 30 days standard, captured internally and 48 hours for both fixed and float free Final Recording Medium (FRM.) Offboard storage should be maintained for a similar period and it is suggested that operators and owners look to maintain a full history of operational data to aid the development of incident reporting and accident investigation procedures as they pertain to MASS vessels.</w:t>
      </w:r>
    </w:p>
    <w:p w14:paraId="073D5BFA" w14:textId="77777777" w:rsidR="006D53E0" w:rsidRPr="008E2ACA" w:rsidRDefault="00C362C9" w:rsidP="007B0829">
      <w:pPr>
        <w:pStyle w:val="BodyText"/>
      </w:pPr>
      <w:r w:rsidRPr="008E2ACA">
        <w:rPr>
          <w:b/>
          <w:bCs/>
        </w:rPr>
        <w:t>Securing  and provision of data</w:t>
      </w:r>
    </w:p>
    <w:p w14:paraId="57FE3B18" w14:textId="77777777" w:rsidR="00C362C9" w:rsidRPr="008E2ACA" w:rsidRDefault="00C362C9" w:rsidP="007B0829">
      <w:pPr>
        <w:pStyle w:val="BodyText"/>
      </w:pPr>
      <w:r w:rsidRPr="008E2ACA">
        <w:t>In the event of an accident or incident, operators should have defined procedures for securing onboard and offboard data and providing it to the relevant authority as required and within 48hrs to the Flag State of operation and registration (if different) that the vessel was operating, for any marine casualty as defined under the IMO Casualty Investigation Code MSC.255(84).</w:t>
      </w:r>
    </w:p>
    <w:p w14:paraId="4F2DE72D" w14:textId="77777777" w:rsidR="006D53E0" w:rsidRPr="008E2ACA" w:rsidRDefault="00C362C9" w:rsidP="007B0829">
      <w:pPr>
        <w:pStyle w:val="BodyText"/>
        <w:rPr>
          <w:b/>
          <w:bCs/>
        </w:rPr>
      </w:pPr>
      <w:r w:rsidRPr="008E2ACA">
        <w:rPr>
          <w:b/>
          <w:bCs/>
        </w:rPr>
        <w:t>Post Incident data downloading</w:t>
      </w:r>
    </w:p>
    <w:p w14:paraId="2F0A92EC" w14:textId="77777777" w:rsidR="00C362C9" w:rsidRPr="008E2ACA" w:rsidRDefault="00C362C9" w:rsidP="007B0829">
      <w:pPr>
        <w:pStyle w:val="BodyText"/>
      </w:pPr>
      <w:r w:rsidRPr="008E2ACA">
        <w:t>In all circumstances the responsibility to arrange down-loading and read-out of the data from the recovered memory in whatever form should, in the first instance, be undertaken by the investigator who should keep the ship owner fully informed. Additionally, and specifically in the case of a catastrophic accident, where the memory may have sustained damage, the assistance of specialist expertise may be required to ensure the best chance of success.</w:t>
      </w:r>
    </w:p>
    <w:p w14:paraId="43B33EF3" w14:textId="77777777" w:rsidR="00C362C9" w:rsidRPr="008E2ACA" w:rsidRDefault="00C362C9" w:rsidP="007B0829">
      <w:pPr>
        <w:pStyle w:val="BodyText"/>
        <w:rPr>
          <w:b/>
          <w:bCs/>
        </w:rPr>
      </w:pPr>
      <w:r w:rsidRPr="008E2ACA">
        <w:rPr>
          <w:b/>
          <w:bCs/>
        </w:rPr>
        <w:t>Data Format</w:t>
      </w:r>
    </w:p>
    <w:p w14:paraId="4E82DA9A" w14:textId="77777777" w:rsidR="00C362C9" w:rsidRPr="008E2ACA" w:rsidRDefault="00C362C9" w:rsidP="007B0829">
      <w:pPr>
        <w:pStyle w:val="BodyText"/>
      </w:pPr>
      <w:r w:rsidRPr="008E2ACA">
        <w:t>If the data format used on-board a vessel is proprietary to the manufacturer or vessel type then a conversion tool to convert to Commercial Off The Shelf (COTS) formats should be made available to the relevant investigating authority. Replay software should be supplied license free to the relevant authority.</w:t>
      </w:r>
    </w:p>
    <w:p w14:paraId="0D09161F" w14:textId="77777777" w:rsidR="00C362C9" w:rsidRPr="008E2ACA" w:rsidRDefault="00C362C9" w:rsidP="007B0829">
      <w:pPr>
        <w:pStyle w:val="BodyText"/>
        <w:rPr>
          <w:b/>
          <w:bCs/>
        </w:rPr>
      </w:pPr>
      <w:r w:rsidRPr="008E2ACA">
        <w:rPr>
          <w:b/>
          <w:bCs/>
        </w:rPr>
        <w:t>System testing</w:t>
      </w:r>
    </w:p>
    <w:p w14:paraId="30A26460" w14:textId="77777777" w:rsidR="00C362C9" w:rsidRPr="008E2ACA" w:rsidRDefault="00C362C9" w:rsidP="007B0829">
      <w:pPr>
        <w:pStyle w:val="BodyText"/>
      </w:pPr>
      <w:r w:rsidRPr="008E2ACA">
        <w:t>Daily Performance testing of recording equipment is recommended, as is performance testing following any maintenance or repair to equipment that supplies data to be recorded.</w:t>
      </w:r>
    </w:p>
    <w:p w14:paraId="60F18ACB" w14:textId="77777777" w:rsidR="00D85A42" w:rsidRPr="008E2ACA" w:rsidRDefault="000E689B" w:rsidP="001D31A7">
      <w:pPr>
        <w:pStyle w:val="Heading2"/>
        <w:ind w:left="851" w:hanging="851"/>
      </w:pPr>
      <w:bookmarkStart w:id="57" w:name="_Toc97046763"/>
      <w:r w:rsidRPr="008E2ACA">
        <w:t>Portrayal</w:t>
      </w:r>
      <w:bookmarkEnd w:id="57"/>
      <w:r w:rsidRPr="008E2ACA">
        <w:t xml:space="preserve"> </w:t>
      </w:r>
    </w:p>
    <w:p w14:paraId="2D66785F" w14:textId="77777777" w:rsidR="006812E5" w:rsidRPr="008A329C" w:rsidRDefault="006812E5" w:rsidP="008A329C">
      <w:pPr>
        <w:pStyle w:val="Heading2separationline"/>
      </w:pPr>
    </w:p>
    <w:p w14:paraId="4F249A32" w14:textId="77777777" w:rsidR="00D75476" w:rsidRPr="008E2ACA" w:rsidRDefault="00D85A42" w:rsidP="00EB085B">
      <w:pPr>
        <w:pStyle w:val="BodyText"/>
      </w:pPr>
      <w:r w:rsidRPr="008E2ACA">
        <w:t xml:space="preserve">MASS needs to be clearly defined and </w:t>
      </w:r>
      <w:commentRangeStart w:id="58"/>
      <w:commentRangeStart w:id="59"/>
      <w:r w:rsidR="0013332A" w:rsidRPr="008E2ACA">
        <w:t>possibly</w:t>
      </w:r>
      <w:r w:rsidRPr="008E2ACA">
        <w:t xml:space="preserve"> to </w:t>
      </w:r>
      <w:r w:rsidR="0013332A" w:rsidRPr="008E2ACA">
        <w:t xml:space="preserve">be </w:t>
      </w:r>
      <w:r w:rsidRPr="008E2ACA">
        <w:t>observe</w:t>
      </w:r>
      <w:r w:rsidR="0013332A" w:rsidRPr="008E2ACA">
        <w:t>d</w:t>
      </w:r>
      <w:r w:rsidRPr="008E2ACA">
        <w:t xml:space="preserve"> as such</w:t>
      </w:r>
      <w:commentRangeEnd w:id="58"/>
      <w:r w:rsidR="007F2F7E" w:rsidRPr="008E2ACA">
        <w:rPr>
          <w:rStyle w:val="CommentReference"/>
        </w:rPr>
        <w:commentReference w:id="58"/>
      </w:r>
      <w:commentRangeEnd w:id="59"/>
      <w:r w:rsidR="00D10571">
        <w:rPr>
          <w:rStyle w:val="CommentReference"/>
        </w:rPr>
        <w:commentReference w:id="59"/>
      </w:r>
      <w:r w:rsidRPr="008E2ACA">
        <w:t xml:space="preserve">. </w:t>
      </w:r>
      <w:r w:rsidR="00D75476" w:rsidRPr="008E2ACA">
        <w:t xml:space="preserve"> </w:t>
      </w:r>
      <w:r w:rsidRPr="008E2ACA">
        <w:t xml:space="preserve">Other vessels should have the means for understanding the intention of a MASS manoeuvre. </w:t>
      </w:r>
      <w:r w:rsidR="00D75476" w:rsidRPr="008E2ACA">
        <w:t xml:space="preserve"> </w:t>
      </w:r>
    </w:p>
    <w:p w14:paraId="4A3C4728" w14:textId="77777777" w:rsidR="00456005" w:rsidRPr="008E2ACA" w:rsidRDefault="00456005" w:rsidP="00456005">
      <w:pPr>
        <w:pStyle w:val="Heading3"/>
        <w:keepNext w:val="0"/>
        <w:keepLines w:val="0"/>
        <w:ind w:left="993" w:hanging="993"/>
        <w:rPr>
          <w:sz w:val="24"/>
          <w:szCs w:val="24"/>
        </w:rPr>
      </w:pPr>
      <w:bookmarkStart w:id="60" w:name="_Toc97046764"/>
      <w:r w:rsidRPr="008E2ACA">
        <w:rPr>
          <w:sz w:val="24"/>
          <w:szCs w:val="24"/>
        </w:rPr>
        <w:t xml:space="preserve">On ECDIS/radar/charts/ the ship itself </w:t>
      </w:r>
      <w:commentRangeStart w:id="61"/>
      <w:r w:rsidRPr="008E2ACA">
        <w:rPr>
          <w:sz w:val="24"/>
          <w:szCs w:val="24"/>
        </w:rPr>
        <w:t>(lanterns, aka submarine)</w:t>
      </w:r>
      <w:commentRangeEnd w:id="61"/>
      <w:r w:rsidRPr="008E2ACA">
        <w:rPr>
          <w:sz w:val="24"/>
          <w:szCs w:val="24"/>
        </w:rPr>
        <w:commentReference w:id="61"/>
      </w:r>
      <w:bookmarkEnd w:id="60"/>
    </w:p>
    <w:p w14:paraId="05829EF4" w14:textId="77777777" w:rsidR="00D85A42" w:rsidRPr="008E2ACA" w:rsidRDefault="00D85A42" w:rsidP="00EB085B">
      <w:pPr>
        <w:pStyle w:val="BodyText"/>
      </w:pPr>
      <w:r w:rsidRPr="008E2ACA">
        <w:rPr>
          <w:rFonts w:ascii="Calibri" w:hAnsi="Calibri" w:cs="Calibri"/>
        </w:rPr>
        <w:t xml:space="preserve">MASS will require updates in IMO, </w:t>
      </w:r>
      <w:bookmarkStart w:id="62" w:name="_Toc350169529"/>
      <w:bookmarkStart w:id="63" w:name="_Toc352771243"/>
      <w:bookmarkStart w:id="64" w:name="_Toc356482087"/>
      <w:bookmarkStart w:id="65" w:name="_Toc358287859"/>
      <w:bookmarkStart w:id="66" w:name="_Toc376426565"/>
      <w:bookmarkStart w:id="67" w:name="_Toc379892946"/>
      <w:bookmarkStart w:id="68" w:name="_Toc381974975"/>
      <w:r w:rsidR="00D75476" w:rsidRPr="008E2ACA">
        <w:rPr>
          <w:rFonts w:ascii="Calibri" w:hAnsi="Calibri" w:cs="Calibri"/>
        </w:rPr>
        <w:t xml:space="preserve">the </w:t>
      </w:r>
      <w:r w:rsidR="00D75476" w:rsidRPr="008E2ACA">
        <w:rPr>
          <w:rFonts w:ascii="Calibri" w:hAnsi="Calibri" w:cs="Calibri"/>
          <w:color w:val="000000"/>
        </w:rPr>
        <w:t>International Electrotechnical Commission (</w:t>
      </w:r>
      <w:bookmarkEnd w:id="62"/>
      <w:bookmarkEnd w:id="63"/>
      <w:bookmarkEnd w:id="64"/>
      <w:bookmarkEnd w:id="65"/>
      <w:bookmarkEnd w:id="66"/>
      <w:bookmarkEnd w:id="67"/>
      <w:bookmarkEnd w:id="68"/>
      <w:r w:rsidRPr="008E2ACA">
        <w:rPr>
          <w:rFonts w:ascii="Calibri" w:hAnsi="Calibri" w:cs="Calibri"/>
        </w:rPr>
        <w:t>IEC</w:t>
      </w:r>
      <w:r w:rsidR="00D75476" w:rsidRPr="008E2ACA">
        <w:rPr>
          <w:rFonts w:ascii="Calibri" w:hAnsi="Calibri" w:cs="Calibri"/>
        </w:rPr>
        <w:t>)</w:t>
      </w:r>
      <w:r w:rsidRPr="008E2ACA">
        <w:rPr>
          <w:rFonts w:ascii="Calibri" w:hAnsi="Calibri" w:cs="Calibri"/>
        </w:rPr>
        <w:t xml:space="preserve">, </w:t>
      </w:r>
      <w:r w:rsidR="00D75476" w:rsidRPr="008E2ACA">
        <w:rPr>
          <w:rFonts w:ascii="Calibri" w:hAnsi="Calibri" w:cs="Calibri"/>
        </w:rPr>
        <w:t xml:space="preserve">the </w:t>
      </w:r>
      <w:r w:rsidR="00D75476" w:rsidRPr="008E2ACA">
        <w:rPr>
          <w:rFonts w:ascii="Calibri" w:hAnsi="Calibri" w:cs="Calibri"/>
          <w:color w:val="000000"/>
        </w:rPr>
        <w:t>International Telecommunications Union</w:t>
      </w:r>
      <w:r w:rsidR="00D75476" w:rsidRPr="008E2ACA">
        <w:rPr>
          <w:rFonts w:ascii="Calibri" w:hAnsi="Calibri" w:cs="Calibri"/>
        </w:rPr>
        <w:t xml:space="preserve"> (</w:t>
      </w:r>
      <w:r w:rsidRPr="008E2ACA">
        <w:rPr>
          <w:rFonts w:ascii="Calibri" w:hAnsi="Calibri" w:cs="Calibri"/>
        </w:rPr>
        <w:t>ITU</w:t>
      </w:r>
      <w:r w:rsidR="00D75476" w:rsidRPr="008E2ACA">
        <w:rPr>
          <w:rFonts w:ascii="Calibri" w:hAnsi="Calibri" w:cs="Calibri"/>
        </w:rPr>
        <w:t>)</w:t>
      </w:r>
      <w:r w:rsidRPr="008E2ACA">
        <w:rPr>
          <w:rFonts w:ascii="Calibri" w:hAnsi="Calibri" w:cs="Calibri"/>
        </w:rPr>
        <w:t xml:space="preserve"> and </w:t>
      </w:r>
      <w:r w:rsidR="00D75476" w:rsidRPr="008E2ACA">
        <w:rPr>
          <w:rFonts w:ascii="Calibri" w:hAnsi="Calibri" w:cs="Calibri"/>
        </w:rPr>
        <w:t xml:space="preserve">the </w:t>
      </w:r>
      <w:bookmarkStart w:id="69" w:name="_Toc350169526"/>
      <w:r w:rsidR="00D75476" w:rsidRPr="008E2ACA">
        <w:rPr>
          <w:rFonts w:ascii="Calibri" w:hAnsi="Calibri" w:cs="Calibri"/>
          <w:color w:val="000000"/>
        </w:rPr>
        <w:t>International Hydrographic Organisation</w:t>
      </w:r>
      <w:bookmarkEnd w:id="69"/>
      <w:r w:rsidR="00D75476" w:rsidRPr="008E2ACA">
        <w:rPr>
          <w:rFonts w:ascii="Calibri" w:hAnsi="Calibri" w:cs="Calibri"/>
          <w:color w:val="000000"/>
        </w:rPr>
        <w:t xml:space="preserve"> (</w:t>
      </w:r>
      <w:r w:rsidRPr="008E2ACA">
        <w:rPr>
          <w:rFonts w:ascii="Calibri" w:hAnsi="Calibri" w:cs="Calibri"/>
        </w:rPr>
        <w:t>IHO</w:t>
      </w:r>
      <w:r w:rsidR="00D75476" w:rsidRPr="008E2ACA">
        <w:rPr>
          <w:rFonts w:ascii="Calibri" w:hAnsi="Calibri" w:cs="Calibri"/>
        </w:rPr>
        <w:t>)</w:t>
      </w:r>
      <w:r w:rsidRPr="008E2ACA">
        <w:t xml:space="preserve"> standards for displaying vessel information on radar/</w:t>
      </w:r>
      <w:r w:rsidR="00D75476" w:rsidRPr="008E2ACA">
        <w:t>Electronic Chart Display and Information System (</w:t>
      </w:r>
      <w:r w:rsidRPr="008E2ACA">
        <w:t>ECDIS</w:t>
      </w:r>
      <w:r w:rsidR="00D75476" w:rsidRPr="008E2ACA">
        <w:t>)</w:t>
      </w:r>
      <w:r w:rsidRPr="008E2ACA">
        <w:t xml:space="preserve"> and designated symbols/ship codes</w:t>
      </w:r>
      <w:r w:rsidR="00AE1F52">
        <w:t>/signals/lanterns</w:t>
      </w:r>
      <w:r w:rsidRPr="008E2ACA">
        <w:t xml:space="preserve"> must be </w:t>
      </w:r>
      <w:commentRangeStart w:id="70"/>
      <w:r w:rsidRPr="008E2ACA">
        <w:t>developed</w:t>
      </w:r>
      <w:commentRangeEnd w:id="70"/>
      <w:r w:rsidR="007678B1" w:rsidRPr="008E2ACA">
        <w:rPr>
          <w:rStyle w:val="CommentReference"/>
        </w:rPr>
        <w:commentReference w:id="70"/>
      </w:r>
      <w:r w:rsidRPr="008E2ACA">
        <w:t xml:space="preserve">. </w:t>
      </w:r>
    </w:p>
    <w:p w14:paraId="7F18ACCF" w14:textId="77777777" w:rsidR="00D85A42" w:rsidRPr="008E2ACA" w:rsidRDefault="00D85A42" w:rsidP="00D523FD">
      <w:pPr>
        <w:pStyle w:val="BodyText"/>
      </w:pPr>
      <w:r w:rsidRPr="008E2ACA">
        <w:t>For other vessel</w:t>
      </w:r>
      <w:r w:rsidR="00D75476" w:rsidRPr="008E2ACA">
        <w:t>s</w:t>
      </w:r>
      <w:r w:rsidRPr="008E2ACA">
        <w:t xml:space="preserve"> only observing the MASS visually, means for identification MASS status</w:t>
      </w:r>
      <w:r w:rsidR="00C36916">
        <w:t>, including the level of autonomy,</w:t>
      </w:r>
      <w:r w:rsidRPr="008E2ACA">
        <w:t xml:space="preserve"> should be available. </w:t>
      </w:r>
      <w:r w:rsidR="00456005" w:rsidRPr="008E2ACA">
        <w:t xml:space="preserve"> </w:t>
      </w:r>
      <w:r w:rsidRPr="008E2ACA">
        <w:t xml:space="preserve">This might require signalling equipment/lanterns aligned with other </w:t>
      </w:r>
      <w:r w:rsidR="003A1F4A" w:rsidRPr="008E2ACA">
        <w:t>International Regulations for Preventing Collisions at Sea (</w:t>
      </w:r>
      <w:r w:rsidRPr="008E2ACA">
        <w:t>COLREG</w:t>
      </w:r>
      <w:r w:rsidR="003A1F4A" w:rsidRPr="008E2ACA">
        <w:t>)</w:t>
      </w:r>
      <w:r w:rsidRPr="008E2ACA">
        <w:t xml:space="preserve"> signals</w:t>
      </w:r>
      <w:r w:rsidR="00456005" w:rsidRPr="008E2ACA">
        <w:t>,</w:t>
      </w:r>
      <w:r w:rsidR="0013332A" w:rsidRPr="008E2ACA">
        <w:t xml:space="preserve"> or additional signals that </w:t>
      </w:r>
      <w:r w:rsidR="00A94A99" w:rsidRPr="008E2ACA">
        <w:t>might</w:t>
      </w:r>
      <w:r w:rsidR="0013332A" w:rsidRPr="008E2ACA">
        <w:t xml:space="preserve"> be developed</w:t>
      </w:r>
      <w:r w:rsidRPr="008E2ACA">
        <w:t xml:space="preserve">. </w:t>
      </w:r>
      <w:r w:rsidR="00456005" w:rsidRPr="008E2ACA">
        <w:t xml:space="preserve"> </w:t>
      </w:r>
      <w:r w:rsidR="00320680" w:rsidRPr="008E2ACA">
        <w:lastRenderedPageBreak/>
        <w:t xml:space="preserve">Particular consideration should be given to MASS when navigating in areas with </w:t>
      </w:r>
      <w:r w:rsidR="0013332A" w:rsidRPr="008E2ACA">
        <w:t xml:space="preserve">a </w:t>
      </w:r>
      <w:r w:rsidR="00320680" w:rsidRPr="008E2ACA">
        <w:t xml:space="preserve">mix of traffic, </w:t>
      </w:r>
      <w:r w:rsidR="0013332A" w:rsidRPr="008E2ACA">
        <w:t xml:space="preserve">MASS and non-MASS vessels, </w:t>
      </w:r>
      <w:r w:rsidR="00320680" w:rsidRPr="008E2ACA">
        <w:t>including smaller crafts/non-SOLAS ships.</w:t>
      </w:r>
    </w:p>
    <w:p w14:paraId="70AA8DE9" w14:textId="77777777" w:rsidR="00065DA7" w:rsidRPr="008E2ACA" w:rsidRDefault="00065DA7" w:rsidP="006C268E">
      <w:pPr>
        <w:pStyle w:val="Heading3"/>
        <w:keepNext w:val="0"/>
        <w:keepLines w:val="0"/>
        <w:ind w:left="993" w:hanging="993"/>
      </w:pPr>
      <w:bookmarkStart w:id="71" w:name="_Toc97046765"/>
      <w:r w:rsidRPr="008E2ACA">
        <w:t>Designated routes on charts</w:t>
      </w:r>
      <w:bookmarkEnd w:id="71"/>
    </w:p>
    <w:p w14:paraId="1EAF7FEC" w14:textId="65AEE3E0" w:rsidR="00A6130D" w:rsidRDefault="00A6130D" w:rsidP="007F2F7E">
      <w:pPr>
        <w:pStyle w:val="BodyText"/>
      </w:pPr>
      <w:r>
        <w:t xml:space="preserve">Should MASS vessels be treated differently than normal vessels?  </w:t>
      </w:r>
    </w:p>
    <w:p w14:paraId="5A1328A4" w14:textId="0CF1434C" w:rsidR="007F2F7E" w:rsidRDefault="00A6130D" w:rsidP="007F2F7E">
      <w:pPr>
        <w:pStyle w:val="BodyText"/>
      </w:pPr>
      <w:r>
        <w:t>In some congested waters it may not be possible to designate special routes for MASS vessels.</w:t>
      </w:r>
    </w:p>
    <w:p w14:paraId="2C0B054E" w14:textId="4AD1DF2A" w:rsidR="00D523FD" w:rsidRDefault="00CE0282" w:rsidP="007F2F7E">
      <w:pPr>
        <w:pStyle w:val="BodyText"/>
      </w:pPr>
      <w:r w:rsidRPr="00CE0282">
        <w:rPr>
          <w:highlight w:val="yellow"/>
        </w:rPr>
        <w:t>???</w:t>
      </w:r>
    </w:p>
    <w:p w14:paraId="3DD74020" w14:textId="77777777" w:rsidR="00D523FD" w:rsidRPr="008E2ACA" w:rsidRDefault="00D523FD" w:rsidP="007F2F7E">
      <w:pPr>
        <w:pStyle w:val="BodyText"/>
      </w:pPr>
    </w:p>
    <w:p w14:paraId="05C3EDB6" w14:textId="77777777" w:rsidR="00065DA7" w:rsidRPr="008E2ACA" w:rsidRDefault="00065DA7" w:rsidP="00065DA7">
      <w:pPr>
        <w:pStyle w:val="BodyText"/>
      </w:pPr>
    </w:p>
    <w:p w14:paraId="488309AD" w14:textId="77777777" w:rsidR="000E689B" w:rsidRPr="008E2ACA" w:rsidRDefault="00637223" w:rsidP="001D31A7">
      <w:pPr>
        <w:pStyle w:val="Heading2"/>
        <w:ind w:left="851" w:hanging="851"/>
      </w:pPr>
      <w:bookmarkStart w:id="72" w:name="_Toc97046766"/>
      <w:r w:rsidRPr="008E2ACA">
        <w:t xml:space="preserve">Situational and </w:t>
      </w:r>
      <w:r w:rsidR="000E689B" w:rsidRPr="008E2ACA">
        <w:t>Spatial awareness</w:t>
      </w:r>
      <w:bookmarkEnd w:id="72"/>
    </w:p>
    <w:p w14:paraId="66171247" w14:textId="77777777" w:rsidR="00637223" w:rsidRPr="008E2ACA" w:rsidRDefault="00637223" w:rsidP="00637223">
      <w:pPr>
        <w:pStyle w:val="Heading3"/>
        <w:keepNext w:val="0"/>
        <w:keepLines w:val="0"/>
        <w:ind w:left="993" w:hanging="993"/>
      </w:pPr>
      <w:bookmarkStart w:id="73" w:name="_Toc97046767"/>
      <w:r w:rsidRPr="008E2ACA">
        <w:t xml:space="preserve">Situational Awareness and </w:t>
      </w:r>
      <w:commentRangeStart w:id="74"/>
      <w:r w:rsidRPr="008E2ACA">
        <w:t>Control</w:t>
      </w:r>
      <w:bookmarkEnd w:id="73"/>
      <w:commentRangeEnd w:id="74"/>
      <w:r w:rsidR="00AE1F52">
        <w:rPr>
          <w:rStyle w:val="CommentReference"/>
          <w:rFonts w:asciiTheme="minorHAnsi" w:eastAsiaTheme="minorHAnsi" w:hAnsiTheme="minorHAnsi" w:cstheme="minorBidi"/>
          <w:b w:val="0"/>
          <w:bCs w:val="0"/>
          <w:smallCaps w:val="0"/>
          <w:color w:val="auto"/>
        </w:rPr>
        <w:commentReference w:id="74"/>
      </w:r>
    </w:p>
    <w:p w14:paraId="1E25253B" w14:textId="77777777" w:rsidR="00637223" w:rsidRPr="008E2ACA" w:rsidRDefault="00637223" w:rsidP="00637223">
      <w:pPr>
        <w:pStyle w:val="BodyText"/>
      </w:pPr>
      <w:r w:rsidRPr="008E2ACA">
        <w:t>A situational awareness and control system for a MASS can include the onboard sensors and offboard information sources (audio and visual), communications links and control logic that allow the MASS to operate safely.</w:t>
      </w:r>
    </w:p>
    <w:p w14:paraId="12121071" w14:textId="77777777" w:rsidR="00637223" w:rsidRPr="008E2ACA" w:rsidRDefault="00637223" w:rsidP="00637223">
      <w:pPr>
        <w:pStyle w:val="BodyText"/>
      </w:pPr>
      <w:r w:rsidRPr="008E2ACA">
        <w:t>The goal of Situational Awareness and Control is to ensure that the MASS, and RCC when appropriate, have sufficient information, interpretation and control of its position and systems, to enable it to be as safe as a manned counterpart operating in similar circumstances.  Any decision making that impacts safety and is performed by the MASS (i.e. independent of a human operator) should have been adequately demonstrated to be commensurate with that which a competent seafarer would correctly perform in the same circumstances.</w:t>
      </w:r>
    </w:p>
    <w:p w14:paraId="5A0D87E1" w14:textId="77777777" w:rsidR="00637223" w:rsidRPr="008E2ACA" w:rsidRDefault="00637223" w:rsidP="00637223">
      <w:pPr>
        <w:pStyle w:val="BodyText"/>
      </w:pPr>
      <w:r w:rsidRPr="008E2ACA">
        <w:t>It may be necessary to exert command and control over the MASS, in order to ensure its safe operation.  In the case of a propelled and steered craft, this includes the ability to direct the MASS along a safe route at a safe speed.  It also includes the ability to ensure that on-board systems are deployed in a safe manner, e.g. switching off or diminishing high power transmissions when they could cause harm to vulnerable systems or personnel nearby.</w:t>
      </w:r>
    </w:p>
    <w:p w14:paraId="5422B1DB" w14:textId="77777777" w:rsidR="00637223" w:rsidRPr="008E2ACA" w:rsidRDefault="00637223" w:rsidP="00637223">
      <w:pPr>
        <w:pStyle w:val="BodyText"/>
      </w:pPr>
      <w:r w:rsidRPr="008E2ACA">
        <w:t xml:space="preserve">Operators, including RCC operators </w:t>
      </w:r>
      <w:r w:rsidR="00E94B1F">
        <w:t>should</w:t>
      </w:r>
      <w:r w:rsidRPr="008E2ACA">
        <w:t xml:space="preserve"> be provided with adequate access, information and instructions for the safe operation and maintenance of the control system. </w:t>
      </w:r>
    </w:p>
    <w:p w14:paraId="520E06B5" w14:textId="77777777" w:rsidR="00637223" w:rsidRPr="008E2ACA" w:rsidRDefault="00637223" w:rsidP="00637223">
      <w:pPr>
        <w:pStyle w:val="BodyText"/>
      </w:pPr>
      <w:r w:rsidRPr="008E2ACA">
        <w:t xml:space="preserve">External sensors may be fitted to sense and/or measure the environment, surroundings, navigational data, and other platforms and systems, which may include, but not be limited to, the following: </w:t>
      </w:r>
    </w:p>
    <w:p w14:paraId="7F243A06" w14:textId="77777777" w:rsidR="00637223" w:rsidRPr="008E2ACA" w:rsidRDefault="00637223" w:rsidP="008E2841">
      <w:pPr>
        <w:pStyle w:val="BodyText"/>
        <w:numPr>
          <w:ilvl w:val="0"/>
          <w:numId w:val="39"/>
        </w:numPr>
        <w:ind w:left="426" w:hanging="426"/>
      </w:pPr>
      <w:r w:rsidRPr="008E2ACA">
        <w:t xml:space="preserve">Global Navigation Satellite System (GNSS) (Lat/Long), with position integrity provided by Satellite Based Augmentation Systems (SBAS) and/or terrestrial Directional GNSS (DGNSS) beacons. </w:t>
      </w:r>
    </w:p>
    <w:p w14:paraId="2BD2E414" w14:textId="77777777" w:rsidR="00637223" w:rsidRPr="008E2ACA" w:rsidRDefault="00637223" w:rsidP="00637223">
      <w:pPr>
        <w:pStyle w:val="BodyText"/>
        <w:ind w:left="426"/>
      </w:pPr>
      <w:r w:rsidRPr="008E2ACA">
        <w:t xml:space="preserve">GNSS and, in particular, the US Global Positioning System (GPS), is pervasive across increasingly digital infrastructure, enabling positioning, navigation and timing (PNT) applications. The ease of implementation of GPS receivers, particularly for timing and synchronisation, has led to unknown dependencies across critical national infrastructure.  It should be noted that GNSS are very vulnerable to interferences, such as jamming, spoofing and solar storms, and GNSS interference and resultant outages could result in large financial losses, both to a country and the shipping industry at large, hence the need for, especially for MASS, the inclusion of a complementary backup system for resilience against GNSS interference, jamming and spoofing; </w:t>
      </w:r>
    </w:p>
    <w:p w14:paraId="54849C52" w14:textId="77777777" w:rsidR="00637223" w:rsidRPr="008E2ACA" w:rsidRDefault="00637223" w:rsidP="008E2841">
      <w:pPr>
        <w:pStyle w:val="BodyText"/>
        <w:numPr>
          <w:ilvl w:val="0"/>
          <w:numId w:val="39"/>
        </w:numPr>
        <w:ind w:left="426" w:hanging="426"/>
      </w:pPr>
      <w:r w:rsidRPr="008E2ACA">
        <w:t xml:space="preserve">Heading (may be considered essential, unless operated at a range of less than 300m from a manned ground control station within Line of Site (LOS) and capable of commanding Emergency Stop); </w:t>
      </w:r>
    </w:p>
    <w:p w14:paraId="7E6DD372" w14:textId="77777777" w:rsidR="00637223" w:rsidRPr="008E2ACA" w:rsidRDefault="00637223" w:rsidP="008E2841">
      <w:pPr>
        <w:pStyle w:val="BodyText"/>
        <w:numPr>
          <w:ilvl w:val="0"/>
          <w:numId w:val="39"/>
        </w:numPr>
        <w:ind w:left="426" w:hanging="426"/>
      </w:pPr>
      <w:r w:rsidRPr="008E2ACA">
        <w:t xml:space="preserve">Sea state (may be measured using pitch and roll sensors); </w:t>
      </w:r>
    </w:p>
    <w:p w14:paraId="5655BE90" w14:textId="77777777" w:rsidR="00637223" w:rsidRPr="008E2ACA" w:rsidRDefault="00637223" w:rsidP="008E2841">
      <w:pPr>
        <w:pStyle w:val="BodyText"/>
        <w:numPr>
          <w:ilvl w:val="0"/>
          <w:numId w:val="39"/>
        </w:numPr>
        <w:ind w:left="426" w:hanging="426"/>
      </w:pPr>
      <w:r w:rsidRPr="008E2ACA">
        <w:t xml:space="preserve">Wind speed and direction; </w:t>
      </w:r>
    </w:p>
    <w:p w14:paraId="327C87C9" w14:textId="77777777" w:rsidR="00637223" w:rsidRPr="008E2ACA" w:rsidRDefault="00637223" w:rsidP="008E2841">
      <w:pPr>
        <w:pStyle w:val="BodyText"/>
        <w:numPr>
          <w:ilvl w:val="0"/>
          <w:numId w:val="39"/>
        </w:numPr>
        <w:ind w:left="426" w:hanging="426"/>
      </w:pPr>
      <w:r w:rsidRPr="008E2ACA">
        <w:t xml:space="preserve">Depth below keel; </w:t>
      </w:r>
    </w:p>
    <w:p w14:paraId="6E71EBF4" w14:textId="77777777" w:rsidR="00637223" w:rsidRPr="008E2ACA" w:rsidRDefault="00637223" w:rsidP="008E2841">
      <w:pPr>
        <w:pStyle w:val="BodyText"/>
        <w:numPr>
          <w:ilvl w:val="0"/>
          <w:numId w:val="39"/>
        </w:numPr>
        <w:ind w:left="426" w:hanging="426"/>
      </w:pPr>
      <w:r w:rsidRPr="008E2ACA">
        <w:t xml:space="preserve">Radar targets, and automatic target tracking; </w:t>
      </w:r>
    </w:p>
    <w:p w14:paraId="2375E9DA" w14:textId="77777777" w:rsidR="00637223" w:rsidRPr="008E2ACA" w:rsidRDefault="00637223" w:rsidP="008E2841">
      <w:pPr>
        <w:pStyle w:val="BodyText"/>
        <w:numPr>
          <w:ilvl w:val="0"/>
          <w:numId w:val="39"/>
        </w:numPr>
        <w:ind w:left="426" w:hanging="426"/>
      </w:pPr>
      <w:r w:rsidRPr="008E2ACA">
        <w:lastRenderedPageBreak/>
        <w:t xml:space="preserve">Sound signals; </w:t>
      </w:r>
    </w:p>
    <w:p w14:paraId="7D990D8F" w14:textId="77777777" w:rsidR="00637223" w:rsidRPr="008E2ACA" w:rsidRDefault="00637223" w:rsidP="008E2841">
      <w:pPr>
        <w:pStyle w:val="BodyText"/>
        <w:numPr>
          <w:ilvl w:val="0"/>
          <w:numId w:val="39"/>
        </w:numPr>
        <w:ind w:left="426" w:hanging="426"/>
      </w:pPr>
      <w:r w:rsidRPr="008E2ACA">
        <w:t xml:space="preserve">Visual signals, such as shapes, carried by other vessels or navigational marks; </w:t>
      </w:r>
    </w:p>
    <w:p w14:paraId="73AA1E15" w14:textId="77777777" w:rsidR="00637223" w:rsidRPr="008E2ACA" w:rsidRDefault="00637223" w:rsidP="008E2841">
      <w:pPr>
        <w:pStyle w:val="BodyText"/>
        <w:numPr>
          <w:ilvl w:val="0"/>
          <w:numId w:val="39"/>
        </w:numPr>
        <w:ind w:left="426" w:hanging="426"/>
      </w:pPr>
      <w:r w:rsidRPr="008E2ACA">
        <w:t xml:space="preserve">VHF capability to receive and transmit messages; </w:t>
      </w:r>
    </w:p>
    <w:p w14:paraId="605104A3" w14:textId="77777777" w:rsidR="00637223" w:rsidRPr="008E2ACA" w:rsidRDefault="00637223" w:rsidP="008E2841">
      <w:pPr>
        <w:pStyle w:val="BodyText"/>
        <w:numPr>
          <w:ilvl w:val="0"/>
          <w:numId w:val="39"/>
        </w:numPr>
        <w:ind w:left="426" w:hanging="426"/>
      </w:pPr>
      <w:r w:rsidRPr="008E2ACA">
        <w:t>Relatively small floating objects that may reasonably be expected to be found in the area of operation.</w:t>
      </w:r>
    </w:p>
    <w:p w14:paraId="1F2BC88B" w14:textId="77777777" w:rsidR="00637223" w:rsidRPr="008E2ACA" w:rsidRDefault="00637223" w:rsidP="00637223">
      <w:pPr>
        <w:pStyle w:val="BodyText"/>
        <w:rPr>
          <w:rFonts w:cstheme="minorHAnsi"/>
          <w:color w:val="000000" w:themeColor="text1"/>
        </w:rPr>
      </w:pPr>
      <w:r w:rsidRPr="008E2ACA">
        <w:rPr>
          <w:rFonts w:cstheme="minorHAnsi"/>
          <w:color w:val="000000" w:themeColor="text1"/>
        </w:rPr>
        <w:t xml:space="preserve">Third party data feeds, including Notices to Mariners and other bulletins, may also be required, subject to their limitations, including: </w:t>
      </w:r>
    </w:p>
    <w:p w14:paraId="6DB9427A" w14:textId="77777777" w:rsidR="00637223" w:rsidRPr="008E2ACA" w:rsidRDefault="00637223" w:rsidP="008E2841">
      <w:pPr>
        <w:pStyle w:val="BodyText"/>
        <w:numPr>
          <w:ilvl w:val="0"/>
          <w:numId w:val="39"/>
        </w:numPr>
        <w:ind w:left="426" w:hanging="426"/>
      </w:pPr>
      <w:r w:rsidRPr="008E2ACA">
        <w:t xml:space="preserve">AIS data </w:t>
      </w:r>
    </w:p>
    <w:p w14:paraId="7738352F" w14:textId="77777777" w:rsidR="00637223" w:rsidRPr="008E2ACA" w:rsidRDefault="00637223" w:rsidP="008E2841">
      <w:pPr>
        <w:pStyle w:val="BodyText"/>
        <w:numPr>
          <w:ilvl w:val="0"/>
          <w:numId w:val="39"/>
        </w:numPr>
        <w:ind w:left="426" w:hanging="426"/>
      </w:pPr>
      <w:r w:rsidRPr="008E2ACA">
        <w:t xml:space="preserve">Weather forecast data </w:t>
      </w:r>
    </w:p>
    <w:p w14:paraId="425D3772" w14:textId="77777777" w:rsidR="00637223" w:rsidRPr="008E2ACA" w:rsidRDefault="00637223" w:rsidP="008E2841">
      <w:pPr>
        <w:pStyle w:val="BodyText"/>
        <w:numPr>
          <w:ilvl w:val="0"/>
          <w:numId w:val="39"/>
        </w:numPr>
        <w:ind w:left="426" w:hanging="426"/>
      </w:pPr>
      <w:r w:rsidRPr="008E2ACA">
        <w:t xml:space="preserve">Tidal almanac data. </w:t>
      </w:r>
    </w:p>
    <w:p w14:paraId="0D24F57F" w14:textId="77777777" w:rsidR="00637223" w:rsidRPr="008E2ACA" w:rsidRDefault="00637223" w:rsidP="008E2841">
      <w:pPr>
        <w:pStyle w:val="BodyText"/>
        <w:numPr>
          <w:ilvl w:val="0"/>
          <w:numId w:val="39"/>
        </w:numPr>
        <w:ind w:left="426" w:hanging="426"/>
      </w:pPr>
      <w:r w:rsidRPr="008E2ACA">
        <w:t xml:space="preserve">ENCs </w:t>
      </w:r>
    </w:p>
    <w:p w14:paraId="5DEABDE2" w14:textId="77777777" w:rsidR="00637223" w:rsidRPr="008E2ACA" w:rsidRDefault="00637223" w:rsidP="008E2841">
      <w:pPr>
        <w:pStyle w:val="BodyText"/>
        <w:numPr>
          <w:ilvl w:val="0"/>
          <w:numId w:val="39"/>
        </w:numPr>
        <w:ind w:left="426" w:hanging="426"/>
      </w:pPr>
      <w:r w:rsidRPr="008E2ACA">
        <w:t xml:space="preserve">High resolution bathymetry </w:t>
      </w:r>
    </w:p>
    <w:p w14:paraId="11838283" w14:textId="77777777" w:rsidR="00637223" w:rsidRPr="008E2ACA" w:rsidRDefault="00637223" w:rsidP="008E2841">
      <w:pPr>
        <w:pStyle w:val="BodyText"/>
        <w:numPr>
          <w:ilvl w:val="0"/>
          <w:numId w:val="39"/>
        </w:numPr>
        <w:ind w:left="426" w:hanging="426"/>
      </w:pPr>
      <w:r w:rsidRPr="008E2ACA">
        <w:t xml:space="preserve">Environmental Protected Areas </w:t>
      </w:r>
    </w:p>
    <w:p w14:paraId="7D329548" w14:textId="77777777" w:rsidR="00637223" w:rsidRPr="008E2ACA" w:rsidRDefault="00637223" w:rsidP="008E2841">
      <w:pPr>
        <w:pStyle w:val="BodyText"/>
        <w:numPr>
          <w:ilvl w:val="0"/>
          <w:numId w:val="39"/>
        </w:numPr>
        <w:ind w:left="426" w:hanging="426"/>
      </w:pPr>
      <w:r w:rsidRPr="008E2ACA">
        <w:t xml:space="preserve">Wrecks </w:t>
      </w:r>
    </w:p>
    <w:p w14:paraId="1895E61E" w14:textId="77777777" w:rsidR="00637223" w:rsidRPr="008E2ACA" w:rsidRDefault="00637223" w:rsidP="008E2841">
      <w:pPr>
        <w:pStyle w:val="BodyText"/>
        <w:numPr>
          <w:ilvl w:val="0"/>
          <w:numId w:val="39"/>
        </w:numPr>
        <w:ind w:left="426" w:hanging="426"/>
      </w:pPr>
      <w:r w:rsidRPr="008E2ACA">
        <w:t xml:space="preserve">Cables </w:t>
      </w:r>
    </w:p>
    <w:p w14:paraId="49A9C339" w14:textId="77777777" w:rsidR="00637223" w:rsidRPr="008E2ACA" w:rsidRDefault="00637223" w:rsidP="008E2841">
      <w:pPr>
        <w:pStyle w:val="BodyText"/>
        <w:numPr>
          <w:ilvl w:val="0"/>
          <w:numId w:val="39"/>
        </w:numPr>
        <w:ind w:left="426" w:hanging="426"/>
      </w:pPr>
      <w:r w:rsidRPr="008E2ACA">
        <w:t xml:space="preserve">Anchorage areas </w:t>
      </w:r>
    </w:p>
    <w:p w14:paraId="10B32FA3" w14:textId="77777777" w:rsidR="00637223" w:rsidRPr="008E2ACA" w:rsidRDefault="00637223" w:rsidP="000D1B4D">
      <w:pPr>
        <w:pStyle w:val="Heading3"/>
        <w:keepNext w:val="0"/>
        <w:keepLines w:val="0"/>
        <w:ind w:left="993" w:hanging="993"/>
      </w:pPr>
      <w:bookmarkStart w:id="75" w:name="_Toc97046768"/>
      <w:commentRangeStart w:id="76"/>
      <w:r w:rsidRPr="008E2ACA">
        <w:t xml:space="preserve">Resilience of position </w:t>
      </w:r>
      <w:commentRangeStart w:id="77"/>
      <w:r w:rsidRPr="008E2ACA">
        <w:t xml:space="preserve">finding </w:t>
      </w:r>
      <w:commentRangeEnd w:id="76"/>
      <w:r w:rsidR="00C36916">
        <w:rPr>
          <w:rStyle w:val="CommentReference"/>
          <w:rFonts w:asciiTheme="minorHAnsi" w:eastAsiaTheme="minorHAnsi" w:hAnsiTheme="minorHAnsi" w:cstheme="minorBidi"/>
          <w:b w:val="0"/>
          <w:bCs w:val="0"/>
          <w:smallCaps w:val="0"/>
          <w:color w:val="auto"/>
        </w:rPr>
        <w:commentReference w:id="76"/>
      </w:r>
      <w:bookmarkEnd w:id="75"/>
      <w:commentRangeEnd w:id="77"/>
      <w:r w:rsidR="00AE1F52">
        <w:rPr>
          <w:rStyle w:val="CommentReference"/>
          <w:rFonts w:asciiTheme="minorHAnsi" w:eastAsiaTheme="minorHAnsi" w:hAnsiTheme="minorHAnsi" w:cstheme="minorBidi"/>
          <w:b w:val="0"/>
          <w:bCs w:val="0"/>
          <w:smallCaps w:val="0"/>
          <w:color w:val="auto"/>
        </w:rPr>
        <w:commentReference w:id="77"/>
      </w:r>
    </w:p>
    <w:p w14:paraId="45373018" w14:textId="77777777" w:rsidR="00637223" w:rsidRPr="008E2ACA" w:rsidRDefault="00637223" w:rsidP="00637223">
      <w:pPr>
        <w:pStyle w:val="BodyText"/>
      </w:pPr>
      <w:r w:rsidRPr="008E2ACA">
        <w:t xml:space="preserve">A navigation system must be able to provide continuity of service; that is the determination of a vessel’s position, to an acceptable level of accuracy in all circumstances which may be encountered during the vessel’s intended operations. </w:t>
      </w:r>
    </w:p>
    <w:p w14:paraId="713CE52D" w14:textId="77777777" w:rsidR="00637223" w:rsidRPr="008E2ACA" w:rsidRDefault="00637223" w:rsidP="00637223">
      <w:pPr>
        <w:pStyle w:val="BodyText"/>
      </w:pPr>
      <w:r w:rsidRPr="008E2ACA">
        <w:t xml:space="preserve">Resilience should be delivered through the selection of sources of positional information which offer independent Primary, Tertiary and Backup sources of position.  It should be accepted that a drop off in accuracy may be inevitable with the loss of higher tier sources of position, however the three tiers of position finding should enable the vessel to be safely navigated throughout the voyage in the event of disruption to two of the minimum three sources of positional information.  It is prudent to consider the Primary and Tertiary sources in the context of maximising accuracy, while a Backup source should be that which provides the greatest resilience when used with the appropriate navigation techniques and processes. </w:t>
      </w:r>
    </w:p>
    <w:p w14:paraId="4830F518" w14:textId="77777777" w:rsidR="00637223" w:rsidRPr="008E2ACA" w:rsidRDefault="00637223" w:rsidP="00637223">
      <w:pPr>
        <w:pStyle w:val="BodyText"/>
      </w:pPr>
      <w:r w:rsidRPr="008E2ACA">
        <w:t xml:space="preserve">By examining the sources and applicable navigation techniques and processes available during each of the stages of the vessels intended operations it should be possible to identify the most appropriate Primary, Tertiary and Backup sources of position, recognising that these may change based on the area and nature of the operation. </w:t>
      </w:r>
    </w:p>
    <w:p w14:paraId="19377C67" w14:textId="77777777" w:rsidR="00637223" w:rsidRPr="008E2ACA" w:rsidRDefault="00637223" w:rsidP="00637223">
      <w:pPr>
        <w:pStyle w:val="BodyText"/>
      </w:pPr>
      <w:r w:rsidRPr="008E2ACA">
        <w:t xml:space="preserve">In more complex systems, the use of Inertial Navigation Systems (INS) to bridge the gap between disruptions and outages may be of benefit. </w:t>
      </w:r>
    </w:p>
    <w:p w14:paraId="00AC375D" w14:textId="77777777" w:rsidR="00637223" w:rsidRPr="008E2ACA" w:rsidRDefault="00637223" w:rsidP="00637223">
      <w:pPr>
        <w:pStyle w:val="BodyText"/>
      </w:pPr>
      <w:r w:rsidRPr="008E2ACA">
        <w:t xml:space="preserve">Although reference is made here to Primary, Tertiary and Backup sources of position finding it should be noted that this constitutes a minimum safe provision. A navigation system should make use of all available sources of position finding and periodically, at an interval appropriate to the proximity of navigational hazards, verify the veracity of the vessel’s position by reference to all available sources of information. </w:t>
      </w:r>
    </w:p>
    <w:p w14:paraId="69D4AA3F" w14:textId="77777777" w:rsidR="00637223" w:rsidRPr="008E2ACA" w:rsidRDefault="00637223" w:rsidP="00637223">
      <w:pPr>
        <w:pStyle w:val="BodyText"/>
      </w:pPr>
      <w:r w:rsidRPr="008E2ACA">
        <w:t xml:space="preserve">Resilience of position finding should be addressed by conducting a Position, Navigation and Timing Risk Assessment. The factors considered should include, but are not limited to: </w:t>
      </w:r>
    </w:p>
    <w:p w14:paraId="1E942D53" w14:textId="77777777" w:rsidR="00637223" w:rsidRPr="008E2ACA" w:rsidRDefault="00637223" w:rsidP="008E2841">
      <w:pPr>
        <w:pStyle w:val="BodyText"/>
        <w:numPr>
          <w:ilvl w:val="0"/>
          <w:numId w:val="40"/>
        </w:numPr>
        <w:ind w:left="426" w:hanging="426"/>
        <w:rPr>
          <w:rFonts w:cstheme="minorHAnsi"/>
          <w:color w:val="000000" w:themeColor="text1"/>
        </w:rPr>
      </w:pPr>
      <w:r w:rsidRPr="008E2ACA">
        <w:rPr>
          <w:rFonts w:cstheme="minorHAnsi"/>
          <w:color w:val="000000" w:themeColor="text1"/>
        </w:rPr>
        <w:t xml:space="preserve">Required navigation accuracy during each stage of the vessels intended operations; </w:t>
      </w:r>
    </w:p>
    <w:p w14:paraId="359B8073" w14:textId="77777777" w:rsidR="00637223" w:rsidRPr="008E2ACA" w:rsidRDefault="00637223" w:rsidP="008E2841">
      <w:pPr>
        <w:pStyle w:val="BodyText"/>
        <w:numPr>
          <w:ilvl w:val="0"/>
          <w:numId w:val="40"/>
        </w:numPr>
        <w:ind w:left="426" w:hanging="426"/>
        <w:rPr>
          <w:rFonts w:cstheme="minorHAnsi"/>
          <w:color w:val="000000" w:themeColor="text1"/>
        </w:rPr>
      </w:pPr>
      <w:r w:rsidRPr="008E2ACA">
        <w:rPr>
          <w:rFonts w:cstheme="minorHAnsi"/>
          <w:color w:val="000000" w:themeColor="text1"/>
        </w:rPr>
        <w:lastRenderedPageBreak/>
        <w:t xml:space="preserve">The quality of navigation products, services or data supporting the generation of position finding, and the avoidance of grounding (for example the quality of survey data); </w:t>
      </w:r>
    </w:p>
    <w:p w14:paraId="299B9791" w14:textId="77777777" w:rsidR="00637223" w:rsidRPr="008E2ACA" w:rsidRDefault="00637223" w:rsidP="008E2841">
      <w:pPr>
        <w:pStyle w:val="BodyText"/>
        <w:numPr>
          <w:ilvl w:val="0"/>
          <w:numId w:val="40"/>
        </w:numPr>
        <w:ind w:left="426" w:hanging="426"/>
        <w:rPr>
          <w:rFonts w:cstheme="minorHAnsi"/>
          <w:color w:val="000000" w:themeColor="text1"/>
        </w:rPr>
      </w:pPr>
      <w:r w:rsidRPr="008E2ACA">
        <w:rPr>
          <w:rFonts w:cstheme="minorHAnsi"/>
          <w:color w:val="000000" w:themeColor="text1"/>
        </w:rPr>
        <w:t xml:space="preserve">The sources of position and time which are likely to be available during each stage of the vessels intended operations and their projected accuracies; </w:t>
      </w:r>
    </w:p>
    <w:p w14:paraId="51125CB5" w14:textId="77777777" w:rsidR="00637223" w:rsidRPr="008E2ACA" w:rsidRDefault="00637223" w:rsidP="008E2841">
      <w:pPr>
        <w:pStyle w:val="BodyText"/>
        <w:numPr>
          <w:ilvl w:val="0"/>
          <w:numId w:val="40"/>
        </w:numPr>
        <w:ind w:left="426" w:hanging="426"/>
        <w:rPr>
          <w:rFonts w:cstheme="minorHAnsi"/>
          <w:color w:val="000000" w:themeColor="text1"/>
        </w:rPr>
      </w:pPr>
      <w:r w:rsidRPr="008E2ACA">
        <w:rPr>
          <w:rFonts w:cstheme="minorHAnsi"/>
          <w:color w:val="000000" w:themeColor="text1"/>
        </w:rPr>
        <w:t xml:space="preserve">The identification of the most appropriate Primary, Tertiary and Backup sources of position finding during each stage of the vessel’s intended operations, noting that these may change; </w:t>
      </w:r>
    </w:p>
    <w:p w14:paraId="487B6D16" w14:textId="77777777" w:rsidR="00637223" w:rsidRPr="008E2ACA" w:rsidRDefault="00637223" w:rsidP="008E2841">
      <w:pPr>
        <w:pStyle w:val="BodyText"/>
        <w:numPr>
          <w:ilvl w:val="0"/>
          <w:numId w:val="40"/>
        </w:numPr>
        <w:ind w:left="426" w:hanging="426"/>
        <w:rPr>
          <w:rFonts w:cstheme="minorHAnsi"/>
          <w:color w:val="000000" w:themeColor="text1"/>
        </w:rPr>
      </w:pPr>
      <w:r w:rsidRPr="008E2ACA">
        <w:rPr>
          <w:rFonts w:cstheme="minorHAnsi"/>
          <w:color w:val="000000" w:themeColor="text1"/>
        </w:rPr>
        <w:t xml:space="preserve">The impact on the accuracy of navigation resulting from the loss of either Primary, Tertiary or Backup sources of position during each stage of the vessel’s intended operations; </w:t>
      </w:r>
    </w:p>
    <w:p w14:paraId="4214BCF5" w14:textId="77777777" w:rsidR="00637223" w:rsidRPr="008E2ACA" w:rsidRDefault="00637223" w:rsidP="008E2841">
      <w:pPr>
        <w:pStyle w:val="BodyText"/>
        <w:numPr>
          <w:ilvl w:val="0"/>
          <w:numId w:val="40"/>
        </w:numPr>
        <w:ind w:left="426" w:hanging="426"/>
        <w:rPr>
          <w:rFonts w:cstheme="minorHAnsi"/>
          <w:color w:val="000000" w:themeColor="text1"/>
        </w:rPr>
      </w:pPr>
      <w:r w:rsidRPr="008E2ACA">
        <w:rPr>
          <w:rFonts w:cstheme="minorHAnsi"/>
          <w:color w:val="000000" w:themeColor="text1"/>
        </w:rPr>
        <w:t xml:space="preserve">The method by which the degradation, denial or loss of an intended Primary, Tertiary or Backup source of position finding will be detected during each stage of the vessel’s intended operations; </w:t>
      </w:r>
    </w:p>
    <w:p w14:paraId="30A1E649" w14:textId="77777777" w:rsidR="00637223" w:rsidRPr="008E2ACA" w:rsidRDefault="00637223" w:rsidP="008E2841">
      <w:pPr>
        <w:pStyle w:val="BodyText"/>
        <w:numPr>
          <w:ilvl w:val="0"/>
          <w:numId w:val="40"/>
        </w:numPr>
        <w:ind w:left="426" w:hanging="426"/>
        <w:rPr>
          <w:rFonts w:cstheme="minorHAnsi"/>
          <w:color w:val="000000" w:themeColor="text1"/>
        </w:rPr>
      </w:pPr>
      <w:r w:rsidRPr="008E2ACA">
        <w:rPr>
          <w:rFonts w:cstheme="minorHAnsi"/>
          <w:color w:val="000000" w:themeColor="text1"/>
        </w:rPr>
        <w:t>The action to be taken, during each stage of the vessel’s intended operations, following the detection of a degradation, denial or loss of a Primary, Tertiary or Backup source of position finding, noting that this may result in the consideration for an additional available source.</w:t>
      </w:r>
    </w:p>
    <w:p w14:paraId="4E0C4BD8" w14:textId="77777777" w:rsidR="000D1B4D" w:rsidRPr="008E2ACA" w:rsidRDefault="000D1B4D" w:rsidP="000D1B4D">
      <w:pPr>
        <w:pStyle w:val="Heading3"/>
        <w:keepNext w:val="0"/>
        <w:keepLines w:val="0"/>
        <w:ind w:left="993" w:hanging="993"/>
      </w:pPr>
      <w:bookmarkStart w:id="78" w:name="_Toc97046769"/>
      <w:r w:rsidRPr="008E2ACA">
        <w:t xml:space="preserve">Data </w:t>
      </w:r>
      <w:commentRangeStart w:id="79"/>
      <w:commentRangeStart w:id="80"/>
      <w:r w:rsidRPr="008E2ACA">
        <w:t>Interpretation</w:t>
      </w:r>
      <w:bookmarkEnd w:id="78"/>
      <w:commentRangeEnd w:id="79"/>
      <w:r w:rsidR="00AE1F52">
        <w:rPr>
          <w:rStyle w:val="CommentReference"/>
          <w:rFonts w:asciiTheme="minorHAnsi" w:eastAsiaTheme="minorHAnsi" w:hAnsiTheme="minorHAnsi" w:cstheme="minorBidi"/>
          <w:b w:val="0"/>
          <w:bCs w:val="0"/>
          <w:smallCaps w:val="0"/>
          <w:color w:val="auto"/>
        </w:rPr>
        <w:commentReference w:id="79"/>
      </w:r>
      <w:commentRangeEnd w:id="80"/>
      <w:r w:rsidR="007E0048">
        <w:rPr>
          <w:rStyle w:val="CommentReference"/>
          <w:rFonts w:asciiTheme="minorHAnsi" w:eastAsiaTheme="minorHAnsi" w:hAnsiTheme="minorHAnsi" w:cstheme="minorBidi"/>
          <w:b w:val="0"/>
          <w:bCs w:val="0"/>
          <w:smallCaps w:val="0"/>
          <w:color w:val="auto"/>
        </w:rPr>
        <w:commentReference w:id="80"/>
      </w:r>
      <w:r w:rsidRPr="008E2ACA">
        <w:t xml:space="preserve"> </w:t>
      </w:r>
    </w:p>
    <w:p w14:paraId="48C688B1" w14:textId="77777777" w:rsidR="000D1B4D" w:rsidRPr="008E2ACA" w:rsidRDefault="000D1B4D" w:rsidP="000D1B4D">
      <w:pPr>
        <w:pStyle w:val="BodyText"/>
      </w:pPr>
      <w:r w:rsidRPr="008E2ACA">
        <w:t xml:space="preserve">The MASS </w:t>
      </w:r>
      <w:r w:rsidR="00E94B1F">
        <w:t>should</w:t>
      </w:r>
      <w:r w:rsidRPr="008E2ACA">
        <w:t xml:space="preserve"> have at least one of the following: </w:t>
      </w:r>
    </w:p>
    <w:p w14:paraId="0376C55F" w14:textId="77777777" w:rsidR="000D1B4D" w:rsidRPr="008E2ACA" w:rsidRDefault="000D1B4D" w:rsidP="008E2841">
      <w:pPr>
        <w:pStyle w:val="BodyText"/>
        <w:numPr>
          <w:ilvl w:val="0"/>
          <w:numId w:val="41"/>
        </w:numPr>
        <w:ind w:left="426" w:hanging="426"/>
        <w:rPr>
          <w:rStyle w:val="BodyTextChar"/>
          <w:rFonts w:ascii="Times New Roman" w:eastAsiaTheme="minorEastAsia" w:hAnsi="Times New Roman" w:cs="Times New Roman"/>
          <w:lang w:eastAsia="en-GB"/>
        </w:rPr>
      </w:pPr>
      <w:r w:rsidRPr="008E2ACA">
        <w:rPr>
          <w:rStyle w:val="BodyTextChar"/>
          <w:rFonts w:ascii="Times New Roman" w:eastAsiaTheme="minorEastAsia" w:hAnsi="Times New Roman" w:cs="Times New Roman"/>
          <w:lang w:eastAsia="en-GB"/>
        </w:rPr>
        <w:t xml:space="preserve">The ability to interpret sensor data on board in a timely manner with regard to its impact on MASS safety and performance and to execute its responsibilities in accordance with COLREG and international law; </w:t>
      </w:r>
    </w:p>
    <w:p w14:paraId="7E7E8388" w14:textId="77777777" w:rsidR="000D1B4D" w:rsidRPr="008E2ACA" w:rsidRDefault="000D1B4D" w:rsidP="008E2841">
      <w:pPr>
        <w:pStyle w:val="BodyText"/>
        <w:numPr>
          <w:ilvl w:val="0"/>
          <w:numId w:val="41"/>
        </w:numPr>
        <w:ind w:left="426" w:hanging="426"/>
      </w:pPr>
      <w:r w:rsidRPr="008E2ACA">
        <w:rPr>
          <w:rStyle w:val="BodyTextChar"/>
        </w:rPr>
        <w:t>The ability to transmit sensor data in a timely manner to an off-board system or human operator who can interpret the data with regard to its impact on MASS safety and performance; and to receive appropriate commands in response, in a timely manner</w:t>
      </w:r>
      <w:r w:rsidRPr="008E2ACA">
        <w:t xml:space="preserve">. </w:t>
      </w:r>
    </w:p>
    <w:p w14:paraId="5688F72F" w14:textId="77777777" w:rsidR="000D1B4D" w:rsidRPr="008E2ACA" w:rsidRDefault="000D1B4D" w:rsidP="00A01A7C">
      <w:pPr>
        <w:pStyle w:val="BodyText"/>
      </w:pPr>
      <w:r w:rsidRPr="008E2ACA">
        <w:t xml:space="preserve">Sufficient data from the sensors (internal and/or external) </w:t>
      </w:r>
      <w:r w:rsidR="00E94B1F">
        <w:t>should</w:t>
      </w:r>
      <w:r w:rsidRPr="008E2ACA">
        <w:t xml:space="preserve"> be made available in a timely manner to a System which is capable of exerting control over the MASS, bringing it to a safe haven or away from a danger area when deemed necessary.</w:t>
      </w:r>
      <w:r w:rsidR="00A01A7C" w:rsidRPr="008E2ACA">
        <w:t xml:space="preserve"> </w:t>
      </w:r>
      <w:r w:rsidRPr="008E2ACA">
        <w:t xml:space="preserve"> The System, in this context, must include at least one of: </w:t>
      </w:r>
    </w:p>
    <w:p w14:paraId="5F7FACCD" w14:textId="77777777" w:rsidR="000D1B4D" w:rsidRPr="008E2ACA" w:rsidRDefault="000D1B4D" w:rsidP="008E2841">
      <w:pPr>
        <w:pStyle w:val="BodyText"/>
        <w:numPr>
          <w:ilvl w:val="0"/>
          <w:numId w:val="42"/>
        </w:numPr>
        <w:ind w:left="426" w:hanging="426"/>
      </w:pPr>
      <w:r w:rsidRPr="008E2ACA">
        <w:t xml:space="preserve">A human operator working in an RCC; </w:t>
      </w:r>
    </w:p>
    <w:p w14:paraId="40150F70" w14:textId="77777777" w:rsidR="000D1B4D" w:rsidRPr="008E2ACA" w:rsidRDefault="000D1B4D" w:rsidP="008E2841">
      <w:pPr>
        <w:pStyle w:val="BodyText"/>
        <w:numPr>
          <w:ilvl w:val="0"/>
          <w:numId w:val="42"/>
        </w:numPr>
        <w:ind w:left="426" w:hanging="426"/>
      </w:pPr>
      <w:r w:rsidRPr="008E2ACA">
        <w:t xml:space="preserve">An on-board or remote automatic system; </w:t>
      </w:r>
    </w:p>
    <w:p w14:paraId="02FE02CC" w14:textId="77777777" w:rsidR="000D1B4D" w:rsidRPr="008E2ACA" w:rsidRDefault="000D1B4D" w:rsidP="008E2841">
      <w:pPr>
        <w:pStyle w:val="BodyText"/>
        <w:numPr>
          <w:ilvl w:val="0"/>
          <w:numId w:val="42"/>
        </w:numPr>
        <w:ind w:left="426" w:hanging="426"/>
      </w:pPr>
      <w:r w:rsidRPr="008E2ACA">
        <w:t xml:space="preserve">A distributed system comprising on-board and off-board elements, which may or may not include a human operator or supervisor, with appropriate communication links between them. </w:t>
      </w:r>
    </w:p>
    <w:p w14:paraId="65BE0E0B" w14:textId="77777777" w:rsidR="000D1B4D" w:rsidRPr="008E2ACA" w:rsidRDefault="000D1B4D" w:rsidP="00A01A7C">
      <w:pPr>
        <w:pStyle w:val="BodyText"/>
      </w:pPr>
      <w:r w:rsidRPr="008E2ACA">
        <w:t xml:space="preserve">In order to interpret sensor data in regard to its impact on MASS performance, the System </w:t>
      </w:r>
      <w:r w:rsidR="00E94B1F">
        <w:t>should</w:t>
      </w:r>
      <w:r w:rsidRPr="008E2ACA">
        <w:t xml:space="preserve"> be capable of determining or forecasting, by means of algorithms or data, as necessary to ensure safe operation: </w:t>
      </w:r>
    </w:p>
    <w:p w14:paraId="472DB635" w14:textId="77777777" w:rsidR="000D1B4D" w:rsidRPr="008E2ACA" w:rsidRDefault="000D1B4D" w:rsidP="008E2841">
      <w:pPr>
        <w:pStyle w:val="BodyText"/>
        <w:numPr>
          <w:ilvl w:val="0"/>
          <w:numId w:val="43"/>
        </w:numPr>
        <w:ind w:left="426" w:hanging="426"/>
      </w:pPr>
      <w:r w:rsidRPr="008E2ACA">
        <w:t xml:space="preserve">Safe operating limits for sensor data where applicable; </w:t>
      </w:r>
    </w:p>
    <w:p w14:paraId="3FB3E38C" w14:textId="77777777" w:rsidR="000D1B4D" w:rsidRPr="008E2ACA" w:rsidRDefault="000D1B4D" w:rsidP="008E2841">
      <w:pPr>
        <w:pStyle w:val="BodyText"/>
        <w:numPr>
          <w:ilvl w:val="0"/>
          <w:numId w:val="43"/>
        </w:numPr>
        <w:ind w:left="426" w:hanging="426"/>
      </w:pPr>
      <w:r w:rsidRPr="008E2ACA">
        <w:t xml:space="preserve">Permitted geographic area(s) and time window(s) for MASS operation; </w:t>
      </w:r>
    </w:p>
    <w:p w14:paraId="732D58F5" w14:textId="77777777" w:rsidR="000D1B4D" w:rsidRPr="008E2ACA" w:rsidRDefault="000D1B4D" w:rsidP="008E2841">
      <w:pPr>
        <w:pStyle w:val="BodyText"/>
        <w:numPr>
          <w:ilvl w:val="0"/>
          <w:numId w:val="43"/>
        </w:numPr>
        <w:ind w:left="426" w:hanging="426"/>
      </w:pPr>
      <w:r w:rsidRPr="008E2ACA">
        <w:t xml:space="preserve">Expected water depth in relation to geographic position and time; </w:t>
      </w:r>
    </w:p>
    <w:p w14:paraId="2DBAACCF" w14:textId="77777777" w:rsidR="000D1B4D" w:rsidRPr="008E2ACA" w:rsidRDefault="000D1B4D" w:rsidP="008E2841">
      <w:pPr>
        <w:pStyle w:val="BodyText"/>
        <w:numPr>
          <w:ilvl w:val="0"/>
          <w:numId w:val="43"/>
        </w:numPr>
        <w:ind w:left="426" w:hanging="426"/>
      </w:pPr>
      <w:r w:rsidRPr="008E2ACA">
        <w:t xml:space="preserve">Expected water current or tidal stream speed and direction in relation to geographic position and time. </w:t>
      </w:r>
    </w:p>
    <w:p w14:paraId="6D845A23" w14:textId="77777777" w:rsidR="000D1B4D" w:rsidRPr="008E2ACA" w:rsidRDefault="000D1B4D" w:rsidP="00A01A7C">
      <w:pPr>
        <w:pStyle w:val="BodyText"/>
      </w:pPr>
      <w:r w:rsidRPr="008E2ACA">
        <w:t xml:space="preserve">Where applicable and deemed necessary the MASS is to be capable of de-conflicting the data presented by different sources (e.g. navigational data and sensor data). </w:t>
      </w:r>
    </w:p>
    <w:p w14:paraId="0982E1DC" w14:textId="77777777" w:rsidR="000D1B4D" w:rsidRPr="008E2ACA" w:rsidRDefault="000D1B4D" w:rsidP="00A01A7C">
      <w:pPr>
        <w:pStyle w:val="BodyText"/>
      </w:pPr>
      <w:r w:rsidRPr="008E2ACA">
        <w:t xml:space="preserve">The System </w:t>
      </w:r>
      <w:r w:rsidR="00E94B1F">
        <w:t>should</w:t>
      </w:r>
      <w:r w:rsidRPr="008E2ACA">
        <w:t xml:space="preserve"> be capable of taking operational decisions in accordance with the sensor data interpretation, in order to maintain the safety and integrity of the MASS, surrounding objects and personnel, and to pursue its mission subject to those safety considerations. </w:t>
      </w:r>
    </w:p>
    <w:p w14:paraId="7D1F732F" w14:textId="77777777" w:rsidR="000D1B4D" w:rsidRPr="008E2ACA" w:rsidRDefault="008A329C" w:rsidP="006C268E">
      <w:pPr>
        <w:pStyle w:val="Heading3"/>
        <w:keepNext w:val="0"/>
        <w:keepLines w:val="0"/>
        <w:ind w:left="993" w:hanging="993"/>
      </w:pPr>
      <w:bookmarkStart w:id="81" w:name="_Toc97046770"/>
      <w:r>
        <w:br w:type="page"/>
      </w:r>
      <w:commentRangeStart w:id="82"/>
      <w:r w:rsidR="008C6088" w:rsidRPr="008E2ACA">
        <w:lastRenderedPageBreak/>
        <w:t>Control</w:t>
      </w:r>
      <w:bookmarkEnd w:id="81"/>
      <w:commentRangeEnd w:id="82"/>
      <w:r w:rsidR="00AE1F52">
        <w:rPr>
          <w:rStyle w:val="CommentReference"/>
          <w:rFonts w:asciiTheme="minorHAnsi" w:eastAsiaTheme="minorHAnsi" w:hAnsiTheme="minorHAnsi" w:cstheme="minorBidi"/>
          <w:b w:val="0"/>
          <w:bCs w:val="0"/>
          <w:smallCaps w:val="0"/>
          <w:color w:val="auto"/>
        </w:rPr>
        <w:commentReference w:id="82"/>
      </w:r>
    </w:p>
    <w:p w14:paraId="3A92D01B" w14:textId="77777777" w:rsidR="000D1B4D" w:rsidRPr="008E2ACA" w:rsidRDefault="000D1B4D" w:rsidP="002606DA">
      <w:pPr>
        <w:pStyle w:val="BodyText"/>
        <w:rPr>
          <w:rFonts w:ascii="Calibri" w:hAnsi="Calibri" w:cs="Calibri"/>
          <w:color w:val="221E1F"/>
        </w:rPr>
      </w:pPr>
      <w:r w:rsidRPr="008E2ACA">
        <w:rPr>
          <w:rFonts w:ascii="Calibri" w:hAnsi="Calibri" w:cs="Calibri"/>
          <w:color w:val="221E1F"/>
        </w:rPr>
        <w:t xml:space="preserve">The MASS </w:t>
      </w:r>
      <w:r w:rsidR="00E94B1F">
        <w:rPr>
          <w:rFonts w:ascii="Calibri" w:hAnsi="Calibri" w:cs="Calibri"/>
          <w:color w:val="221E1F"/>
        </w:rPr>
        <w:t>should</w:t>
      </w:r>
      <w:r w:rsidRPr="008E2ACA">
        <w:rPr>
          <w:rFonts w:ascii="Calibri" w:hAnsi="Calibri" w:cs="Calibri"/>
          <w:color w:val="221E1F"/>
        </w:rPr>
        <w:t xml:space="preserve"> have the ability to be controlled by a Control System which may be an on-board, off-board system or human operator, or a distributed system involving one or more of these elements. </w:t>
      </w:r>
    </w:p>
    <w:p w14:paraId="2D46635E" w14:textId="77777777" w:rsidR="000D1B4D" w:rsidRPr="008E2ACA" w:rsidRDefault="000D1B4D" w:rsidP="002606DA">
      <w:pPr>
        <w:pStyle w:val="BodyText"/>
        <w:rPr>
          <w:rFonts w:ascii="Calibri" w:hAnsi="Calibri" w:cs="Calibri"/>
          <w:color w:val="221E1F"/>
        </w:rPr>
      </w:pPr>
      <w:r w:rsidRPr="008E2ACA">
        <w:rPr>
          <w:rFonts w:ascii="Calibri" w:hAnsi="Calibri" w:cs="Calibri"/>
          <w:color w:val="221E1F"/>
        </w:rPr>
        <w:t xml:space="preserve">Control is typically a combination of high level and low-level functions and behaviours, which may be implemented in separate modules, such as the following examples: </w:t>
      </w:r>
    </w:p>
    <w:p w14:paraId="005ED289" w14:textId="77777777" w:rsidR="000D1B4D" w:rsidRPr="008E2ACA" w:rsidRDefault="000D1B4D" w:rsidP="008E2841">
      <w:pPr>
        <w:pStyle w:val="BodyText"/>
        <w:numPr>
          <w:ilvl w:val="0"/>
          <w:numId w:val="44"/>
        </w:numPr>
        <w:ind w:left="426" w:hanging="426"/>
        <w:rPr>
          <w:rFonts w:ascii="Calibri" w:hAnsi="Calibri" w:cs="Calibri"/>
        </w:rPr>
      </w:pPr>
      <w:r w:rsidRPr="008E2ACA">
        <w:rPr>
          <w:rFonts w:ascii="Calibri" w:hAnsi="Calibri" w:cs="Calibri"/>
        </w:rPr>
        <w:t xml:space="preserve">Sub-second control of a rudder actuator, with a feedback loop in order to control heading in response to Heading and Rate of Turn (ROT) set points; </w:t>
      </w:r>
    </w:p>
    <w:p w14:paraId="50BF8CE3" w14:textId="77777777" w:rsidR="000D1B4D" w:rsidRPr="008E2ACA" w:rsidRDefault="000D1B4D" w:rsidP="008E2841">
      <w:pPr>
        <w:pStyle w:val="BodyText"/>
        <w:numPr>
          <w:ilvl w:val="0"/>
          <w:numId w:val="44"/>
        </w:numPr>
        <w:ind w:left="426" w:hanging="426"/>
        <w:rPr>
          <w:rFonts w:ascii="Calibri" w:hAnsi="Calibri" w:cs="Calibri"/>
        </w:rPr>
      </w:pPr>
      <w:r w:rsidRPr="008E2ACA">
        <w:rPr>
          <w:rFonts w:ascii="Calibri" w:hAnsi="Calibri" w:cs="Calibri"/>
        </w:rPr>
        <w:t xml:space="preserve">Following a sequence of waypoints by issuing Heading and ROT set points; </w:t>
      </w:r>
    </w:p>
    <w:p w14:paraId="5F8CC65E" w14:textId="77777777" w:rsidR="000D1B4D" w:rsidRPr="008E2ACA" w:rsidRDefault="000D1B4D" w:rsidP="008E2841">
      <w:pPr>
        <w:pStyle w:val="BodyText"/>
        <w:numPr>
          <w:ilvl w:val="0"/>
          <w:numId w:val="44"/>
        </w:numPr>
        <w:ind w:left="426" w:hanging="426"/>
        <w:rPr>
          <w:rFonts w:ascii="Calibri" w:hAnsi="Calibri" w:cs="Calibri"/>
        </w:rPr>
      </w:pPr>
      <w:r w:rsidRPr="008E2ACA">
        <w:rPr>
          <w:rFonts w:ascii="Calibri" w:hAnsi="Calibri" w:cs="Calibri"/>
        </w:rPr>
        <w:t xml:space="preserve">Generating or selecting waypoints, and selecting which route to follow; </w:t>
      </w:r>
    </w:p>
    <w:p w14:paraId="36A2ED93" w14:textId="77777777" w:rsidR="000D1B4D" w:rsidRPr="008E2ACA" w:rsidRDefault="000D1B4D" w:rsidP="008E2841">
      <w:pPr>
        <w:pStyle w:val="BodyText"/>
        <w:numPr>
          <w:ilvl w:val="0"/>
          <w:numId w:val="44"/>
        </w:numPr>
        <w:ind w:left="426" w:hanging="426"/>
        <w:rPr>
          <w:rFonts w:ascii="Calibri" w:hAnsi="Calibri" w:cs="Calibri"/>
        </w:rPr>
      </w:pPr>
      <w:r w:rsidRPr="008E2ACA">
        <w:rPr>
          <w:rFonts w:ascii="Calibri" w:hAnsi="Calibri" w:cs="Calibri"/>
        </w:rPr>
        <w:t xml:space="preserve">Enabling waypoint-following, or superseding the mission controller with heading and speed set points calculated by a collision avoidance algorithm. </w:t>
      </w:r>
    </w:p>
    <w:p w14:paraId="2380E9AF" w14:textId="77777777" w:rsidR="000D1B4D" w:rsidRPr="008E2ACA" w:rsidRDefault="000D1B4D" w:rsidP="002606DA">
      <w:pPr>
        <w:pStyle w:val="BodyText"/>
        <w:rPr>
          <w:rFonts w:ascii="Calibri" w:hAnsi="Calibri" w:cs="Calibri"/>
          <w:color w:val="221E1F"/>
        </w:rPr>
      </w:pPr>
      <w:r w:rsidRPr="008E2ACA">
        <w:rPr>
          <w:rFonts w:ascii="Calibri" w:hAnsi="Calibri" w:cs="Calibri"/>
          <w:color w:val="221E1F"/>
        </w:rPr>
        <w:t xml:space="preserve">It should be noted that the MASS’s ability to transmit situational awareness data to an off-board controller has been covered in the previous Chapter. This, and the ability to receive appropriate and timely commands from the controller, should be borne in mind in cases where some of these functions are performed remotely. </w:t>
      </w:r>
    </w:p>
    <w:p w14:paraId="2391AAC7" w14:textId="77777777" w:rsidR="000D1B4D" w:rsidRPr="008E2ACA" w:rsidRDefault="000D1B4D" w:rsidP="002606DA">
      <w:pPr>
        <w:pStyle w:val="BodyText"/>
        <w:rPr>
          <w:rFonts w:ascii="Calibri" w:hAnsi="Calibri" w:cs="Calibri"/>
          <w:color w:val="221E1F"/>
        </w:rPr>
      </w:pPr>
      <w:r w:rsidRPr="008E2ACA">
        <w:rPr>
          <w:rFonts w:ascii="Calibri" w:hAnsi="Calibri" w:cs="Calibri"/>
          <w:color w:val="221E1F"/>
        </w:rPr>
        <w:t xml:space="preserve">The control functions, (on-board, remote, or distributed) </w:t>
      </w:r>
      <w:r w:rsidR="00E94B1F">
        <w:rPr>
          <w:rFonts w:ascii="Calibri" w:hAnsi="Calibri" w:cs="Calibri"/>
          <w:color w:val="221E1F"/>
        </w:rPr>
        <w:t>should</w:t>
      </w:r>
      <w:r w:rsidRPr="008E2ACA">
        <w:rPr>
          <w:rFonts w:ascii="Calibri" w:hAnsi="Calibri" w:cs="Calibri"/>
          <w:color w:val="221E1F"/>
        </w:rPr>
        <w:t xml:space="preserve"> be capable of exerting timely and accurate control in such a manner as to maintain safety of (1) the platform; (2) surrounding persons, structures, ships; and (3) the environment. </w:t>
      </w:r>
    </w:p>
    <w:p w14:paraId="265163B8" w14:textId="77777777" w:rsidR="000D1B4D" w:rsidRPr="008E2ACA" w:rsidRDefault="008C6088" w:rsidP="008C6088">
      <w:pPr>
        <w:pStyle w:val="Heading3"/>
        <w:keepNext w:val="0"/>
        <w:keepLines w:val="0"/>
        <w:ind w:left="993" w:hanging="993"/>
      </w:pPr>
      <w:bookmarkStart w:id="83" w:name="_Toc97046771"/>
      <w:r w:rsidRPr="008E2ACA">
        <w:t xml:space="preserve">Emergency </w:t>
      </w:r>
      <w:commentRangeStart w:id="84"/>
      <w:r w:rsidRPr="008E2ACA">
        <w:t>Stop</w:t>
      </w:r>
      <w:bookmarkEnd w:id="83"/>
      <w:commentRangeEnd w:id="84"/>
      <w:r w:rsidR="00AE1F52">
        <w:rPr>
          <w:rStyle w:val="CommentReference"/>
          <w:rFonts w:asciiTheme="minorHAnsi" w:eastAsiaTheme="minorHAnsi" w:hAnsiTheme="minorHAnsi" w:cstheme="minorBidi"/>
          <w:b w:val="0"/>
          <w:bCs w:val="0"/>
          <w:smallCaps w:val="0"/>
          <w:color w:val="auto"/>
        </w:rPr>
        <w:commentReference w:id="84"/>
      </w:r>
      <w:r w:rsidRPr="008E2ACA">
        <w:t xml:space="preserve"> </w:t>
      </w:r>
    </w:p>
    <w:p w14:paraId="1B6B5201" w14:textId="77777777" w:rsidR="000D1B4D" w:rsidRPr="008E2ACA" w:rsidRDefault="000D1B4D" w:rsidP="002606DA">
      <w:pPr>
        <w:pStyle w:val="BodyText"/>
        <w:rPr>
          <w:rFonts w:ascii="Calibri" w:hAnsi="Calibri" w:cs="Calibri"/>
          <w:color w:val="221E1F"/>
        </w:rPr>
      </w:pPr>
      <w:r w:rsidRPr="008E2ACA">
        <w:rPr>
          <w:rFonts w:ascii="Calibri" w:hAnsi="Calibri" w:cs="Calibri"/>
          <w:color w:val="221E1F"/>
        </w:rPr>
        <w:t xml:space="preserve">The MASS should have a defined condition of Emergency Stop, which must be fail safe under conditions where normal control of the MASS is lost. Under Emergency Stop, propulsion is reduced to a safe level in a timely manner. </w:t>
      </w:r>
      <w:r w:rsidR="008C6088" w:rsidRPr="008E2ACA">
        <w:rPr>
          <w:rFonts w:ascii="Calibri" w:hAnsi="Calibri" w:cs="Calibri"/>
          <w:color w:val="221E1F"/>
        </w:rPr>
        <w:t xml:space="preserve"> </w:t>
      </w:r>
      <w:r w:rsidRPr="008E2ACA">
        <w:rPr>
          <w:rFonts w:ascii="Calibri" w:hAnsi="Calibri" w:cs="Calibri"/>
          <w:color w:val="221E1F"/>
        </w:rPr>
        <w:t xml:space="preserve">In this context: </w:t>
      </w:r>
    </w:p>
    <w:p w14:paraId="7F35A0C3" w14:textId="77777777" w:rsidR="000D1B4D" w:rsidRPr="008E2ACA" w:rsidRDefault="000D1B4D" w:rsidP="008E2841">
      <w:pPr>
        <w:pStyle w:val="BodyText"/>
        <w:numPr>
          <w:ilvl w:val="0"/>
          <w:numId w:val="45"/>
        </w:numPr>
        <w:ind w:left="426" w:hanging="426"/>
        <w:rPr>
          <w:rFonts w:ascii="Calibri" w:hAnsi="Calibri" w:cs="Calibri"/>
        </w:rPr>
      </w:pPr>
      <w:r w:rsidRPr="008E2ACA">
        <w:rPr>
          <w:rFonts w:ascii="Calibri" w:hAnsi="Calibri" w:cs="Calibri"/>
        </w:rPr>
        <w:t xml:space="preserve">“a safe level” means a level at which it is not likely to cause damage either directly or indirectly. It should be noted that some MASS (e.g. wave propelled) may not have any means of cutting propulsion power to zero. But in a harbour or sheltered waters the wave propulsive power may reasonably be expected to be a safely low level; </w:t>
      </w:r>
    </w:p>
    <w:p w14:paraId="47656614" w14:textId="77777777" w:rsidR="000D1B4D" w:rsidRPr="008E2ACA" w:rsidRDefault="000D1B4D" w:rsidP="008E2841">
      <w:pPr>
        <w:pStyle w:val="BodyText"/>
        <w:numPr>
          <w:ilvl w:val="0"/>
          <w:numId w:val="45"/>
        </w:numPr>
        <w:ind w:left="426" w:hanging="426"/>
        <w:rPr>
          <w:rFonts w:ascii="Calibri" w:hAnsi="Calibri" w:cs="Calibri"/>
        </w:rPr>
      </w:pPr>
      <w:r w:rsidRPr="008E2ACA">
        <w:rPr>
          <w:rFonts w:ascii="Calibri" w:hAnsi="Calibri" w:cs="Calibri"/>
        </w:rPr>
        <w:t xml:space="preserve">“in a timely manner” means within a time that is short enough to ensure that the risk from uncontrolled propulsive power can be contained before it is likely to cause damage. In open ocean conditions this may be relaxed, whereas in a docking situation the propulsion may need to be cut more quickly, within seconds or less. </w:t>
      </w:r>
    </w:p>
    <w:p w14:paraId="1809F63E" w14:textId="77777777" w:rsidR="000D1B4D" w:rsidRPr="008E2ACA" w:rsidRDefault="000D1B4D" w:rsidP="002606DA">
      <w:pPr>
        <w:pStyle w:val="BodyText"/>
        <w:rPr>
          <w:rFonts w:ascii="Calibri" w:hAnsi="Calibri" w:cs="Calibri"/>
          <w:color w:val="221E1F"/>
        </w:rPr>
      </w:pPr>
      <w:r w:rsidRPr="008E2ACA">
        <w:rPr>
          <w:rFonts w:ascii="Calibri" w:hAnsi="Calibri" w:cs="Calibri"/>
          <w:color w:val="221E1F"/>
        </w:rPr>
        <w:t xml:space="preserve">The MASS </w:t>
      </w:r>
      <w:r w:rsidR="00E94B1F">
        <w:rPr>
          <w:rFonts w:ascii="Calibri" w:hAnsi="Calibri" w:cs="Calibri"/>
          <w:color w:val="221E1F"/>
        </w:rPr>
        <w:t>should</w:t>
      </w:r>
      <w:r w:rsidRPr="008E2ACA">
        <w:rPr>
          <w:rFonts w:ascii="Calibri" w:hAnsi="Calibri" w:cs="Calibri"/>
          <w:color w:val="221E1F"/>
        </w:rPr>
        <w:t xml:space="preserve"> have the ability to be placed in an Emergency Stop condition by a human or automatic controller or supervisor with access to sufficient Situational Awareness data to be able to determine when an Emergency Stop command is necessary. </w:t>
      </w:r>
    </w:p>
    <w:p w14:paraId="51386E5B" w14:textId="77777777" w:rsidR="000D1B4D" w:rsidRPr="008E2ACA" w:rsidRDefault="000D1B4D" w:rsidP="002606DA">
      <w:pPr>
        <w:pStyle w:val="BodyText"/>
        <w:rPr>
          <w:rFonts w:ascii="Calibri" w:hAnsi="Calibri" w:cs="Calibri"/>
          <w:color w:val="221E1F"/>
        </w:rPr>
      </w:pPr>
      <w:r w:rsidRPr="008E2ACA">
        <w:rPr>
          <w:rFonts w:ascii="Calibri" w:hAnsi="Calibri" w:cs="Calibri"/>
          <w:color w:val="221E1F"/>
        </w:rPr>
        <w:t xml:space="preserve">In the case of an automatic operator, the design of that controller or supervisor </w:t>
      </w:r>
      <w:r w:rsidR="00E94B1F">
        <w:rPr>
          <w:rFonts w:ascii="Calibri" w:hAnsi="Calibri" w:cs="Calibri"/>
          <w:color w:val="221E1F"/>
        </w:rPr>
        <w:t>should</w:t>
      </w:r>
      <w:r w:rsidRPr="008E2ACA">
        <w:rPr>
          <w:rFonts w:ascii="Calibri" w:hAnsi="Calibri" w:cs="Calibri"/>
          <w:color w:val="221E1F"/>
        </w:rPr>
        <w:t xml:space="preserve"> be fail safe, in that it </w:t>
      </w:r>
      <w:r w:rsidR="00E94B1F">
        <w:rPr>
          <w:rFonts w:ascii="Calibri" w:hAnsi="Calibri" w:cs="Calibri"/>
          <w:color w:val="221E1F"/>
        </w:rPr>
        <w:t>should</w:t>
      </w:r>
      <w:r w:rsidRPr="008E2ACA">
        <w:rPr>
          <w:rFonts w:ascii="Calibri" w:hAnsi="Calibri" w:cs="Calibri"/>
          <w:color w:val="221E1F"/>
        </w:rPr>
        <w:t xml:space="preserve"> recognise all known unsafe operating conditions with no false negatives and </w:t>
      </w:r>
      <w:r w:rsidR="00E94B1F">
        <w:rPr>
          <w:rFonts w:ascii="Calibri" w:hAnsi="Calibri" w:cs="Calibri"/>
          <w:color w:val="221E1F"/>
        </w:rPr>
        <w:t>should</w:t>
      </w:r>
      <w:r w:rsidRPr="008E2ACA">
        <w:rPr>
          <w:rFonts w:ascii="Calibri" w:hAnsi="Calibri" w:cs="Calibri"/>
          <w:color w:val="221E1F"/>
        </w:rPr>
        <w:t xml:space="preserve"> react to unknown or indeterminate safety conditions by invoking Emergency Stop in a timely manner. </w:t>
      </w:r>
    </w:p>
    <w:p w14:paraId="7CEE7DFC" w14:textId="77777777" w:rsidR="000D1B4D" w:rsidRPr="008E2ACA" w:rsidRDefault="000D1B4D" w:rsidP="002606DA">
      <w:pPr>
        <w:pStyle w:val="BodyText"/>
        <w:rPr>
          <w:rFonts w:ascii="Calibri" w:hAnsi="Calibri" w:cs="Calibri"/>
          <w:color w:val="221E1F"/>
        </w:rPr>
      </w:pPr>
      <w:r w:rsidRPr="008E2ACA">
        <w:rPr>
          <w:rFonts w:ascii="Calibri" w:hAnsi="Calibri" w:cs="Calibri"/>
          <w:color w:val="221E1F"/>
        </w:rPr>
        <w:t xml:space="preserve">On sensing a failure (or disabling, whether deliberate or not) of all data-links which may carry an emergency stop command, the MASS </w:t>
      </w:r>
      <w:r w:rsidR="00E94B1F">
        <w:rPr>
          <w:rFonts w:ascii="Calibri" w:hAnsi="Calibri" w:cs="Calibri"/>
          <w:color w:val="221E1F"/>
        </w:rPr>
        <w:t>should</w:t>
      </w:r>
      <w:r w:rsidRPr="008E2ACA">
        <w:rPr>
          <w:rFonts w:ascii="Calibri" w:hAnsi="Calibri" w:cs="Calibri"/>
          <w:color w:val="221E1F"/>
        </w:rPr>
        <w:t xml:space="preserve"> enter a ‘render-safe’ procedure. This should culminate in Emergency Stop. The first action should be that, if situational awareness has been, and continues to be, fully operational, the MASS should immediately shape a safe course and adopt a ‘safe speed’ (making appropriate sound and visual signals when feasible) commensurate with weather conditions, COLREGS and safe navigation at the time of loss of data-link. This should minimise hazards to the MASS and other vessels, whilst the MASS and the control station resolve the situation. If the data-link is not re-established after an appropriate grace time, and/or the MASS’s own situational awareness deems it safe/necessary, the MASS should enter Emergency Stop. Consideration may be made of </w:t>
      </w:r>
      <w:r w:rsidRPr="008E2ACA">
        <w:rPr>
          <w:rFonts w:ascii="Calibri" w:hAnsi="Calibri" w:cs="Calibri"/>
          <w:color w:val="221E1F"/>
        </w:rPr>
        <w:lastRenderedPageBreak/>
        <w:t xml:space="preserve">including ‘dropping anchor’ as part of the render-safe procedure, commensurate with accepted safe navigation practices. </w:t>
      </w:r>
    </w:p>
    <w:p w14:paraId="64642016" w14:textId="77777777" w:rsidR="000D1B4D" w:rsidRPr="008E2ACA" w:rsidRDefault="000D1B4D" w:rsidP="002606DA">
      <w:pPr>
        <w:pStyle w:val="BodyText"/>
        <w:rPr>
          <w:rFonts w:ascii="Calibri" w:hAnsi="Calibri" w:cs="Calibri"/>
          <w:color w:val="221E1F"/>
        </w:rPr>
      </w:pPr>
      <w:r w:rsidRPr="008E2ACA">
        <w:rPr>
          <w:rFonts w:ascii="Calibri" w:hAnsi="Calibri" w:cs="Calibri"/>
          <w:color w:val="221E1F"/>
        </w:rPr>
        <w:t xml:space="preserve">In the event that the MASS experiences loss or compromise of Situational Awareness as well as loss of data-link, then Emergency Stop should be immediately initiated (making appropriate sound and visual signals when appropriate). </w:t>
      </w:r>
    </w:p>
    <w:p w14:paraId="702FC96D" w14:textId="77777777" w:rsidR="000D1B4D" w:rsidRPr="008E2ACA" w:rsidRDefault="008C6088" w:rsidP="008C6088">
      <w:pPr>
        <w:pStyle w:val="Heading3"/>
        <w:keepNext w:val="0"/>
        <w:keepLines w:val="0"/>
        <w:ind w:left="993" w:hanging="993"/>
      </w:pPr>
      <w:bookmarkStart w:id="85" w:name="_Toc97046772"/>
      <w:r w:rsidRPr="008E2ACA">
        <w:t xml:space="preserve">Propulsion </w:t>
      </w:r>
      <w:commentRangeStart w:id="86"/>
      <w:r w:rsidRPr="008E2ACA">
        <w:t>Control</w:t>
      </w:r>
      <w:bookmarkEnd w:id="85"/>
      <w:commentRangeEnd w:id="86"/>
      <w:r w:rsidR="00AE1F52">
        <w:rPr>
          <w:rStyle w:val="CommentReference"/>
          <w:rFonts w:asciiTheme="minorHAnsi" w:eastAsiaTheme="minorHAnsi" w:hAnsiTheme="minorHAnsi" w:cstheme="minorBidi"/>
          <w:b w:val="0"/>
          <w:bCs w:val="0"/>
          <w:smallCaps w:val="0"/>
          <w:color w:val="auto"/>
        </w:rPr>
        <w:commentReference w:id="86"/>
      </w:r>
      <w:r w:rsidRPr="008E2ACA">
        <w:t xml:space="preserve"> </w:t>
      </w:r>
    </w:p>
    <w:p w14:paraId="744F47D7" w14:textId="77777777" w:rsidR="000D1B4D" w:rsidRPr="008E2ACA" w:rsidRDefault="000D1B4D" w:rsidP="002606DA">
      <w:pPr>
        <w:pStyle w:val="BodyText"/>
        <w:rPr>
          <w:rFonts w:ascii="Calibri" w:hAnsi="Calibri" w:cs="Calibri"/>
          <w:color w:val="221E1F"/>
        </w:rPr>
      </w:pPr>
      <w:r w:rsidRPr="008E2ACA">
        <w:rPr>
          <w:rFonts w:ascii="Calibri" w:hAnsi="Calibri" w:cs="Calibri"/>
          <w:color w:val="221E1F"/>
        </w:rPr>
        <w:t xml:space="preserve">MASS should have propulsion control as far as necessary to be capable of ensuring that safe operating speeds appropriate to its situation are not exceeded. </w:t>
      </w:r>
    </w:p>
    <w:p w14:paraId="2083FD04" w14:textId="77777777" w:rsidR="000D1B4D" w:rsidRPr="008E2ACA" w:rsidRDefault="008C6088" w:rsidP="008C6088">
      <w:pPr>
        <w:pStyle w:val="Heading3"/>
        <w:keepNext w:val="0"/>
        <w:keepLines w:val="0"/>
        <w:ind w:left="993" w:hanging="993"/>
      </w:pPr>
      <w:bookmarkStart w:id="87" w:name="_Toc97046773"/>
      <w:r w:rsidRPr="008E2ACA">
        <w:t xml:space="preserve">Steering </w:t>
      </w:r>
      <w:commentRangeStart w:id="88"/>
      <w:r w:rsidRPr="008E2ACA">
        <w:t>Control</w:t>
      </w:r>
      <w:bookmarkEnd w:id="87"/>
      <w:commentRangeEnd w:id="88"/>
      <w:r w:rsidR="00AE1F52">
        <w:rPr>
          <w:rStyle w:val="CommentReference"/>
          <w:rFonts w:asciiTheme="minorHAnsi" w:eastAsiaTheme="minorHAnsi" w:hAnsiTheme="minorHAnsi" w:cstheme="minorBidi"/>
          <w:b w:val="0"/>
          <w:bCs w:val="0"/>
          <w:smallCaps w:val="0"/>
          <w:color w:val="auto"/>
        </w:rPr>
        <w:commentReference w:id="88"/>
      </w:r>
      <w:r w:rsidRPr="008E2ACA">
        <w:t xml:space="preserve"> </w:t>
      </w:r>
    </w:p>
    <w:p w14:paraId="028E4A50" w14:textId="77777777" w:rsidR="000D1B4D" w:rsidRPr="008E2ACA" w:rsidRDefault="000D1B4D" w:rsidP="002606DA">
      <w:pPr>
        <w:pStyle w:val="BodyText"/>
        <w:rPr>
          <w:rFonts w:ascii="Calibri" w:hAnsi="Calibri" w:cs="Calibri"/>
          <w:color w:val="221E1F"/>
        </w:rPr>
      </w:pPr>
      <w:r w:rsidRPr="008E2ACA">
        <w:rPr>
          <w:rFonts w:ascii="Calibri" w:hAnsi="Calibri" w:cs="Calibri"/>
          <w:color w:val="221E1F"/>
        </w:rPr>
        <w:t xml:space="preserve">The MASS should have steering control as may be necessary to maintain a safe heading. Note that ‘passive’ MASS, such as drifting sensor buoys, do not have steering control, but the risk is mitigated by deploying in safe areas and monitoring their position, and maintaining the ability to recover the MASS when necessary. </w:t>
      </w:r>
    </w:p>
    <w:p w14:paraId="27C599F5" w14:textId="77777777" w:rsidR="000D1B4D" w:rsidRPr="008E2ACA" w:rsidRDefault="000D1B4D" w:rsidP="002606DA">
      <w:pPr>
        <w:pStyle w:val="BodyText"/>
        <w:rPr>
          <w:rFonts w:ascii="Calibri" w:hAnsi="Calibri" w:cs="Calibri"/>
          <w:color w:val="221E1F"/>
        </w:rPr>
      </w:pPr>
      <w:r w:rsidRPr="008E2ACA">
        <w:rPr>
          <w:rFonts w:ascii="Calibri" w:hAnsi="Calibri" w:cs="Calibri"/>
          <w:color w:val="221E1F"/>
        </w:rPr>
        <w:t xml:space="preserve">Note on Heading vs Course Over ground (COG). Marine craft may have control of heading but limited control of COG because of environmental influences such as surface currents, waves, or wind, combined with low Speed Through the Water (STW). The risk posed by potential loss of control over COG </w:t>
      </w:r>
      <w:r w:rsidR="00E94B1F">
        <w:rPr>
          <w:rFonts w:ascii="Calibri" w:hAnsi="Calibri" w:cs="Calibri"/>
          <w:color w:val="221E1F"/>
        </w:rPr>
        <w:t>should</w:t>
      </w:r>
      <w:r w:rsidRPr="008E2ACA">
        <w:rPr>
          <w:rFonts w:ascii="Calibri" w:hAnsi="Calibri" w:cs="Calibri"/>
          <w:color w:val="221E1F"/>
        </w:rPr>
        <w:t xml:space="preserve"> be addressed by means of situational awareness, using sensor and almanac data or calculations as necessary to anticipate environmental influences, so as to avoid bringing the MASS into a situation where it is predictably carried in an unsafe direction by overwhelming environmental influences. </w:t>
      </w:r>
    </w:p>
    <w:p w14:paraId="62B01D00" w14:textId="77777777" w:rsidR="000D1B4D" w:rsidRPr="008E2ACA" w:rsidRDefault="000D1B4D" w:rsidP="008C6088">
      <w:pPr>
        <w:pStyle w:val="Heading3"/>
        <w:keepNext w:val="0"/>
        <w:keepLines w:val="0"/>
        <w:ind w:left="993" w:hanging="993"/>
      </w:pPr>
      <w:bookmarkStart w:id="89" w:name="_Toc97046774"/>
      <w:r w:rsidRPr="008E2ACA">
        <w:t xml:space="preserve">COLREG – </w:t>
      </w:r>
      <w:r w:rsidR="008C6088" w:rsidRPr="008E2ACA">
        <w:t>Compliant Behaviours and Fail-Safes</w:t>
      </w:r>
      <w:bookmarkEnd w:id="89"/>
      <w:r w:rsidR="008C6088" w:rsidRPr="008E2ACA">
        <w:t xml:space="preserve"> </w:t>
      </w:r>
    </w:p>
    <w:p w14:paraId="19558768" w14:textId="77777777" w:rsidR="000D1B4D" w:rsidRPr="008E2ACA" w:rsidRDefault="000D1B4D" w:rsidP="002606DA">
      <w:pPr>
        <w:pStyle w:val="BodyText"/>
        <w:rPr>
          <w:rFonts w:ascii="Calibri" w:hAnsi="Calibri" w:cs="Calibri"/>
          <w:color w:val="221E1F"/>
        </w:rPr>
      </w:pPr>
      <w:r w:rsidRPr="008E2ACA">
        <w:rPr>
          <w:rFonts w:ascii="Calibri" w:hAnsi="Calibri" w:cs="Calibri"/>
          <w:color w:val="221E1F"/>
        </w:rPr>
        <w:t xml:space="preserve">The Control System </w:t>
      </w:r>
      <w:r w:rsidR="00E94B1F">
        <w:rPr>
          <w:rFonts w:ascii="Calibri" w:hAnsi="Calibri" w:cs="Calibri"/>
          <w:color w:val="221E1F"/>
        </w:rPr>
        <w:t>should</w:t>
      </w:r>
      <w:r w:rsidRPr="008E2ACA">
        <w:rPr>
          <w:rFonts w:ascii="Calibri" w:hAnsi="Calibri" w:cs="Calibri"/>
          <w:color w:val="221E1F"/>
        </w:rPr>
        <w:t xml:space="preserve"> be capable of operating to a level of compliance with COLREGS appropriate to the MASS class. </w:t>
      </w:r>
    </w:p>
    <w:p w14:paraId="013864AC" w14:textId="77777777" w:rsidR="000D1B4D" w:rsidRPr="008E2ACA" w:rsidRDefault="000D1B4D" w:rsidP="002606DA">
      <w:pPr>
        <w:pStyle w:val="BodyText"/>
        <w:rPr>
          <w:rFonts w:ascii="Calibri" w:hAnsi="Calibri" w:cs="Calibri"/>
          <w:color w:val="221E1F"/>
        </w:rPr>
      </w:pPr>
      <w:r w:rsidRPr="008E2ACA">
        <w:rPr>
          <w:rFonts w:ascii="Calibri" w:hAnsi="Calibri" w:cs="Calibri"/>
          <w:color w:val="221E1F"/>
        </w:rPr>
        <w:t xml:space="preserve">The Control System may include a system or systems designed to sense and avoid obstacles. These obstacles may be fixed (e.g. coastline) or moving (drifting or other craft). </w:t>
      </w:r>
    </w:p>
    <w:p w14:paraId="6B7ABD53" w14:textId="77777777" w:rsidR="000D1B4D" w:rsidRPr="008E2ACA" w:rsidRDefault="000D1B4D" w:rsidP="002606DA">
      <w:pPr>
        <w:pStyle w:val="BodyText"/>
        <w:rPr>
          <w:rFonts w:ascii="Calibri" w:hAnsi="Calibri" w:cs="Calibri"/>
          <w:color w:val="221E1F"/>
        </w:rPr>
      </w:pPr>
      <w:r w:rsidRPr="008E2ACA">
        <w:rPr>
          <w:rFonts w:ascii="Calibri" w:hAnsi="Calibri" w:cs="Calibri"/>
          <w:color w:val="221E1F"/>
        </w:rPr>
        <w:t xml:space="preserve">Sense and Avoid systems may be deemed necessary: </w:t>
      </w:r>
    </w:p>
    <w:p w14:paraId="5EBE04C0" w14:textId="77777777" w:rsidR="000D1B4D" w:rsidRPr="008E2ACA" w:rsidRDefault="000D1B4D" w:rsidP="008E2841">
      <w:pPr>
        <w:pStyle w:val="BodyText"/>
        <w:numPr>
          <w:ilvl w:val="0"/>
          <w:numId w:val="46"/>
        </w:numPr>
        <w:ind w:left="426" w:hanging="426"/>
        <w:rPr>
          <w:rFonts w:ascii="Calibri" w:hAnsi="Calibri" w:cs="Calibri"/>
        </w:rPr>
      </w:pPr>
      <w:r w:rsidRPr="008E2ACA">
        <w:rPr>
          <w:rFonts w:ascii="Calibri" w:hAnsi="Calibri" w:cs="Calibri"/>
        </w:rPr>
        <w:t xml:space="preserve">When operating within LOS, as directed by area control authorities; </w:t>
      </w:r>
    </w:p>
    <w:p w14:paraId="3AC918D6" w14:textId="77777777" w:rsidR="000D1B4D" w:rsidRPr="008E2ACA" w:rsidRDefault="000D1B4D" w:rsidP="008E2841">
      <w:pPr>
        <w:pStyle w:val="BodyText"/>
        <w:numPr>
          <w:ilvl w:val="0"/>
          <w:numId w:val="46"/>
        </w:numPr>
        <w:ind w:left="426" w:hanging="426"/>
        <w:rPr>
          <w:rFonts w:ascii="Calibri" w:hAnsi="Calibri" w:cs="Calibri"/>
          <w:color w:val="000000" w:themeColor="text1"/>
        </w:rPr>
      </w:pPr>
      <w:r w:rsidRPr="008E2ACA">
        <w:rPr>
          <w:rFonts w:ascii="Calibri" w:hAnsi="Calibri" w:cs="Calibri"/>
        </w:rPr>
        <w:t xml:space="preserve">When operating outside LOS. </w:t>
      </w:r>
    </w:p>
    <w:p w14:paraId="4FCA9079" w14:textId="77777777" w:rsidR="00C352A4" w:rsidRPr="008E2ACA" w:rsidRDefault="00C352A4" w:rsidP="00C352A4">
      <w:pPr>
        <w:pStyle w:val="Heading2"/>
        <w:ind w:left="851" w:hanging="851"/>
      </w:pPr>
      <w:bookmarkStart w:id="90" w:name="_Toc97046775"/>
      <w:r w:rsidRPr="008E2ACA">
        <w:t>Navigation Systems</w:t>
      </w:r>
      <w:bookmarkEnd w:id="90"/>
    </w:p>
    <w:p w14:paraId="29155DC8" w14:textId="77777777" w:rsidR="00C352A4" w:rsidRPr="008E2ACA" w:rsidRDefault="00C352A4" w:rsidP="00C352A4">
      <w:pPr>
        <w:pStyle w:val="Heading3"/>
        <w:keepNext w:val="0"/>
        <w:keepLines w:val="0"/>
        <w:ind w:left="993" w:hanging="993"/>
      </w:pPr>
      <w:bookmarkStart w:id="91" w:name="_Toc97046776"/>
      <w:r w:rsidRPr="008E2ACA">
        <w:t>Goal</w:t>
      </w:r>
      <w:bookmarkEnd w:id="91"/>
    </w:p>
    <w:p w14:paraId="33BB83BE" w14:textId="77777777" w:rsidR="00C352A4" w:rsidRPr="008E2ACA" w:rsidRDefault="00C352A4" w:rsidP="00C352A4">
      <w:pPr>
        <w:pStyle w:val="BodyText"/>
      </w:pPr>
      <w:r w:rsidRPr="008E2ACA">
        <w:t xml:space="preserve">The navigation system </w:t>
      </w:r>
      <w:r w:rsidR="00E94B1F">
        <w:t>should</w:t>
      </w:r>
      <w:r w:rsidRPr="008E2ACA">
        <w:t xml:space="preserve"> be designed with a level of integrity sufficient to enable the UMS to be operated and maintained safely as and when required within its design or imposed limitations in all Reasonably Foreseeable Operating Conditions.</w:t>
      </w:r>
    </w:p>
    <w:p w14:paraId="3BB9F1CE" w14:textId="77777777" w:rsidR="00C352A4" w:rsidRPr="008E2ACA" w:rsidRDefault="00C352A4" w:rsidP="00C352A4">
      <w:pPr>
        <w:pStyle w:val="Heading3"/>
        <w:keepNext w:val="0"/>
        <w:keepLines w:val="0"/>
        <w:ind w:left="993" w:hanging="993"/>
      </w:pPr>
      <w:bookmarkStart w:id="92" w:name="_Toc97046777"/>
      <w:r w:rsidRPr="008E2ACA">
        <w:t>Functional objectives</w:t>
      </w:r>
      <w:bookmarkEnd w:id="92"/>
    </w:p>
    <w:p w14:paraId="677E473F" w14:textId="77777777" w:rsidR="00C352A4" w:rsidRPr="008E2ACA" w:rsidRDefault="00C352A4" w:rsidP="00C352A4">
      <w:pPr>
        <w:pStyle w:val="BodyText"/>
      </w:pPr>
      <w:r w:rsidRPr="008E2ACA">
        <w:t xml:space="preserve">Navigational systems </w:t>
      </w:r>
      <w:r w:rsidR="00E94B1F">
        <w:t>should</w:t>
      </w:r>
      <w:r w:rsidRPr="008E2ACA">
        <w:t xml:space="preserve"> identify all navigation hazards, fixed or mobile, and measure and interpret environmental data. </w:t>
      </w:r>
    </w:p>
    <w:p w14:paraId="72802CCD" w14:textId="77777777" w:rsidR="00C352A4" w:rsidRPr="008E2ACA" w:rsidRDefault="00C352A4" w:rsidP="00C352A4">
      <w:pPr>
        <w:pStyle w:val="BodyText"/>
      </w:pPr>
      <w:r w:rsidRPr="008E2ACA">
        <w:t xml:space="preserve">The MASS </w:t>
      </w:r>
      <w:r w:rsidR="00E94B1F">
        <w:t>should</w:t>
      </w:r>
      <w:r w:rsidRPr="008E2ACA">
        <w:t xml:space="preserve"> be able to navigate to minimise risk of grounding, collision and environmental impact. </w:t>
      </w:r>
    </w:p>
    <w:p w14:paraId="3A43AA69" w14:textId="77777777" w:rsidR="00C352A4" w:rsidRPr="008E2ACA" w:rsidRDefault="00C352A4" w:rsidP="00C352A4">
      <w:pPr>
        <w:pStyle w:val="BodyText"/>
      </w:pPr>
      <w:r w:rsidRPr="008E2ACA">
        <w:t xml:space="preserve">The MASS </w:t>
      </w:r>
      <w:r w:rsidR="00E94B1F">
        <w:t>should</w:t>
      </w:r>
      <w:r w:rsidRPr="008E2ACA">
        <w:t xml:space="preserve"> be able to communicate its limitations and navigational intentions to other vessels. </w:t>
      </w:r>
    </w:p>
    <w:p w14:paraId="50ED5463" w14:textId="77777777" w:rsidR="00C352A4" w:rsidRPr="008E2ACA" w:rsidRDefault="00C352A4" w:rsidP="00C352A4">
      <w:pPr>
        <w:pStyle w:val="BodyText"/>
      </w:pPr>
      <w:r w:rsidRPr="008E2ACA">
        <w:t xml:space="preserve">The navigational systems </w:t>
      </w:r>
      <w:r w:rsidR="00E94B1F">
        <w:t>should</w:t>
      </w:r>
      <w:r w:rsidRPr="008E2ACA">
        <w:t xml:space="preserve"> be designed and constructed to: </w:t>
      </w:r>
    </w:p>
    <w:p w14:paraId="3BCB366D" w14:textId="77777777" w:rsidR="00C352A4" w:rsidRPr="008E2ACA" w:rsidRDefault="00C352A4" w:rsidP="008E2841">
      <w:pPr>
        <w:pStyle w:val="BodyText"/>
        <w:numPr>
          <w:ilvl w:val="1"/>
          <w:numId w:val="63"/>
        </w:numPr>
        <w:ind w:left="567" w:hanging="567"/>
      </w:pPr>
      <w:r w:rsidRPr="008E2ACA">
        <w:t xml:space="preserve">Enable their operation in all Reasonably Foreseeable Operating Conditions; </w:t>
      </w:r>
    </w:p>
    <w:p w14:paraId="7DF3D2FA" w14:textId="77777777" w:rsidR="00C352A4" w:rsidRPr="008E2ACA" w:rsidRDefault="00C352A4" w:rsidP="008E2841">
      <w:pPr>
        <w:pStyle w:val="BodyText"/>
        <w:numPr>
          <w:ilvl w:val="1"/>
          <w:numId w:val="63"/>
        </w:numPr>
        <w:ind w:left="567" w:hanging="567"/>
      </w:pPr>
      <w:r w:rsidRPr="008E2ACA">
        <w:t xml:space="preserve">Operate in a predictable manner with a level of integrity commensurate with operational and safety requirements; </w:t>
      </w:r>
    </w:p>
    <w:p w14:paraId="0DF1C9CB" w14:textId="77777777" w:rsidR="00C352A4" w:rsidRPr="008E2ACA" w:rsidRDefault="00C352A4" w:rsidP="008E2841">
      <w:pPr>
        <w:pStyle w:val="BodyText"/>
        <w:numPr>
          <w:ilvl w:val="1"/>
          <w:numId w:val="63"/>
        </w:numPr>
        <w:ind w:left="567" w:hanging="567"/>
      </w:pPr>
      <w:r w:rsidRPr="008E2ACA">
        <w:lastRenderedPageBreak/>
        <w:t xml:space="preserve">Meet requirements for watertight, weathertight and fire integrity; </w:t>
      </w:r>
    </w:p>
    <w:p w14:paraId="0FD725B9" w14:textId="77777777" w:rsidR="00C352A4" w:rsidRPr="008E2ACA" w:rsidRDefault="00C352A4" w:rsidP="008E2841">
      <w:pPr>
        <w:pStyle w:val="BodyText"/>
        <w:numPr>
          <w:ilvl w:val="1"/>
          <w:numId w:val="63"/>
        </w:numPr>
        <w:ind w:left="567" w:hanging="567"/>
      </w:pPr>
      <w:r w:rsidRPr="008E2ACA">
        <w:t xml:space="preserve">Minimise the risk of initiating fire and explosion; (e) Enable the maintenance and repair in accordance with the maintenance philosophy. </w:t>
      </w:r>
    </w:p>
    <w:p w14:paraId="4BCEEDCB" w14:textId="77777777" w:rsidR="00C352A4" w:rsidRPr="008E2ACA" w:rsidRDefault="00C352A4" w:rsidP="00C352A4">
      <w:pPr>
        <w:pStyle w:val="BodyText"/>
        <w:rPr>
          <w:rFonts w:ascii="Calibri" w:hAnsi="Calibri" w:cs="Calibri"/>
        </w:rPr>
      </w:pPr>
      <w:r w:rsidRPr="008E2ACA">
        <w:t xml:space="preserve">Additional systems or equipment not directly covered by this Chapter, </w:t>
      </w:r>
      <w:r w:rsidR="00E94B1F">
        <w:t>should</w:t>
      </w:r>
      <w:r w:rsidRPr="008E2ACA">
        <w:t xml:space="preserve"> not affect the navigation systems. 3.1.5 Operators </w:t>
      </w:r>
      <w:r w:rsidR="00E94B1F">
        <w:t>should</w:t>
      </w:r>
      <w:r w:rsidRPr="008E2ACA">
        <w:t xml:space="preserve"> be provided with adequate access, information and instructions for the safe operation and maintenance of the navigation system.</w:t>
      </w:r>
    </w:p>
    <w:p w14:paraId="5C855871" w14:textId="77777777" w:rsidR="00C352A4" w:rsidRPr="008E2ACA" w:rsidRDefault="00C352A4" w:rsidP="006C268E">
      <w:pPr>
        <w:pStyle w:val="Heading3"/>
        <w:keepNext w:val="0"/>
        <w:keepLines w:val="0"/>
        <w:ind w:left="993" w:hanging="993"/>
      </w:pPr>
      <w:bookmarkStart w:id="93" w:name="_Toc97046778"/>
      <w:r w:rsidRPr="008E2ACA">
        <w:t>Performance requirements</w:t>
      </w:r>
      <w:bookmarkEnd w:id="93"/>
    </w:p>
    <w:p w14:paraId="029EBCC6" w14:textId="77777777" w:rsidR="00C352A4" w:rsidRPr="008E2ACA" w:rsidRDefault="00C352A4" w:rsidP="00C352A4">
      <w:pPr>
        <w:pStyle w:val="BodyText"/>
      </w:pPr>
      <w:r w:rsidRPr="008E2ACA">
        <w:t xml:space="preserve">The navigation system </w:t>
      </w:r>
      <w:r w:rsidR="00E94B1F">
        <w:t>should</w:t>
      </w:r>
      <w:r w:rsidRPr="008E2ACA">
        <w:t xml:space="preserve"> be designed and arranged to meet the required level of integrity established, considering the Autonomy Level, equipment type, function and the effect of flood or fire. </w:t>
      </w:r>
    </w:p>
    <w:p w14:paraId="1EBCA39E" w14:textId="77777777" w:rsidR="00C352A4" w:rsidRPr="008E2ACA" w:rsidRDefault="00C352A4" w:rsidP="00C352A4">
      <w:pPr>
        <w:pStyle w:val="BodyText"/>
      </w:pPr>
      <w:r w:rsidRPr="008E2ACA">
        <w:t xml:space="preserve">The MASS </w:t>
      </w:r>
      <w:r w:rsidR="00E94B1F">
        <w:t>should</w:t>
      </w:r>
      <w:r w:rsidRPr="008E2ACA">
        <w:t xml:space="preserve"> be provided with sufficient sensors and systems to determine, display and record its present time, position, orientation and movement in relation to the earth and the rate of change of the parameters measured at an appropriate interval and accuracy to ensure safe navigation to its required level of integrity. </w:t>
      </w:r>
    </w:p>
    <w:p w14:paraId="45DD93E8" w14:textId="77777777" w:rsidR="00C352A4" w:rsidRPr="008E2ACA" w:rsidRDefault="00C352A4" w:rsidP="00C352A4">
      <w:pPr>
        <w:pStyle w:val="BodyText"/>
      </w:pPr>
      <w:r w:rsidRPr="008E2ACA">
        <w:t xml:space="preserve">Ambient conditions </w:t>
      </w:r>
      <w:r w:rsidR="00E94B1F">
        <w:t>should</w:t>
      </w:r>
      <w:r w:rsidRPr="008E2ACA">
        <w:t xml:space="preserve"> be controlled, where required, to suit the operating environment and the navigation system requirements</w:t>
      </w:r>
    </w:p>
    <w:p w14:paraId="607FFBE7" w14:textId="77777777" w:rsidR="00085075" w:rsidRPr="008E2ACA" w:rsidRDefault="00C352A4" w:rsidP="00C352A4">
      <w:pPr>
        <w:pStyle w:val="BodyText"/>
      </w:pPr>
      <w:r w:rsidRPr="008E2ACA">
        <w:t xml:space="preserve">The MASS </w:t>
      </w:r>
      <w:r w:rsidR="00E94B1F">
        <w:t>should</w:t>
      </w:r>
      <w:r w:rsidR="00085075" w:rsidRPr="008E2ACA">
        <w:t>:</w:t>
      </w:r>
    </w:p>
    <w:p w14:paraId="28EFB7D8" w14:textId="77777777" w:rsidR="00C352A4" w:rsidRPr="008E2ACA" w:rsidRDefault="00085075" w:rsidP="008E2841">
      <w:pPr>
        <w:pStyle w:val="BodyText"/>
        <w:numPr>
          <w:ilvl w:val="0"/>
          <w:numId w:val="64"/>
        </w:numPr>
        <w:ind w:left="567" w:hanging="567"/>
      </w:pPr>
      <w:r w:rsidRPr="008E2ACA">
        <w:t>B</w:t>
      </w:r>
      <w:r w:rsidR="00C352A4" w:rsidRPr="008E2ACA">
        <w:t xml:space="preserve">e provided with appropriate sensors and processing equipment to adequately measure, analyse, assess, display and record fixed and mobile hazards in its physical environment for the conduct of safe navigation. </w:t>
      </w:r>
    </w:p>
    <w:p w14:paraId="0F6C94AA" w14:textId="77777777" w:rsidR="00C352A4" w:rsidRPr="008E2ACA" w:rsidRDefault="00085075" w:rsidP="008E2841">
      <w:pPr>
        <w:pStyle w:val="BodyText"/>
        <w:numPr>
          <w:ilvl w:val="0"/>
          <w:numId w:val="64"/>
        </w:numPr>
        <w:ind w:left="567" w:hanging="567"/>
      </w:pPr>
      <w:r w:rsidRPr="008E2ACA">
        <w:t>H</w:t>
      </w:r>
      <w:r w:rsidR="00C352A4" w:rsidRPr="008E2ACA">
        <w:t>ave a means to measure its depth (where applicable), direction and speed</w:t>
      </w:r>
    </w:p>
    <w:p w14:paraId="53900444" w14:textId="77777777" w:rsidR="00C352A4" w:rsidRPr="008E2ACA" w:rsidRDefault="00085075" w:rsidP="008E2841">
      <w:pPr>
        <w:pStyle w:val="BodyText"/>
        <w:numPr>
          <w:ilvl w:val="0"/>
          <w:numId w:val="64"/>
        </w:numPr>
        <w:ind w:left="567" w:hanging="567"/>
      </w:pPr>
      <w:r w:rsidRPr="008E2ACA">
        <w:t>H</w:t>
      </w:r>
      <w:r w:rsidR="00C352A4" w:rsidRPr="008E2ACA">
        <w:t>ave a means to display its manoeuvring limitations.</w:t>
      </w:r>
    </w:p>
    <w:p w14:paraId="57007B9E" w14:textId="77777777" w:rsidR="00C352A4" w:rsidRPr="008E2ACA" w:rsidRDefault="00085075" w:rsidP="008E2841">
      <w:pPr>
        <w:pStyle w:val="BodyText"/>
        <w:numPr>
          <w:ilvl w:val="0"/>
          <w:numId w:val="64"/>
        </w:numPr>
        <w:ind w:left="567" w:hanging="567"/>
      </w:pPr>
      <w:r w:rsidRPr="008E2ACA">
        <w:t>H</w:t>
      </w:r>
      <w:r w:rsidR="00C352A4" w:rsidRPr="008E2ACA">
        <w:t xml:space="preserve">ave a means to control its illuminated appearance. </w:t>
      </w:r>
    </w:p>
    <w:p w14:paraId="48935136" w14:textId="77777777" w:rsidR="00C352A4" w:rsidRPr="008E2ACA" w:rsidRDefault="00085075" w:rsidP="008E2841">
      <w:pPr>
        <w:pStyle w:val="BodyText"/>
        <w:numPr>
          <w:ilvl w:val="0"/>
          <w:numId w:val="64"/>
        </w:numPr>
        <w:ind w:left="567" w:hanging="567"/>
      </w:pPr>
      <w:r w:rsidRPr="008E2ACA">
        <w:t>H</w:t>
      </w:r>
      <w:r w:rsidR="00C352A4" w:rsidRPr="008E2ACA">
        <w:t xml:space="preserve">ave a means to communicate with other vessels. </w:t>
      </w:r>
    </w:p>
    <w:p w14:paraId="569F6546" w14:textId="77777777" w:rsidR="00085075" w:rsidRPr="008E2ACA" w:rsidRDefault="00085075" w:rsidP="008E2841">
      <w:pPr>
        <w:pStyle w:val="BodyText"/>
        <w:numPr>
          <w:ilvl w:val="0"/>
          <w:numId w:val="64"/>
        </w:numPr>
        <w:ind w:left="567" w:hanging="567"/>
      </w:pPr>
      <w:r w:rsidRPr="008E2ACA">
        <w:t>H</w:t>
      </w:r>
      <w:r w:rsidR="00C352A4" w:rsidRPr="008E2ACA">
        <w:t xml:space="preserve">ave a means to alert other vessels that it is in distress. </w:t>
      </w:r>
    </w:p>
    <w:p w14:paraId="3BFD1468" w14:textId="77777777" w:rsidR="00085075" w:rsidRPr="008E2ACA" w:rsidRDefault="00085075" w:rsidP="008E2841">
      <w:pPr>
        <w:pStyle w:val="BodyText"/>
        <w:numPr>
          <w:ilvl w:val="0"/>
          <w:numId w:val="64"/>
        </w:numPr>
        <w:ind w:left="567" w:hanging="567"/>
      </w:pPr>
      <w:r w:rsidRPr="008E2ACA">
        <w:t>B</w:t>
      </w:r>
      <w:r w:rsidR="00C352A4" w:rsidRPr="008E2ACA">
        <w:t xml:space="preserve">e fitted with systems in order to receive, transmit, record and analyse navigation data, in recognised formats, relevant to safe navigation, for the duration of the mission. These systems </w:t>
      </w:r>
      <w:r w:rsidR="00E94B1F">
        <w:t>should</w:t>
      </w:r>
      <w:r w:rsidR="00C352A4" w:rsidRPr="008E2ACA">
        <w:t xml:space="preserve"> be protected against unauthorised access. </w:t>
      </w:r>
    </w:p>
    <w:p w14:paraId="7704BBC9" w14:textId="77777777" w:rsidR="00085075" w:rsidRPr="008E2ACA" w:rsidRDefault="00085075" w:rsidP="008E2841">
      <w:pPr>
        <w:pStyle w:val="BodyText"/>
        <w:numPr>
          <w:ilvl w:val="0"/>
          <w:numId w:val="64"/>
        </w:numPr>
        <w:ind w:left="567" w:hanging="567"/>
      </w:pPr>
      <w:r w:rsidRPr="008E2ACA">
        <w:t>B</w:t>
      </w:r>
      <w:r w:rsidR="00C352A4" w:rsidRPr="008E2ACA">
        <w:t xml:space="preserve">e able to exhibit, by day and night, in all weathers, appropriate lights and shapes in order to indicate size, orientation, activity and limitations so as to facilitate the determination of risk of collision by other mariners. The Operator is to be aware of the conditions in which the MASS is operating and which lights and shapes are being displayed at any time. </w:t>
      </w:r>
    </w:p>
    <w:p w14:paraId="0BA4FE57" w14:textId="77777777" w:rsidR="00085075" w:rsidRPr="008E2ACA" w:rsidRDefault="00085075" w:rsidP="008E2841">
      <w:pPr>
        <w:pStyle w:val="BodyText"/>
        <w:numPr>
          <w:ilvl w:val="0"/>
          <w:numId w:val="64"/>
        </w:numPr>
        <w:ind w:left="567" w:hanging="567"/>
      </w:pPr>
      <w:r w:rsidRPr="008E2ACA">
        <w:t>B</w:t>
      </w:r>
      <w:r w:rsidR="00C352A4" w:rsidRPr="008E2ACA">
        <w:t xml:space="preserve">e able to generate, by day and night, in all weathers, sound signals, in order to indicate its orientation, activity and limitations to facilitate the determination of risk of collision by other mariners. The Operator is to be aware of the conditions in which the MASS is operating and which sound signals are being broadcast at any time. </w:t>
      </w:r>
    </w:p>
    <w:p w14:paraId="53BE0DDF" w14:textId="77777777" w:rsidR="00085075" w:rsidRPr="008E2ACA" w:rsidRDefault="00085075" w:rsidP="008E2841">
      <w:pPr>
        <w:pStyle w:val="BodyText"/>
        <w:numPr>
          <w:ilvl w:val="0"/>
          <w:numId w:val="64"/>
        </w:numPr>
        <w:ind w:left="567" w:hanging="567"/>
      </w:pPr>
      <w:r w:rsidRPr="008E2ACA">
        <w:t>B</w:t>
      </w:r>
      <w:r w:rsidR="00C352A4" w:rsidRPr="008E2ACA">
        <w:t xml:space="preserve">y day and night, in all weathers, </w:t>
      </w:r>
      <w:r w:rsidR="00E94B1F">
        <w:t>should</w:t>
      </w:r>
      <w:r w:rsidR="00C352A4" w:rsidRPr="008E2ACA">
        <w:t xml:space="preserve"> be able to detect the presence of nearby vessels, monitor their speed and direction and take measures as required to avoid a collision. </w:t>
      </w:r>
    </w:p>
    <w:p w14:paraId="3D26FBAE" w14:textId="77777777" w:rsidR="00085075" w:rsidRPr="008E2ACA" w:rsidRDefault="00085075" w:rsidP="008E2841">
      <w:pPr>
        <w:pStyle w:val="BodyText"/>
        <w:numPr>
          <w:ilvl w:val="0"/>
          <w:numId w:val="64"/>
        </w:numPr>
        <w:ind w:left="567" w:hanging="567"/>
      </w:pPr>
      <w:r w:rsidRPr="008E2ACA">
        <w:t>A</w:t>
      </w:r>
      <w:r w:rsidR="00C352A4" w:rsidRPr="008E2ACA">
        <w:t xml:space="preserve">lways have sufficient power and a means of manoeuvring available to ensure proper control. </w:t>
      </w:r>
    </w:p>
    <w:p w14:paraId="1B92099F" w14:textId="77777777" w:rsidR="00085075" w:rsidRPr="008E2ACA" w:rsidRDefault="00C352A4" w:rsidP="00085075">
      <w:pPr>
        <w:pStyle w:val="BodyText"/>
      </w:pPr>
      <w:r w:rsidRPr="008E2ACA">
        <w:t xml:space="preserve">Any penetrations in watertight and weathertight boundaries due to the navigation systems </w:t>
      </w:r>
      <w:r w:rsidR="00E94B1F">
        <w:t>should</w:t>
      </w:r>
      <w:r w:rsidRPr="008E2ACA">
        <w:t xml:space="preserve"> be designed</w:t>
      </w:r>
      <w:r w:rsidR="00085075" w:rsidRPr="008E2ACA">
        <w:t xml:space="preserve">, taking into the </w:t>
      </w:r>
      <w:r w:rsidRPr="008E2ACA">
        <w:t xml:space="preserve">requirements of </w:t>
      </w:r>
      <w:r w:rsidR="00085075" w:rsidRPr="008E2ACA">
        <w:t>s</w:t>
      </w:r>
      <w:r w:rsidRPr="008E2ACA">
        <w:t>tability</w:t>
      </w:r>
      <w:r w:rsidR="00085075" w:rsidRPr="008E2ACA">
        <w:t xml:space="preserve"> into consideration</w:t>
      </w:r>
      <w:r w:rsidRPr="008E2ACA">
        <w:t xml:space="preserve">. </w:t>
      </w:r>
    </w:p>
    <w:p w14:paraId="4C87D035" w14:textId="77777777" w:rsidR="00085075" w:rsidRPr="008E2ACA" w:rsidRDefault="00C352A4" w:rsidP="00085075">
      <w:pPr>
        <w:pStyle w:val="BodyText"/>
      </w:pPr>
      <w:r w:rsidRPr="008E2ACA">
        <w:t xml:space="preserve">Equipment necessary for the safety of navigation </w:t>
      </w:r>
      <w:r w:rsidR="00E94B1F">
        <w:t>should</w:t>
      </w:r>
      <w:r w:rsidRPr="008E2ACA">
        <w:t xml:space="preserve"> be capable of being safely accessed for the purpose of repair and routine maintenance. </w:t>
      </w:r>
    </w:p>
    <w:p w14:paraId="114B6AFB" w14:textId="77777777" w:rsidR="00085075" w:rsidRPr="008E2ACA" w:rsidRDefault="00C352A4" w:rsidP="00085075">
      <w:pPr>
        <w:pStyle w:val="BodyText"/>
      </w:pPr>
      <w:r w:rsidRPr="008E2ACA">
        <w:lastRenderedPageBreak/>
        <w:t xml:space="preserve">Operators </w:t>
      </w:r>
      <w:r w:rsidR="00E94B1F">
        <w:t>should</w:t>
      </w:r>
      <w:r w:rsidRPr="008E2ACA">
        <w:t xml:space="preserve"> be provided with adequate information and instructions for the safe and effective navigation of the MASS. These </w:t>
      </w:r>
      <w:r w:rsidR="00E94B1F">
        <w:t>should</w:t>
      </w:r>
      <w:r w:rsidRPr="008E2ACA">
        <w:t xml:space="preserve"> be presented in a language and format that can be understood by the Operator in the context in which it is required.</w:t>
      </w:r>
    </w:p>
    <w:p w14:paraId="1553DDFA" w14:textId="77777777" w:rsidR="00085075" w:rsidRPr="008E2ACA" w:rsidRDefault="00C352A4" w:rsidP="00085075">
      <w:pPr>
        <w:pStyle w:val="BodyText"/>
      </w:pPr>
      <w:r w:rsidRPr="008E2ACA">
        <w:t xml:space="preserve">It </w:t>
      </w:r>
      <w:r w:rsidR="00E94B1F">
        <w:t>should</w:t>
      </w:r>
      <w:r w:rsidRPr="008E2ACA">
        <w:t xml:space="preserve"> be possible to disable and isolate the Navigation system to allow inspection and maintenance tasks to be safely performed on the MASS. </w:t>
      </w:r>
    </w:p>
    <w:p w14:paraId="4D777B8A" w14:textId="77777777" w:rsidR="00C352A4" w:rsidRPr="008E2ACA" w:rsidRDefault="00C352A4" w:rsidP="00085075">
      <w:pPr>
        <w:pStyle w:val="BodyText"/>
      </w:pPr>
      <w:r w:rsidRPr="008E2ACA">
        <w:t xml:space="preserve"> System diagrams and instructions </w:t>
      </w:r>
      <w:r w:rsidR="00E94B1F">
        <w:t>should</w:t>
      </w:r>
      <w:r w:rsidRPr="008E2ACA">
        <w:t xml:space="preserve"> be provided for maintenance of the Navigation system in a language and format that can be understood</w:t>
      </w:r>
    </w:p>
    <w:p w14:paraId="7BCB2E0D" w14:textId="77777777" w:rsidR="000D1B4D" w:rsidRPr="008E2ACA" w:rsidRDefault="008C6088" w:rsidP="00C135D0">
      <w:pPr>
        <w:pStyle w:val="Heading2"/>
        <w:ind w:left="851" w:hanging="851"/>
      </w:pPr>
      <w:bookmarkStart w:id="94" w:name="_Toc97046779"/>
      <w:r w:rsidRPr="008E2ACA">
        <w:t>Communications Systems</w:t>
      </w:r>
      <w:bookmarkEnd w:id="94"/>
    </w:p>
    <w:p w14:paraId="3CB2AF85" w14:textId="77777777" w:rsidR="006812E5" w:rsidRPr="008E2ACA" w:rsidRDefault="006812E5" w:rsidP="006812E5">
      <w:pPr>
        <w:pStyle w:val="Heading2separationline"/>
      </w:pPr>
    </w:p>
    <w:p w14:paraId="2E045277" w14:textId="77777777" w:rsidR="008C6088" w:rsidRPr="008E2ACA" w:rsidRDefault="008C6088" w:rsidP="00C135D0">
      <w:pPr>
        <w:pStyle w:val="BodyText"/>
        <w:rPr>
          <w:rFonts w:cstheme="minorHAnsi"/>
        </w:rPr>
      </w:pPr>
      <w:r w:rsidRPr="008E2ACA">
        <w:t xml:space="preserve">MASS will be heavily dependent on communications systems for control and monitoring of the MASS, irrespective </w:t>
      </w:r>
      <w:r w:rsidRPr="008E2ACA">
        <w:rPr>
          <w:rFonts w:cstheme="minorHAnsi"/>
        </w:rPr>
        <w:t xml:space="preserve">of any existing regulatory requirements for carrying radio-communications systems. </w:t>
      </w:r>
    </w:p>
    <w:p w14:paraId="76DC6E34" w14:textId="77777777" w:rsidR="008C6088" w:rsidRPr="008E2ACA" w:rsidRDefault="008C6088" w:rsidP="00C135D0">
      <w:pPr>
        <w:pStyle w:val="BodyText"/>
        <w:rPr>
          <w:rFonts w:cstheme="minorHAnsi"/>
        </w:rPr>
      </w:pPr>
      <w:r w:rsidRPr="008E2ACA">
        <w:rPr>
          <w:rFonts w:cstheme="minorHAnsi"/>
        </w:rPr>
        <w:t xml:space="preserve">RF communications requirements for MASS will include the following: </w:t>
      </w:r>
    </w:p>
    <w:p w14:paraId="017CABF8" w14:textId="77777777" w:rsidR="008C6088" w:rsidRPr="008E2ACA" w:rsidRDefault="00090D3A" w:rsidP="008E2841">
      <w:pPr>
        <w:pStyle w:val="BodyText"/>
        <w:numPr>
          <w:ilvl w:val="0"/>
          <w:numId w:val="47"/>
        </w:numPr>
        <w:ind w:left="426" w:hanging="426"/>
        <w:rPr>
          <w:rFonts w:cstheme="minorHAnsi"/>
          <w:color w:val="000000" w:themeColor="text1"/>
        </w:rPr>
      </w:pPr>
      <w:r w:rsidRPr="003E5CDA">
        <w:rPr>
          <w:rFonts w:cstheme="minorHAnsi"/>
          <w:color w:val="221E1F"/>
          <w:szCs w:val="18"/>
        </w:rPr>
        <w:t xml:space="preserve">Global Maritime Distress &amp; Safety System </w:t>
      </w:r>
      <w:r w:rsidRPr="008E2ACA">
        <w:rPr>
          <w:rFonts w:cstheme="minorHAnsi"/>
          <w:color w:val="221E1F"/>
          <w:szCs w:val="18"/>
        </w:rPr>
        <w:t>(</w:t>
      </w:r>
      <w:r w:rsidR="008C6088" w:rsidRPr="008E2ACA">
        <w:rPr>
          <w:rFonts w:cstheme="minorHAnsi"/>
          <w:color w:val="000000" w:themeColor="text1"/>
        </w:rPr>
        <w:t>GMDSS</w:t>
      </w:r>
      <w:r w:rsidRPr="008E2ACA">
        <w:rPr>
          <w:rFonts w:cstheme="minorHAnsi"/>
          <w:color w:val="000000" w:themeColor="text1"/>
        </w:rPr>
        <w:t>)</w:t>
      </w:r>
      <w:r w:rsidR="008C6088" w:rsidRPr="008E2ACA">
        <w:rPr>
          <w:rFonts w:cstheme="minorHAnsi"/>
          <w:color w:val="000000" w:themeColor="text1"/>
        </w:rPr>
        <w:t xml:space="preserve"> compatibility; </w:t>
      </w:r>
    </w:p>
    <w:p w14:paraId="26DDEBF0" w14:textId="77777777" w:rsidR="008C6088" w:rsidRPr="008E2ACA" w:rsidRDefault="008C6088" w:rsidP="008E2841">
      <w:pPr>
        <w:pStyle w:val="BodyText"/>
        <w:numPr>
          <w:ilvl w:val="0"/>
          <w:numId w:val="47"/>
        </w:numPr>
        <w:ind w:left="426" w:hanging="426"/>
        <w:rPr>
          <w:rFonts w:cstheme="minorHAnsi"/>
          <w:color w:val="000000" w:themeColor="text1"/>
        </w:rPr>
      </w:pPr>
      <w:r w:rsidRPr="008E2ACA">
        <w:rPr>
          <w:rFonts w:cstheme="minorHAnsi"/>
          <w:color w:val="000000" w:themeColor="text1"/>
        </w:rPr>
        <w:t xml:space="preserve">Communications for Control System Monitoring and Input. </w:t>
      </w:r>
    </w:p>
    <w:p w14:paraId="2AB11B6D" w14:textId="77777777" w:rsidR="008C6088" w:rsidRPr="008E2ACA" w:rsidRDefault="008C6088" w:rsidP="001A2F89">
      <w:pPr>
        <w:pStyle w:val="Heading3"/>
        <w:keepNext w:val="0"/>
        <w:keepLines w:val="0"/>
        <w:ind w:left="993" w:hanging="993"/>
      </w:pPr>
      <w:bookmarkStart w:id="95" w:name="_Toc97046780"/>
      <w:r w:rsidRPr="008E2ACA">
        <w:t xml:space="preserve">GMDSS </w:t>
      </w:r>
      <w:r w:rsidR="001A2F89" w:rsidRPr="008E2ACA">
        <w:t>Requirements</w:t>
      </w:r>
      <w:bookmarkEnd w:id="95"/>
      <w:r w:rsidRPr="008E2ACA">
        <w:t xml:space="preserve"> </w:t>
      </w:r>
    </w:p>
    <w:p w14:paraId="6775DD47" w14:textId="77777777" w:rsidR="008C6088" w:rsidRPr="008E2ACA" w:rsidRDefault="008C6088" w:rsidP="00C135D0">
      <w:pPr>
        <w:pStyle w:val="BodyText"/>
        <w:rPr>
          <w:color w:val="000000" w:themeColor="text1"/>
        </w:rPr>
      </w:pPr>
      <w:r w:rsidRPr="008E2ACA">
        <w:rPr>
          <w:color w:val="000000" w:themeColor="text1"/>
        </w:rPr>
        <w:t xml:space="preserve">The application of SOLAS Chapter IV (Radiocommunications) is to cargo ships of 300 gross tonnage and upwards on international voyages. </w:t>
      </w:r>
    </w:p>
    <w:p w14:paraId="2FB6E996" w14:textId="77777777" w:rsidR="008C6088" w:rsidRPr="008E2ACA" w:rsidRDefault="008C6088" w:rsidP="00C135D0">
      <w:pPr>
        <w:pStyle w:val="BodyText"/>
        <w:rPr>
          <w:color w:val="000000" w:themeColor="text1"/>
        </w:rPr>
      </w:pPr>
      <w:r w:rsidRPr="008E2ACA">
        <w:rPr>
          <w:color w:val="000000" w:themeColor="text1"/>
        </w:rPr>
        <w:t xml:space="preserve">The Merchant Shipping (Radio Installations) Regulations (SI 1998 No. 2070) require cargo ships of 300 gross tonnage and upwards on domestic voyages to carry a GMDSS radio installation as described in the regulations. MASS of 300 gross tonnage and upwards should therefore comply with these regulations. </w:t>
      </w:r>
    </w:p>
    <w:p w14:paraId="172BFA29" w14:textId="77777777" w:rsidR="008C6088" w:rsidRPr="008E2ACA" w:rsidRDefault="008C6088" w:rsidP="00C135D0">
      <w:pPr>
        <w:pStyle w:val="BodyText"/>
        <w:rPr>
          <w:color w:val="000000" w:themeColor="text1"/>
        </w:rPr>
      </w:pPr>
      <w:r w:rsidRPr="008E2ACA">
        <w:rPr>
          <w:color w:val="000000" w:themeColor="text1"/>
        </w:rPr>
        <w:t xml:space="preserve">There are no requirements for ships under 300 gross tonnage, although any ship using the frequencies of the GMDSS are bound by the requirements of the ITU Radio Regulations. </w:t>
      </w:r>
    </w:p>
    <w:p w14:paraId="0D28A222" w14:textId="77777777" w:rsidR="008C6088" w:rsidRPr="008E2ACA" w:rsidRDefault="008C6088" w:rsidP="00C135D0">
      <w:pPr>
        <w:pStyle w:val="BodyText"/>
        <w:rPr>
          <w:color w:val="000000" w:themeColor="text1"/>
        </w:rPr>
      </w:pPr>
      <w:r w:rsidRPr="008E2ACA">
        <w:rPr>
          <w:color w:val="000000" w:themeColor="text1"/>
        </w:rPr>
        <w:t xml:space="preserve">The radio equipment to be carried depends on the capabilities of the MASS and the area of operation. The minimum and recommended radio equipment is given in Table 10-1. </w:t>
      </w:r>
    </w:p>
    <w:p w14:paraId="6AE09E68" w14:textId="77777777" w:rsidR="008C6088" w:rsidRPr="008E2ACA" w:rsidRDefault="008C6088" w:rsidP="00C135D0">
      <w:pPr>
        <w:pStyle w:val="BodyText"/>
        <w:rPr>
          <w:color w:val="000000" w:themeColor="text1"/>
        </w:rPr>
      </w:pPr>
      <w:r w:rsidRPr="008E2ACA">
        <w:rPr>
          <w:color w:val="000000" w:themeColor="text1"/>
        </w:rPr>
        <w:t xml:space="preserve">The controller of the MASS while operating should, when practicable, be capable of receiving, interpreting and acting upon information transmitted via the following communications channels: </w:t>
      </w:r>
    </w:p>
    <w:p w14:paraId="4629F47E" w14:textId="77777777" w:rsidR="008C6088" w:rsidRPr="008E2ACA" w:rsidRDefault="008C6088" w:rsidP="008E2841">
      <w:pPr>
        <w:pStyle w:val="BodyText"/>
        <w:numPr>
          <w:ilvl w:val="0"/>
          <w:numId w:val="48"/>
        </w:numPr>
        <w:ind w:left="426" w:hanging="426"/>
        <w:rPr>
          <w:rFonts w:ascii="Calibri" w:hAnsi="Calibri" w:cs="Calibri"/>
          <w:color w:val="000000" w:themeColor="text1"/>
        </w:rPr>
      </w:pPr>
      <w:r w:rsidRPr="008E2ACA">
        <w:rPr>
          <w:rFonts w:ascii="Calibri" w:hAnsi="Calibri" w:cs="Calibri"/>
          <w:color w:val="000000" w:themeColor="text1"/>
        </w:rPr>
        <w:t xml:space="preserve">Where practicable on VHF channel 16; </w:t>
      </w:r>
    </w:p>
    <w:p w14:paraId="5295513A" w14:textId="77777777" w:rsidR="008C6088" w:rsidRPr="008E2ACA" w:rsidRDefault="008C6088" w:rsidP="008E2841">
      <w:pPr>
        <w:pStyle w:val="BodyText"/>
        <w:numPr>
          <w:ilvl w:val="0"/>
          <w:numId w:val="48"/>
        </w:numPr>
        <w:ind w:left="426" w:hanging="426"/>
        <w:rPr>
          <w:rFonts w:ascii="Calibri" w:hAnsi="Calibri" w:cs="Calibri"/>
          <w:color w:val="000000" w:themeColor="text1"/>
        </w:rPr>
      </w:pPr>
      <w:r w:rsidRPr="008E2ACA">
        <w:rPr>
          <w:rFonts w:ascii="Calibri" w:hAnsi="Calibri" w:cs="Calibri"/>
          <w:color w:val="000000" w:themeColor="text1"/>
        </w:rPr>
        <w:t xml:space="preserve">On VHF DSC channel 70; </w:t>
      </w:r>
    </w:p>
    <w:p w14:paraId="4559F48A" w14:textId="77777777" w:rsidR="008C6088" w:rsidRPr="008E2ACA" w:rsidRDefault="008C6088" w:rsidP="008E2841">
      <w:pPr>
        <w:pStyle w:val="BodyText"/>
        <w:numPr>
          <w:ilvl w:val="0"/>
          <w:numId w:val="48"/>
        </w:numPr>
        <w:ind w:left="426" w:hanging="426"/>
        <w:rPr>
          <w:rFonts w:ascii="Calibri" w:hAnsi="Calibri" w:cs="Calibri"/>
          <w:color w:val="000000" w:themeColor="text1"/>
        </w:rPr>
      </w:pPr>
      <w:r w:rsidRPr="008E2ACA">
        <w:rPr>
          <w:rFonts w:ascii="Calibri" w:hAnsi="Calibri" w:cs="Calibri"/>
          <w:color w:val="000000" w:themeColor="text1"/>
        </w:rPr>
        <w:t xml:space="preserve">If fitted with an MF installation, on DSC 2187.5 kHz; </w:t>
      </w:r>
    </w:p>
    <w:p w14:paraId="27071D23" w14:textId="77777777" w:rsidR="008C6088" w:rsidRPr="008E2ACA" w:rsidRDefault="008C6088" w:rsidP="008E2841">
      <w:pPr>
        <w:pStyle w:val="BodyText"/>
        <w:numPr>
          <w:ilvl w:val="0"/>
          <w:numId w:val="48"/>
        </w:numPr>
        <w:ind w:left="426" w:hanging="426"/>
        <w:rPr>
          <w:rFonts w:ascii="Calibri" w:hAnsi="Calibri" w:cs="Calibri"/>
          <w:color w:val="000000" w:themeColor="text1"/>
        </w:rPr>
      </w:pPr>
      <w:r w:rsidRPr="008E2ACA">
        <w:rPr>
          <w:rFonts w:ascii="Calibri" w:hAnsi="Calibri" w:cs="Calibri"/>
          <w:color w:val="000000" w:themeColor="text1"/>
        </w:rPr>
        <w:t xml:space="preserve">If fitted with a satellite installation, with enhanced group calling; </w:t>
      </w:r>
    </w:p>
    <w:p w14:paraId="56F59ABC" w14:textId="77777777" w:rsidR="008C6088" w:rsidRPr="008E2ACA" w:rsidRDefault="008C6088" w:rsidP="008E2841">
      <w:pPr>
        <w:pStyle w:val="BodyText"/>
        <w:numPr>
          <w:ilvl w:val="0"/>
          <w:numId w:val="48"/>
        </w:numPr>
        <w:ind w:left="426" w:hanging="426"/>
        <w:rPr>
          <w:rFonts w:ascii="Calibri" w:hAnsi="Calibri" w:cs="Calibri"/>
          <w:color w:val="000000" w:themeColor="text1"/>
        </w:rPr>
      </w:pPr>
      <w:r w:rsidRPr="008E2ACA">
        <w:rPr>
          <w:rFonts w:ascii="Calibri" w:hAnsi="Calibri" w:cs="Calibri"/>
          <w:color w:val="000000" w:themeColor="text1"/>
        </w:rPr>
        <w:t xml:space="preserve">For broadcasts of Maritime Safety Information e.g. by NAVTEX. </w:t>
      </w:r>
    </w:p>
    <w:p w14:paraId="273E0207" w14:textId="77777777" w:rsidR="000D1B4D" w:rsidRPr="008E2ACA" w:rsidRDefault="008C6088" w:rsidP="001A2F89">
      <w:pPr>
        <w:pStyle w:val="BodyText"/>
      </w:pPr>
      <w:r w:rsidRPr="008E2ACA">
        <w:rPr>
          <w:color w:val="221E1F"/>
        </w:rPr>
        <w:t>The controller of the MASS should hold a certificate of competence for distress and safety radiocommunications (e.g. GMDSS Short Range Certificate or Long Range Certificate as appropriate).</w:t>
      </w:r>
    </w:p>
    <w:p w14:paraId="10E09752" w14:textId="77777777" w:rsidR="008C6088" w:rsidRPr="008C6088" w:rsidRDefault="001A2F89" w:rsidP="001A2F89">
      <w:pPr>
        <w:pStyle w:val="Heading3"/>
        <w:keepNext w:val="0"/>
        <w:keepLines w:val="0"/>
        <w:ind w:left="993" w:hanging="993"/>
      </w:pPr>
      <w:bookmarkStart w:id="96" w:name="_Toc97046781"/>
      <w:r w:rsidRPr="008E2ACA">
        <w:t>Communications For Control System Monitoring and Input</w:t>
      </w:r>
      <w:bookmarkEnd w:id="96"/>
      <w:r w:rsidRPr="008E2ACA">
        <w:t xml:space="preserve"> </w:t>
      </w:r>
    </w:p>
    <w:p w14:paraId="1319D0ED" w14:textId="77777777" w:rsidR="008C6088" w:rsidRPr="008E2ACA" w:rsidRDefault="008C6088" w:rsidP="001A2F89">
      <w:pPr>
        <w:pStyle w:val="BodyText"/>
      </w:pPr>
      <w:r w:rsidRPr="008E2ACA">
        <w:t xml:space="preserve">RF Communications systems that are required to exercise the required Level of Control </w:t>
      </w:r>
      <w:r w:rsidR="00620D8F" w:rsidRPr="008E2ACA">
        <w:t>(LoC</w:t>
      </w:r>
      <w:r w:rsidRPr="008E2ACA">
        <w:t>), or are necessary to enable the Emergency Stop functionality, should be provided with reversionary modes and backup energy supplies, the scope of which will depend on both the MASS Classification</w:t>
      </w:r>
      <w:r w:rsidR="001A2F89" w:rsidRPr="008E2ACA">
        <w:t>.</w:t>
      </w:r>
    </w:p>
    <w:p w14:paraId="6070C70C" w14:textId="77777777" w:rsidR="008C6088" w:rsidRPr="008E2ACA" w:rsidRDefault="008C6088" w:rsidP="001A2F89">
      <w:pPr>
        <w:pStyle w:val="BodyText"/>
      </w:pPr>
      <w:r w:rsidRPr="008E2ACA">
        <w:t xml:space="preserve">These reversionary modes and energy supplies should be considered in the Risk Assessment, such that the risk of loss of control communications and ability to execute the emergency stop function is reduced to a level As Low As Reasonably Practical (ALARP). </w:t>
      </w:r>
    </w:p>
    <w:p w14:paraId="619104FA" w14:textId="77777777" w:rsidR="008C6088" w:rsidRPr="008E2ACA" w:rsidRDefault="008C6088" w:rsidP="001A2F89">
      <w:pPr>
        <w:pStyle w:val="BodyText"/>
      </w:pPr>
      <w:r w:rsidRPr="008E2ACA">
        <w:lastRenderedPageBreak/>
        <w:t xml:space="preserve">The communication suite is assumed to reflect the holistic coding requirements or registration certification of the MASS. Any reduction in system fit should be formally recorded, with each new mission/task requirement being reviewed and documented as ‘fit for task’ prior to operation. </w:t>
      </w:r>
    </w:p>
    <w:p w14:paraId="1378E10F" w14:textId="77777777" w:rsidR="008C6088" w:rsidRPr="008E2ACA" w:rsidRDefault="008C6088" w:rsidP="001A2F89">
      <w:pPr>
        <w:pStyle w:val="BodyText"/>
      </w:pPr>
      <w:r w:rsidRPr="008E2ACA">
        <w:t xml:space="preserve">If alternative communication systems are adopted as the primary method, the appropriate minimum level of RF communication capability should be fitted relative to the specific operation cycle. </w:t>
      </w:r>
    </w:p>
    <w:p w14:paraId="1F5EC80E" w14:textId="77777777" w:rsidR="008C6088" w:rsidRPr="008E2ACA" w:rsidRDefault="008C6088" w:rsidP="001A2F89">
      <w:pPr>
        <w:pStyle w:val="BodyText"/>
      </w:pPr>
      <w:r w:rsidRPr="008E2ACA">
        <w:t>In the case of a wider system failure, an adequate failsafe communication system to support COLREG compliance should be fitted. This system should have suitable range and endurance capabilities as to enable the operator to effect appropriate safe management of the uncontrolled MASS.</w:t>
      </w:r>
    </w:p>
    <w:p w14:paraId="122D7F21" w14:textId="77777777" w:rsidR="008C6088" w:rsidRPr="008C6088" w:rsidRDefault="001A2F89" w:rsidP="001A2F89">
      <w:pPr>
        <w:pStyle w:val="Heading3"/>
        <w:keepNext w:val="0"/>
        <w:keepLines w:val="0"/>
        <w:ind w:left="993" w:hanging="993"/>
      </w:pPr>
      <w:bookmarkStart w:id="97" w:name="_Toc97046782"/>
      <w:r w:rsidRPr="008E2ACA">
        <w:t>RF Communications Installation</w:t>
      </w:r>
      <w:bookmarkEnd w:id="97"/>
      <w:r w:rsidRPr="008E2ACA">
        <w:t xml:space="preserve"> </w:t>
      </w:r>
    </w:p>
    <w:p w14:paraId="7672D7BF" w14:textId="77777777" w:rsidR="008C6088" w:rsidRPr="008E2ACA" w:rsidRDefault="008C6088" w:rsidP="001A2F89">
      <w:pPr>
        <w:pStyle w:val="BodyText"/>
      </w:pPr>
      <w:r w:rsidRPr="008E2ACA">
        <w:t xml:space="preserve">All radio communication equipment should be of a type which is approved by the relevant authority. </w:t>
      </w:r>
    </w:p>
    <w:p w14:paraId="2ECBB485" w14:textId="77777777" w:rsidR="008C6088" w:rsidRPr="008E2ACA" w:rsidRDefault="008C6088" w:rsidP="001A2F89">
      <w:pPr>
        <w:pStyle w:val="BodyText"/>
      </w:pPr>
      <w:r w:rsidRPr="008E2ACA">
        <w:t xml:space="preserve">VHF transmission and reception ranges are reliable only within the </w:t>
      </w:r>
      <w:r w:rsidR="00FA7A80" w:rsidRPr="008E2ACA">
        <w:t>LOS</w:t>
      </w:r>
      <w:r w:rsidRPr="008E2ACA">
        <w:t xml:space="preserve"> ranges of the aerials. </w:t>
      </w:r>
    </w:p>
    <w:p w14:paraId="57D92F27" w14:textId="77777777" w:rsidR="008C6088" w:rsidRPr="008E2ACA" w:rsidRDefault="008C6088" w:rsidP="001A2F89">
      <w:pPr>
        <w:pStyle w:val="BodyText"/>
      </w:pPr>
      <w:r w:rsidRPr="008E2ACA">
        <w:t xml:space="preserve">Aerials should be mounted as high as is practicable to maximise performance. When the main aerial is fitted to a mast, which is equipped to carry sails, an emergency aerial should be provided. </w:t>
      </w:r>
    </w:p>
    <w:p w14:paraId="41F2C708" w14:textId="77777777" w:rsidR="008C6088" w:rsidRPr="008E2ACA" w:rsidRDefault="008C6088" w:rsidP="001A2F89">
      <w:pPr>
        <w:pStyle w:val="BodyText"/>
      </w:pPr>
      <w:r w:rsidRPr="008E2ACA">
        <w:t>Masters, Owners and Operators should be aware of VHF coverage in the intended area of operation. Where the certainty of good VHF coverage in the UK coastal area is in doubt, Masters, Owners and Operators should seek advice from the Administration on whether Medium Frequency (MF) or other equipment with long range transmission capability should be carried. (i.e. Mobile Satellite Communications Systems, etc.).</w:t>
      </w:r>
    </w:p>
    <w:p w14:paraId="19CA4BE9" w14:textId="77777777" w:rsidR="000E689B" w:rsidRPr="008E2ACA" w:rsidRDefault="000E689B" w:rsidP="001470E8">
      <w:pPr>
        <w:pStyle w:val="Heading3"/>
        <w:keepNext w:val="0"/>
        <w:keepLines w:val="0"/>
        <w:ind w:left="993" w:hanging="993"/>
      </w:pPr>
      <w:bookmarkStart w:id="98" w:name="_Toc97046783"/>
      <w:r w:rsidRPr="008E2ACA">
        <w:t>Positioning the MASS (onboard ship sensors)</w:t>
      </w:r>
      <w:r w:rsidR="00461DED" w:rsidRPr="008E2ACA">
        <w:t xml:space="preserve"> (</w:t>
      </w:r>
      <w:r w:rsidR="00461DED" w:rsidRPr="008E2ACA">
        <w:rPr>
          <w:highlight w:val="yellow"/>
        </w:rPr>
        <w:t>ENAV?)</w:t>
      </w:r>
      <w:bookmarkEnd w:id="98"/>
    </w:p>
    <w:p w14:paraId="00CEE07F" w14:textId="77777777" w:rsidR="00054C6A" w:rsidRDefault="00D523FD" w:rsidP="00054C6A">
      <w:pPr>
        <w:pStyle w:val="BodyText"/>
      </w:pPr>
      <w:r w:rsidRPr="008A329C">
        <w:rPr>
          <w:highlight w:val="yellow"/>
        </w:rPr>
        <w:t>???</w:t>
      </w:r>
    </w:p>
    <w:p w14:paraId="1B871A1E" w14:textId="77777777" w:rsidR="00D523FD" w:rsidRDefault="00D523FD" w:rsidP="00054C6A">
      <w:pPr>
        <w:pStyle w:val="BodyText"/>
      </w:pPr>
    </w:p>
    <w:p w14:paraId="2901AA4C" w14:textId="77777777" w:rsidR="00D523FD" w:rsidRPr="008E2ACA" w:rsidRDefault="00D523FD" w:rsidP="00054C6A">
      <w:pPr>
        <w:pStyle w:val="BodyText"/>
      </w:pPr>
    </w:p>
    <w:p w14:paraId="3FEEE9D5" w14:textId="77777777" w:rsidR="000E689B" w:rsidRPr="008E2ACA" w:rsidRDefault="000E689B" w:rsidP="001470E8">
      <w:pPr>
        <w:pStyle w:val="Heading3"/>
        <w:keepNext w:val="0"/>
        <w:keepLines w:val="0"/>
        <w:ind w:left="993" w:hanging="993"/>
        <w:rPr>
          <w:sz w:val="24"/>
          <w:szCs w:val="24"/>
        </w:rPr>
      </w:pPr>
      <w:bookmarkStart w:id="99" w:name="_Toc97046784"/>
      <w:r w:rsidRPr="008E2ACA">
        <w:rPr>
          <w:sz w:val="24"/>
          <w:szCs w:val="24"/>
        </w:rPr>
        <w:t>Positioning the MASS (external sensors/services)</w:t>
      </w:r>
      <w:r w:rsidR="00461DED" w:rsidRPr="008E2ACA">
        <w:rPr>
          <w:sz w:val="24"/>
          <w:szCs w:val="24"/>
        </w:rPr>
        <w:t xml:space="preserve"> </w:t>
      </w:r>
      <w:r w:rsidR="00461DED" w:rsidRPr="008E2ACA">
        <w:rPr>
          <w:sz w:val="24"/>
          <w:szCs w:val="24"/>
          <w:highlight w:val="yellow"/>
        </w:rPr>
        <w:t>(ENAV?)</w:t>
      </w:r>
      <w:bookmarkEnd w:id="99"/>
    </w:p>
    <w:p w14:paraId="4B8D65C2" w14:textId="77777777" w:rsidR="00D523FD" w:rsidRPr="008E2ACA" w:rsidRDefault="00D523FD" w:rsidP="00D523FD">
      <w:pPr>
        <w:pStyle w:val="BodyText"/>
      </w:pPr>
      <w:r w:rsidRPr="002519A7">
        <w:rPr>
          <w:highlight w:val="yellow"/>
        </w:rPr>
        <w:t>???</w:t>
      </w:r>
    </w:p>
    <w:p w14:paraId="0A85AFAD" w14:textId="77777777" w:rsidR="00054C6A" w:rsidRDefault="00054C6A" w:rsidP="00054C6A">
      <w:pPr>
        <w:pStyle w:val="BodyText"/>
      </w:pPr>
    </w:p>
    <w:p w14:paraId="45B13E6A" w14:textId="77777777" w:rsidR="00D523FD" w:rsidRPr="008E2ACA" w:rsidRDefault="00D523FD" w:rsidP="00054C6A">
      <w:pPr>
        <w:pStyle w:val="BodyText"/>
      </w:pPr>
    </w:p>
    <w:p w14:paraId="3BB435AF" w14:textId="77777777" w:rsidR="000E689B" w:rsidRPr="008E2ACA" w:rsidRDefault="000E689B" w:rsidP="001470E8">
      <w:pPr>
        <w:pStyle w:val="Heading3"/>
        <w:keepNext w:val="0"/>
        <w:keepLines w:val="0"/>
        <w:ind w:left="993" w:hanging="993"/>
        <w:rPr>
          <w:sz w:val="24"/>
          <w:szCs w:val="24"/>
        </w:rPr>
      </w:pPr>
      <w:bookmarkStart w:id="100" w:name="_Toc97046785"/>
      <w:r w:rsidRPr="008E2ACA">
        <w:rPr>
          <w:sz w:val="24"/>
          <w:szCs w:val="24"/>
        </w:rPr>
        <w:t>Route exchange MASS/shore, MASS/ship, MASS/MASS</w:t>
      </w:r>
      <w:bookmarkEnd w:id="100"/>
    </w:p>
    <w:p w14:paraId="0B7C57DD" w14:textId="77777777" w:rsidR="00D523FD" w:rsidRDefault="00D523FD" w:rsidP="00D523FD">
      <w:pPr>
        <w:pStyle w:val="BodyText"/>
      </w:pPr>
      <w:r w:rsidRPr="002519A7">
        <w:rPr>
          <w:highlight w:val="yellow"/>
        </w:rPr>
        <w:t>???</w:t>
      </w:r>
    </w:p>
    <w:p w14:paraId="3C43723B" w14:textId="77777777" w:rsidR="008A329C" w:rsidRDefault="008A329C" w:rsidP="00D523FD">
      <w:pPr>
        <w:pStyle w:val="BodyText"/>
      </w:pPr>
    </w:p>
    <w:p w14:paraId="02821D13" w14:textId="77777777" w:rsidR="008A329C" w:rsidRPr="008E2ACA" w:rsidRDefault="008A329C" w:rsidP="00D523FD">
      <w:pPr>
        <w:pStyle w:val="BodyText"/>
      </w:pPr>
    </w:p>
    <w:p w14:paraId="54A21AFF" w14:textId="77777777" w:rsidR="000E689B" w:rsidRPr="008E2ACA" w:rsidRDefault="00F1628E" w:rsidP="001D31A7">
      <w:pPr>
        <w:pStyle w:val="Heading2"/>
        <w:ind w:left="851" w:hanging="851"/>
      </w:pPr>
      <w:bookmarkStart w:id="101" w:name="_Toc97046786"/>
      <w:r w:rsidRPr="008E2ACA">
        <w:t>MASS interaction</w:t>
      </w:r>
      <w:bookmarkEnd w:id="101"/>
    </w:p>
    <w:p w14:paraId="69F29236" w14:textId="77777777" w:rsidR="006812E5" w:rsidRPr="008E2ACA" w:rsidRDefault="006812E5" w:rsidP="006812E5">
      <w:pPr>
        <w:pStyle w:val="Heading2separationline"/>
      </w:pPr>
    </w:p>
    <w:p w14:paraId="19E00FD7" w14:textId="77777777" w:rsidR="00F1628E" w:rsidRPr="008E2ACA" w:rsidRDefault="000F75A1" w:rsidP="000E689B">
      <w:pPr>
        <w:pStyle w:val="BodyText"/>
      </w:pPr>
      <w:r w:rsidRPr="008E2ACA">
        <w:t xml:space="preserve">The AtoN to be delivered to support the various degrees of autonomy for MASS operations need to be identified considering: </w:t>
      </w:r>
      <w:r w:rsidR="00F1628E" w:rsidRPr="008E2ACA">
        <w:t>MASS interaction with:</w:t>
      </w:r>
    </w:p>
    <w:p w14:paraId="43CC6600" w14:textId="77777777" w:rsidR="00F1628E" w:rsidRPr="008E2ACA" w:rsidRDefault="00F1628E" w:rsidP="008A329C">
      <w:pPr>
        <w:pStyle w:val="BodyText"/>
        <w:numPr>
          <w:ilvl w:val="0"/>
          <w:numId w:val="54"/>
        </w:numPr>
        <w:ind w:left="426" w:hanging="426"/>
      </w:pPr>
      <w:r w:rsidRPr="008E2ACA">
        <w:t>Manned vessels</w:t>
      </w:r>
    </w:p>
    <w:p w14:paraId="1371DF00" w14:textId="77777777" w:rsidR="000E689B" w:rsidRPr="008E2ACA" w:rsidRDefault="000E689B" w:rsidP="008A329C">
      <w:pPr>
        <w:pStyle w:val="BodyText"/>
        <w:numPr>
          <w:ilvl w:val="0"/>
          <w:numId w:val="55"/>
        </w:numPr>
      </w:pPr>
      <w:r w:rsidRPr="008E2ACA">
        <w:t>Choice of media (voice, digital, etc)</w:t>
      </w:r>
    </w:p>
    <w:p w14:paraId="1284C40A" w14:textId="77777777" w:rsidR="000E689B" w:rsidRPr="008E2ACA" w:rsidRDefault="000E689B" w:rsidP="008A329C">
      <w:pPr>
        <w:pStyle w:val="BodyText"/>
        <w:numPr>
          <w:ilvl w:val="0"/>
          <w:numId w:val="55"/>
        </w:numPr>
      </w:pPr>
      <w:r w:rsidRPr="008E2ACA">
        <w:t xml:space="preserve">How to inform other seafarers </w:t>
      </w:r>
      <w:r w:rsidRPr="008A329C">
        <w:t>(COLREG rules 16++)</w:t>
      </w:r>
    </w:p>
    <w:p w14:paraId="0A618096" w14:textId="77777777" w:rsidR="000E689B" w:rsidRPr="008E2ACA" w:rsidRDefault="000E689B" w:rsidP="008A329C">
      <w:pPr>
        <w:pStyle w:val="BodyText"/>
        <w:numPr>
          <w:ilvl w:val="0"/>
          <w:numId w:val="55"/>
        </w:numPr>
      </w:pPr>
      <w:r w:rsidRPr="008E2ACA">
        <w:t>How to interact with smaller vessels, kayaks, rowing boats etc. (including target detection)</w:t>
      </w:r>
    </w:p>
    <w:p w14:paraId="598EC2DF" w14:textId="77777777" w:rsidR="000E689B" w:rsidRPr="008E2ACA" w:rsidRDefault="00F1628E" w:rsidP="008A329C">
      <w:pPr>
        <w:pStyle w:val="BodyText"/>
        <w:numPr>
          <w:ilvl w:val="0"/>
          <w:numId w:val="54"/>
        </w:numPr>
        <w:ind w:left="426" w:hanging="426"/>
      </w:pPr>
      <w:r w:rsidRPr="008E2ACA">
        <w:t>GMDSS compatibility</w:t>
      </w:r>
    </w:p>
    <w:p w14:paraId="54D6D0AF" w14:textId="77777777" w:rsidR="00F1628E" w:rsidRPr="008E2ACA" w:rsidRDefault="00F1628E" w:rsidP="008A329C">
      <w:pPr>
        <w:pStyle w:val="BodyText"/>
        <w:numPr>
          <w:ilvl w:val="0"/>
          <w:numId w:val="54"/>
        </w:numPr>
        <w:ind w:left="426" w:hanging="426"/>
      </w:pPr>
      <w:r w:rsidRPr="008E2ACA">
        <w:lastRenderedPageBreak/>
        <w:t>Offshore structures</w:t>
      </w:r>
    </w:p>
    <w:p w14:paraId="5010A416" w14:textId="77777777" w:rsidR="00F1628E" w:rsidRPr="008E2ACA" w:rsidRDefault="00F1628E" w:rsidP="008A329C">
      <w:pPr>
        <w:pStyle w:val="BodyText"/>
        <w:numPr>
          <w:ilvl w:val="0"/>
          <w:numId w:val="54"/>
        </w:numPr>
        <w:ind w:left="426" w:hanging="426"/>
      </w:pPr>
      <w:r w:rsidRPr="008E2ACA">
        <w:t>MASS/MASS</w:t>
      </w:r>
    </w:p>
    <w:p w14:paraId="2973CA04" w14:textId="77777777" w:rsidR="00F1628E" w:rsidRPr="008E2ACA" w:rsidRDefault="00F1628E" w:rsidP="008A329C">
      <w:pPr>
        <w:pStyle w:val="BodyText"/>
        <w:numPr>
          <w:ilvl w:val="0"/>
          <w:numId w:val="54"/>
        </w:numPr>
        <w:ind w:left="426" w:hanging="426"/>
      </w:pPr>
      <w:r w:rsidRPr="008E2ACA">
        <w:t>Shore based</w:t>
      </w:r>
    </w:p>
    <w:p w14:paraId="5A19D61D" w14:textId="77777777" w:rsidR="00F1628E" w:rsidRPr="008E2ACA" w:rsidRDefault="00F1628E" w:rsidP="008A329C">
      <w:pPr>
        <w:pStyle w:val="BodyText"/>
        <w:numPr>
          <w:ilvl w:val="0"/>
          <w:numId w:val="54"/>
        </w:numPr>
        <w:ind w:left="426" w:hanging="426"/>
      </w:pPr>
      <w:r w:rsidRPr="008E2ACA">
        <w:t xml:space="preserve">Fixed and floating </w:t>
      </w:r>
      <w:commentRangeStart w:id="102"/>
      <w:r w:rsidRPr="008E2ACA">
        <w:t>AtoN</w:t>
      </w:r>
      <w:commentRangeEnd w:id="102"/>
      <w:r w:rsidR="007E0048">
        <w:rPr>
          <w:rStyle w:val="CommentReference"/>
        </w:rPr>
        <w:commentReference w:id="102"/>
      </w:r>
    </w:p>
    <w:p w14:paraId="2C380E7F" w14:textId="77777777" w:rsidR="00555A3C" w:rsidRPr="008E2ACA" w:rsidRDefault="00555A3C" w:rsidP="00555A3C">
      <w:pPr>
        <w:pStyle w:val="Heading2"/>
      </w:pPr>
      <w:bookmarkStart w:id="103" w:name="_Toc97046787"/>
      <w:r w:rsidRPr="008E2ACA">
        <w:t xml:space="preserve">Remote Control Centres </w:t>
      </w:r>
      <w:r w:rsidR="00300F8C" w:rsidRPr="008E2ACA">
        <w:t>(RCC</w:t>
      </w:r>
      <w:r w:rsidR="00300F8C" w:rsidRPr="008E2ACA">
        <w:rPr>
          <w:caps w:val="0"/>
        </w:rPr>
        <w:t>s</w:t>
      </w:r>
      <w:r w:rsidR="00300F8C" w:rsidRPr="008E2ACA">
        <w:t>)</w:t>
      </w:r>
      <w:bookmarkEnd w:id="103"/>
    </w:p>
    <w:p w14:paraId="7D90F08E" w14:textId="77777777" w:rsidR="00555A3C" w:rsidRPr="008E2ACA" w:rsidRDefault="00555A3C" w:rsidP="00555A3C">
      <w:pPr>
        <w:pStyle w:val="Heading2separationline"/>
      </w:pPr>
    </w:p>
    <w:p w14:paraId="3C69704C" w14:textId="77777777" w:rsidR="00555A3C" w:rsidRPr="008E2ACA" w:rsidRDefault="00555A3C" w:rsidP="00555A3C">
      <w:pPr>
        <w:pStyle w:val="BodyText"/>
      </w:pPr>
      <w:r w:rsidRPr="008E2ACA">
        <w:t xml:space="preserve">The RCC is the set or system of equipment and control units that are needed at the site or sites where safe and effective remote command, control and/or monitoring of the MASS, or several MASS, is conducted. </w:t>
      </w:r>
    </w:p>
    <w:p w14:paraId="3405DF10" w14:textId="77777777" w:rsidR="00555A3C" w:rsidRPr="008E2ACA" w:rsidRDefault="00555A3C" w:rsidP="00555A3C">
      <w:pPr>
        <w:pStyle w:val="BodyText"/>
      </w:pPr>
      <w:r w:rsidRPr="008E2ACA">
        <w:t>The RCC enables the command and control of the MASS. The RCC may be located afloat on a separate ship or ashore. The RCC may also interface with other RCCs that are separately located; the risk assessment w</w:t>
      </w:r>
      <w:r w:rsidR="00E94B1F">
        <w:t>ould</w:t>
      </w:r>
      <w:r w:rsidRPr="008E2ACA">
        <w:t xml:space="preserve"> indicate which RCC has responsibility for a MASS at a specific time. </w:t>
      </w:r>
    </w:p>
    <w:p w14:paraId="604B3F47" w14:textId="77777777" w:rsidR="00555A3C" w:rsidRPr="008E2ACA" w:rsidRDefault="00555A3C" w:rsidP="00555A3C">
      <w:pPr>
        <w:pStyle w:val="BodyText"/>
      </w:pPr>
      <w:r w:rsidRPr="008E2ACA">
        <w:t xml:space="preserve">The RCC may be a fixed stationary installation, or fitted within a highly modular and portable unit, either of which may be controlling MASS from an RCC in a separate country to the location of the ship. This raises complicated questions as to the effective enforcement of maritime regulation. These include practical issues about the limitations on a port or coastal State’s ability to satisfy itself as to the safety of the operation and maintenance of a MASS when the control centre is located in another country. Questions of jurisdiction and responsibility pertaining to the regulation of RCCs is an important matter for the international community and owners/operators should take this into account in the development of their operational procedures. </w:t>
      </w:r>
    </w:p>
    <w:p w14:paraId="41C77829" w14:textId="77777777" w:rsidR="00555A3C" w:rsidRPr="008C6088" w:rsidRDefault="00555A3C" w:rsidP="00555A3C">
      <w:pPr>
        <w:pStyle w:val="Heading3"/>
        <w:keepNext w:val="0"/>
        <w:keepLines w:val="0"/>
        <w:ind w:left="993" w:hanging="993"/>
      </w:pPr>
      <w:bookmarkStart w:id="104" w:name="_Toc97046788"/>
      <w:r w:rsidRPr="008E2ACA">
        <w:t>Sub-System Architecture</w:t>
      </w:r>
      <w:bookmarkEnd w:id="104"/>
      <w:r w:rsidRPr="008E2ACA">
        <w:t xml:space="preserve"> </w:t>
      </w:r>
    </w:p>
    <w:p w14:paraId="1C598FEB" w14:textId="77777777" w:rsidR="00555A3C" w:rsidRPr="008E2ACA" w:rsidRDefault="00555A3C" w:rsidP="00555A3C">
      <w:pPr>
        <w:pStyle w:val="BodyText"/>
        <w:rPr>
          <w:color w:val="000000" w:themeColor="text1"/>
        </w:rPr>
      </w:pPr>
      <w:r w:rsidRPr="008E2ACA">
        <w:rPr>
          <w:color w:val="000000" w:themeColor="text1"/>
        </w:rPr>
        <w:t xml:space="preserve">The RCC architecture will vary from system to system, but enables the following tasks to be undertaken to a level appropriate for the mission, in accordance with the risk assessment: </w:t>
      </w:r>
    </w:p>
    <w:p w14:paraId="32F2E7BD" w14:textId="77777777" w:rsidR="00555A3C" w:rsidRPr="008E2ACA" w:rsidRDefault="00555A3C" w:rsidP="008E2841">
      <w:pPr>
        <w:pStyle w:val="BodyText"/>
        <w:numPr>
          <w:ilvl w:val="0"/>
          <w:numId w:val="49"/>
        </w:numPr>
        <w:ind w:left="426" w:hanging="426"/>
        <w:rPr>
          <w:rFonts w:cstheme="minorHAnsi"/>
          <w:color w:val="000000" w:themeColor="text1"/>
        </w:rPr>
      </w:pPr>
      <w:r w:rsidRPr="008E2ACA">
        <w:rPr>
          <w:rFonts w:cstheme="minorHAnsi"/>
          <w:color w:val="000000" w:themeColor="text1"/>
        </w:rPr>
        <w:t xml:space="preserve">Operation Planning; </w:t>
      </w:r>
    </w:p>
    <w:p w14:paraId="2BB10E6F" w14:textId="77777777" w:rsidR="00555A3C" w:rsidRPr="008E2ACA" w:rsidRDefault="00555A3C" w:rsidP="008E2841">
      <w:pPr>
        <w:pStyle w:val="BodyText"/>
        <w:numPr>
          <w:ilvl w:val="0"/>
          <w:numId w:val="49"/>
        </w:numPr>
        <w:ind w:left="426" w:hanging="426"/>
        <w:rPr>
          <w:rFonts w:cstheme="minorHAnsi"/>
          <w:color w:val="000000" w:themeColor="text1"/>
        </w:rPr>
      </w:pPr>
      <w:r w:rsidRPr="008E2ACA">
        <w:rPr>
          <w:rFonts w:cstheme="minorHAnsi"/>
          <w:color w:val="000000" w:themeColor="text1"/>
        </w:rPr>
        <w:t xml:space="preserve">Operation Control; </w:t>
      </w:r>
    </w:p>
    <w:p w14:paraId="42838AD2" w14:textId="77777777" w:rsidR="00555A3C" w:rsidRPr="008E2ACA" w:rsidRDefault="00555A3C" w:rsidP="008E2841">
      <w:pPr>
        <w:pStyle w:val="BodyText"/>
        <w:numPr>
          <w:ilvl w:val="0"/>
          <w:numId w:val="49"/>
        </w:numPr>
        <w:ind w:left="426" w:hanging="426"/>
        <w:rPr>
          <w:rFonts w:cstheme="minorHAnsi"/>
          <w:color w:val="000000" w:themeColor="text1"/>
        </w:rPr>
      </w:pPr>
      <w:r w:rsidRPr="008E2ACA">
        <w:rPr>
          <w:rFonts w:cstheme="minorHAnsi"/>
          <w:color w:val="000000" w:themeColor="text1"/>
        </w:rPr>
        <w:t>Post Operation Analysis.</w:t>
      </w:r>
    </w:p>
    <w:p w14:paraId="4B71739A" w14:textId="77777777" w:rsidR="00555A3C" w:rsidRPr="008C6088" w:rsidRDefault="00555A3C" w:rsidP="00555A3C">
      <w:pPr>
        <w:pStyle w:val="Heading3"/>
        <w:keepNext w:val="0"/>
        <w:keepLines w:val="0"/>
        <w:ind w:left="993" w:hanging="993"/>
      </w:pPr>
      <w:bookmarkStart w:id="105" w:name="_Toc97046789"/>
      <w:r w:rsidRPr="008E2ACA">
        <w:t xml:space="preserve">Tasking Cycle of the </w:t>
      </w:r>
      <w:r w:rsidRPr="008C6088">
        <w:t>MASS</w:t>
      </w:r>
      <w:bookmarkEnd w:id="105"/>
      <w:r w:rsidRPr="008C6088">
        <w:t xml:space="preserve"> </w:t>
      </w:r>
    </w:p>
    <w:p w14:paraId="5A6CC890" w14:textId="77777777" w:rsidR="00555A3C" w:rsidRPr="008E2ACA" w:rsidRDefault="00555A3C" w:rsidP="00555A3C">
      <w:pPr>
        <w:pStyle w:val="BodyText"/>
      </w:pPr>
      <w:r w:rsidRPr="008E2ACA">
        <w:t>The MASS tasking cycle is a sub-set of the overarching system life cycle and includes a number of tasks that involve the operation of the RCC. It is necessary to clearly define the concept of use and tasking cycle of the MASS and the roles, responsibilities and boundaries of those involved in these tasks.</w:t>
      </w:r>
    </w:p>
    <w:p w14:paraId="1A57328D" w14:textId="77777777" w:rsidR="00555A3C" w:rsidRPr="008C6088" w:rsidRDefault="00555A3C" w:rsidP="00555A3C">
      <w:pPr>
        <w:pStyle w:val="Heading3"/>
        <w:keepNext w:val="0"/>
        <w:keepLines w:val="0"/>
        <w:ind w:left="993" w:hanging="993"/>
      </w:pPr>
      <w:bookmarkStart w:id="106" w:name="_Toc97046790"/>
      <w:r w:rsidRPr="008E2ACA">
        <w:t xml:space="preserve">Responsibility of the </w:t>
      </w:r>
      <w:r w:rsidRPr="008C6088">
        <w:t xml:space="preserve">RCC </w:t>
      </w:r>
      <w:r w:rsidRPr="008E2ACA">
        <w:t xml:space="preserve">Operator Within an Operational </w:t>
      </w:r>
      <w:commentRangeStart w:id="107"/>
      <w:r w:rsidRPr="008E2ACA">
        <w:t>Hierarchy</w:t>
      </w:r>
      <w:bookmarkEnd w:id="106"/>
      <w:commentRangeEnd w:id="107"/>
      <w:r w:rsidR="007E0048">
        <w:rPr>
          <w:rStyle w:val="CommentReference"/>
          <w:rFonts w:asciiTheme="minorHAnsi" w:eastAsiaTheme="minorHAnsi" w:hAnsiTheme="minorHAnsi" w:cstheme="minorBidi"/>
          <w:b w:val="0"/>
          <w:bCs w:val="0"/>
          <w:smallCaps w:val="0"/>
          <w:color w:val="auto"/>
        </w:rPr>
        <w:commentReference w:id="107"/>
      </w:r>
      <w:r w:rsidRPr="008E2ACA">
        <w:t xml:space="preserve"> </w:t>
      </w:r>
    </w:p>
    <w:p w14:paraId="1E3B16D4" w14:textId="77777777" w:rsidR="00555A3C" w:rsidRPr="008E2ACA" w:rsidRDefault="00555A3C" w:rsidP="00555A3C">
      <w:pPr>
        <w:pStyle w:val="BodyText"/>
        <w:rPr>
          <w:rFonts w:cstheme="minorHAnsi"/>
        </w:rPr>
      </w:pPr>
      <w:r w:rsidRPr="008E2ACA">
        <w:rPr>
          <w:rFonts w:cstheme="minorHAnsi"/>
        </w:rPr>
        <w:t xml:space="preserve">In most cases, there will </w:t>
      </w:r>
      <w:r w:rsidR="00E94B1F">
        <w:rPr>
          <w:rFonts w:cstheme="minorHAnsi"/>
        </w:rPr>
        <w:t xml:space="preserve">have </w:t>
      </w:r>
      <w:proofErr w:type="spellStart"/>
      <w:r w:rsidR="00E94B1F">
        <w:rPr>
          <w:rFonts w:cstheme="minorHAnsi"/>
        </w:rPr>
        <w:t>to</w:t>
      </w:r>
      <w:r w:rsidRPr="008E2ACA">
        <w:rPr>
          <w:rFonts w:cstheme="minorHAnsi"/>
        </w:rPr>
        <w:t>be</w:t>
      </w:r>
      <w:proofErr w:type="spellEnd"/>
      <w:r w:rsidRPr="008E2ACA">
        <w:rPr>
          <w:rFonts w:cstheme="minorHAnsi"/>
        </w:rPr>
        <w:t xml:space="preserve"> several personnel involved in the operation of the MASS with different types and levels of responsibility. The titles given to these personnel will differ depending on the type of commercial or military application. It is necessary to have a clear understanding of the responsibilities of all involved in the operation, particularly the RCC operator. </w:t>
      </w:r>
    </w:p>
    <w:p w14:paraId="5BE7810E" w14:textId="77777777" w:rsidR="00555A3C" w:rsidRPr="008E2ACA" w:rsidRDefault="00555A3C" w:rsidP="00555A3C">
      <w:pPr>
        <w:pStyle w:val="BodyText"/>
        <w:rPr>
          <w:rFonts w:cstheme="minorHAnsi"/>
          <w:color w:val="221E1F"/>
          <w:szCs w:val="18"/>
        </w:rPr>
      </w:pPr>
      <w:r w:rsidRPr="008E2ACA">
        <w:rPr>
          <w:rFonts w:cstheme="minorHAnsi"/>
          <w:color w:val="221E1F"/>
          <w:szCs w:val="18"/>
        </w:rPr>
        <w:t xml:space="preserve">The following is an example of possible roles and responsibilities: </w:t>
      </w:r>
    </w:p>
    <w:p w14:paraId="5B4EDF36" w14:textId="77777777" w:rsidR="00555A3C" w:rsidRPr="008E2ACA" w:rsidRDefault="00555A3C" w:rsidP="008E2841">
      <w:pPr>
        <w:pStyle w:val="BodyText"/>
        <w:numPr>
          <w:ilvl w:val="0"/>
          <w:numId w:val="49"/>
        </w:numPr>
        <w:ind w:left="426" w:hanging="426"/>
        <w:rPr>
          <w:rFonts w:cstheme="minorHAnsi"/>
          <w:color w:val="000000" w:themeColor="text1"/>
        </w:rPr>
      </w:pPr>
      <w:r w:rsidRPr="008E2ACA">
        <w:rPr>
          <w:rFonts w:cstheme="minorHAnsi"/>
          <w:color w:val="000000" w:themeColor="text1"/>
        </w:rPr>
        <w:t xml:space="preserve">Master/Commanding Officer </w:t>
      </w:r>
    </w:p>
    <w:p w14:paraId="7BD5EE62" w14:textId="77777777" w:rsidR="00555A3C" w:rsidRPr="008E2ACA" w:rsidRDefault="00555A3C" w:rsidP="008E2841">
      <w:pPr>
        <w:pStyle w:val="Bullet2"/>
        <w:numPr>
          <w:ilvl w:val="0"/>
          <w:numId w:val="50"/>
        </w:numPr>
        <w:ind w:left="993" w:hanging="426"/>
      </w:pPr>
      <w:r w:rsidRPr="008E2ACA">
        <w:t xml:space="preserve">Overall responsibility for the ship and her crew and all operations including those involving off board systems (MASS); </w:t>
      </w:r>
    </w:p>
    <w:p w14:paraId="592728A6" w14:textId="77777777" w:rsidR="00555A3C" w:rsidRPr="008E2ACA" w:rsidRDefault="00555A3C" w:rsidP="008E2841">
      <w:pPr>
        <w:pStyle w:val="Bullet2"/>
        <w:numPr>
          <w:ilvl w:val="0"/>
          <w:numId w:val="50"/>
        </w:numPr>
        <w:ind w:left="993" w:hanging="426"/>
      </w:pPr>
      <w:r w:rsidRPr="008E2ACA">
        <w:t xml:space="preserve">– Authorises the mission plan. </w:t>
      </w:r>
    </w:p>
    <w:p w14:paraId="4E4F5CAB" w14:textId="77777777" w:rsidR="00555A3C" w:rsidRPr="008E2ACA" w:rsidRDefault="00555A3C" w:rsidP="008E2841">
      <w:pPr>
        <w:pStyle w:val="BodyText"/>
        <w:numPr>
          <w:ilvl w:val="0"/>
          <w:numId w:val="49"/>
        </w:numPr>
        <w:ind w:left="426" w:hanging="426"/>
        <w:rPr>
          <w:rFonts w:cstheme="minorHAnsi"/>
          <w:color w:val="000000" w:themeColor="text1"/>
        </w:rPr>
      </w:pPr>
      <w:r w:rsidRPr="008E2ACA">
        <w:rPr>
          <w:rFonts w:cstheme="minorHAnsi"/>
          <w:color w:val="000000" w:themeColor="text1"/>
        </w:rPr>
        <w:t xml:space="preserve">RCC Watch Officer </w:t>
      </w:r>
    </w:p>
    <w:p w14:paraId="55A2E955" w14:textId="77777777" w:rsidR="00555A3C" w:rsidRPr="008E2ACA" w:rsidRDefault="00555A3C" w:rsidP="008E2841">
      <w:pPr>
        <w:pStyle w:val="Bullet2"/>
        <w:numPr>
          <w:ilvl w:val="0"/>
          <w:numId w:val="50"/>
        </w:numPr>
        <w:ind w:left="993" w:hanging="426"/>
      </w:pPr>
      <w:r w:rsidRPr="008E2ACA">
        <w:t xml:space="preserve">Manages and commands the complete MASS mission; </w:t>
      </w:r>
    </w:p>
    <w:p w14:paraId="65DE3A38" w14:textId="77777777" w:rsidR="00555A3C" w:rsidRPr="008E2ACA" w:rsidRDefault="00555A3C" w:rsidP="008E2841">
      <w:pPr>
        <w:pStyle w:val="Bullet2"/>
        <w:numPr>
          <w:ilvl w:val="0"/>
          <w:numId w:val="50"/>
        </w:numPr>
        <w:ind w:left="993" w:hanging="426"/>
      </w:pPr>
      <w:r w:rsidRPr="008E2ACA">
        <w:lastRenderedPageBreak/>
        <w:t xml:space="preserve">Manages the interaction between MASS RCC operator, crane operator, payload operators etc; </w:t>
      </w:r>
    </w:p>
    <w:p w14:paraId="196C561B" w14:textId="77777777" w:rsidR="00555A3C" w:rsidRPr="008E2ACA" w:rsidRDefault="00555A3C" w:rsidP="008E2841">
      <w:pPr>
        <w:pStyle w:val="Bullet2"/>
        <w:numPr>
          <w:ilvl w:val="0"/>
          <w:numId w:val="50"/>
        </w:numPr>
        <w:ind w:left="993" w:hanging="426"/>
      </w:pPr>
      <w:r w:rsidRPr="008E2ACA">
        <w:t xml:space="preserve">Involved in mission planning, execution and post mission evaluation; </w:t>
      </w:r>
    </w:p>
    <w:p w14:paraId="6C300287" w14:textId="77777777" w:rsidR="00555A3C" w:rsidRPr="008E2ACA" w:rsidRDefault="00555A3C" w:rsidP="008E2841">
      <w:pPr>
        <w:pStyle w:val="Bullet2"/>
        <w:numPr>
          <w:ilvl w:val="0"/>
          <w:numId w:val="50"/>
        </w:numPr>
        <w:ind w:left="993" w:hanging="426"/>
      </w:pPr>
      <w:r w:rsidRPr="008E2ACA">
        <w:t xml:space="preserve">Direct communication with equipment operators; </w:t>
      </w:r>
    </w:p>
    <w:p w14:paraId="08DDE224" w14:textId="77777777" w:rsidR="00555A3C" w:rsidRPr="008E2ACA" w:rsidRDefault="00555A3C" w:rsidP="008E2841">
      <w:pPr>
        <w:pStyle w:val="Bullet2"/>
        <w:numPr>
          <w:ilvl w:val="0"/>
          <w:numId w:val="50"/>
        </w:numPr>
        <w:ind w:left="993" w:hanging="426"/>
      </w:pPr>
      <w:r w:rsidRPr="008E2ACA">
        <w:t>If the MASS Watch Officer (MWO) is located in the Operations Room, then the oversight of crane/deck operations will pass to the commanding officer on the bridge.</w:t>
      </w:r>
    </w:p>
    <w:p w14:paraId="43394489" w14:textId="77777777" w:rsidR="00555A3C" w:rsidRPr="00C5424B" w:rsidRDefault="00555A3C" w:rsidP="008E2841">
      <w:pPr>
        <w:pStyle w:val="BodyText"/>
        <w:numPr>
          <w:ilvl w:val="0"/>
          <w:numId w:val="49"/>
        </w:numPr>
        <w:ind w:left="426" w:hanging="426"/>
        <w:rPr>
          <w:rFonts w:cstheme="minorHAnsi"/>
          <w:color w:val="000000" w:themeColor="text1"/>
        </w:rPr>
      </w:pPr>
      <w:r w:rsidRPr="00C5424B">
        <w:rPr>
          <w:rFonts w:cstheme="minorHAnsi"/>
          <w:color w:val="000000" w:themeColor="text1"/>
        </w:rPr>
        <w:t xml:space="preserve">RCC Operator </w:t>
      </w:r>
    </w:p>
    <w:p w14:paraId="07072439" w14:textId="77777777" w:rsidR="00555A3C" w:rsidRPr="00C5424B" w:rsidRDefault="00555A3C" w:rsidP="008E2841">
      <w:pPr>
        <w:pStyle w:val="Bullet2"/>
        <w:numPr>
          <w:ilvl w:val="0"/>
          <w:numId w:val="50"/>
        </w:numPr>
        <w:ind w:left="993" w:hanging="426"/>
      </w:pPr>
      <w:r w:rsidRPr="00C5424B">
        <w:t xml:space="preserve">Receives commands from the Watch Officer; </w:t>
      </w:r>
    </w:p>
    <w:p w14:paraId="38055A20" w14:textId="77777777" w:rsidR="00555A3C" w:rsidRPr="00C5424B" w:rsidRDefault="00555A3C" w:rsidP="008E2841">
      <w:pPr>
        <w:pStyle w:val="Bullet2"/>
        <w:numPr>
          <w:ilvl w:val="0"/>
          <w:numId w:val="50"/>
        </w:numPr>
        <w:ind w:left="993" w:hanging="426"/>
      </w:pPr>
      <w:r w:rsidRPr="00C5424B">
        <w:t xml:space="preserve">Responsible for the MASS command and control when operated by the RCC; </w:t>
      </w:r>
    </w:p>
    <w:p w14:paraId="405F590A" w14:textId="77777777" w:rsidR="00555A3C" w:rsidRPr="00C5424B" w:rsidRDefault="00555A3C" w:rsidP="008E2841">
      <w:pPr>
        <w:pStyle w:val="Bullet2"/>
        <w:numPr>
          <w:ilvl w:val="0"/>
          <w:numId w:val="50"/>
        </w:numPr>
        <w:ind w:left="993" w:hanging="426"/>
      </w:pPr>
      <w:r w:rsidRPr="00C5424B">
        <w:t xml:space="preserve">Responsible for mission planning, execution and post mission evaluation; </w:t>
      </w:r>
    </w:p>
    <w:p w14:paraId="24E79F30" w14:textId="4589789C" w:rsidR="00555A3C" w:rsidRPr="00C5424B" w:rsidRDefault="00555A3C" w:rsidP="008E2841">
      <w:pPr>
        <w:pStyle w:val="Bullet2"/>
        <w:numPr>
          <w:ilvl w:val="0"/>
          <w:numId w:val="50"/>
        </w:numPr>
        <w:ind w:left="993" w:hanging="426"/>
      </w:pPr>
      <w:r w:rsidRPr="00C5424B">
        <w:t xml:space="preserve">Could be fully or partially responsible (shared by payload operator) for launch and recovery of vehicle payloads (ROVs, AUVs, towed systems and </w:t>
      </w:r>
      <w:r w:rsidR="000B4D24" w:rsidRPr="00CE0282">
        <w:rPr>
          <w:rFonts w:cstheme="minorHAnsi"/>
          <w:color w:val="221E1F"/>
          <w:szCs w:val="18"/>
        </w:rPr>
        <w:t>Un</w:t>
      </w:r>
      <w:r w:rsidR="001B30B2" w:rsidRPr="00CE0282">
        <w:rPr>
          <w:rFonts w:cstheme="minorHAnsi"/>
          <w:color w:val="221E1F"/>
          <w:szCs w:val="18"/>
        </w:rPr>
        <w:t>manned</w:t>
      </w:r>
      <w:r w:rsidR="000B4D24" w:rsidRPr="00CE0282">
        <w:rPr>
          <w:rFonts w:cstheme="minorHAnsi"/>
          <w:color w:val="221E1F"/>
          <w:szCs w:val="18"/>
        </w:rPr>
        <w:t xml:space="preserve"> </w:t>
      </w:r>
      <w:r w:rsidR="001B30B2" w:rsidRPr="00CE0282">
        <w:rPr>
          <w:rFonts w:cstheme="minorHAnsi"/>
          <w:color w:val="221E1F"/>
          <w:szCs w:val="18"/>
        </w:rPr>
        <w:t>Aerial</w:t>
      </w:r>
      <w:r w:rsidR="000B4D24" w:rsidRPr="00CE0282">
        <w:rPr>
          <w:rFonts w:cstheme="minorHAnsi"/>
          <w:color w:val="221E1F"/>
          <w:szCs w:val="18"/>
        </w:rPr>
        <w:t xml:space="preserve"> Systems</w:t>
      </w:r>
      <w:r w:rsidR="000B4D24" w:rsidRPr="003E5CDA">
        <w:rPr>
          <w:rFonts w:ascii="EGPINH+ArialMT" w:hAnsi="EGPINH+ArialMT" w:cs="EGPINH+ArialMT"/>
          <w:color w:val="221E1F"/>
          <w:szCs w:val="18"/>
        </w:rPr>
        <w:t xml:space="preserve"> </w:t>
      </w:r>
      <w:r w:rsidR="000B4D24" w:rsidRPr="008E2ACA">
        <w:rPr>
          <w:rFonts w:ascii="EGPINH+ArialMT" w:hAnsi="EGPINH+ArialMT" w:cs="EGPINH+ArialMT"/>
          <w:color w:val="221E1F"/>
          <w:szCs w:val="18"/>
        </w:rPr>
        <w:t>(</w:t>
      </w:r>
      <w:r w:rsidRPr="00C5424B">
        <w:t xml:space="preserve">UAS); </w:t>
      </w:r>
    </w:p>
    <w:p w14:paraId="64D2C402" w14:textId="77777777" w:rsidR="00555A3C" w:rsidRPr="00C5424B" w:rsidRDefault="00555A3C" w:rsidP="008E2841">
      <w:pPr>
        <w:pStyle w:val="Bullet2"/>
        <w:numPr>
          <w:ilvl w:val="0"/>
          <w:numId w:val="50"/>
        </w:numPr>
        <w:ind w:left="993" w:hanging="426"/>
      </w:pPr>
      <w:r w:rsidRPr="00C5424B">
        <w:t xml:space="preserve">Communicates with other operators, e.g. crane operator, secondary operator on deck and payload operators. </w:t>
      </w:r>
    </w:p>
    <w:p w14:paraId="04B67D30" w14:textId="77777777" w:rsidR="00555A3C" w:rsidRPr="00C5424B" w:rsidRDefault="00555A3C" w:rsidP="008E2841">
      <w:pPr>
        <w:pStyle w:val="BodyText"/>
        <w:numPr>
          <w:ilvl w:val="0"/>
          <w:numId w:val="49"/>
        </w:numPr>
        <w:ind w:left="426" w:hanging="426"/>
        <w:rPr>
          <w:rFonts w:cstheme="minorHAnsi"/>
          <w:color w:val="000000" w:themeColor="text1"/>
        </w:rPr>
      </w:pPr>
      <w:r w:rsidRPr="00C5424B">
        <w:rPr>
          <w:rFonts w:cstheme="minorHAnsi"/>
          <w:color w:val="000000" w:themeColor="text1"/>
        </w:rPr>
        <w:t xml:space="preserve">Ship Crane Operator </w:t>
      </w:r>
    </w:p>
    <w:p w14:paraId="67ED4299" w14:textId="77777777" w:rsidR="00555A3C" w:rsidRPr="00C5424B" w:rsidRDefault="00555A3C" w:rsidP="008E2841">
      <w:pPr>
        <w:pStyle w:val="Bullet2"/>
        <w:numPr>
          <w:ilvl w:val="0"/>
          <w:numId w:val="50"/>
        </w:numPr>
        <w:ind w:left="993" w:hanging="426"/>
      </w:pPr>
      <w:r w:rsidRPr="00C5424B">
        <w:t xml:space="preserve">Receives commands from the Watch Officer; </w:t>
      </w:r>
    </w:p>
    <w:p w14:paraId="1420CF36" w14:textId="77777777" w:rsidR="00555A3C" w:rsidRPr="00C5424B" w:rsidRDefault="00555A3C" w:rsidP="008E2841">
      <w:pPr>
        <w:pStyle w:val="Bullet2"/>
        <w:numPr>
          <w:ilvl w:val="0"/>
          <w:numId w:val="50"/>
        </w:numPr>
        <w:ind w:left="993" w:hanging="426"/>
      </w:pPr>
      <w:r w:rsidRPr="00C5424B">
        <w:t xml:space="preserve">Responsible for lifting and lowering MASS to/from water; </w:t>
      </w:r>
    </w:p>
    <w:p w14:paraId="49BA061C" w14:textId="77777777" w:rsidR="00555A3C" w:rsidRPr="00C5424B" w:rsidRDefault="00555A3C" w:rsidP="008E2841">
      <w:pPr>
        <w:pStyle w:val="Bullet2"/>
        <w:numPr>
          <w:ilvl w:val="0"/>
          <w:numId w:val="50"/>
        </w:numPr>
        <w:ind w:left="993" w:hanging="426"/>
      </w:pPr>
      <w:r w:rsidRPr="00C5424B">
        <w:t xml:space="preserve">Will require to have communication with the MASS RCC and MASS secondary operator on deck as appropriate. </w:t>
      </w:r>
    </w:p>
    <w:p w14:paraId="0089428F" w14:textId="77777777" w:rsidR="00555A3C" w:rsidRPr="00C5424B" w:rsidRDefault="00555A3C" w:rsidP="008E2841">
      <w:pPr>
        <w:pStyle w:val="BodyText"/>
        <w:numPr>
          <w:ilvl w:val="0"/>
          <w:numId w:val="49"/>
        </w:numPr>
        <w:ind w:left="426" w:hanging="426"/>
        <w:rPr>
          <w:rFonts w:cstheme="minorHAnsi"/>
          <w:color w:val="000000" w:themeColor="text1"/>
        </w:rPr>
      </w:pPr>
      <w:r w:rsidRPr="00C5424B">
        <w:rPr>
          <w:rFonts w:cstheme="minorHAnsi"/>
          <w:color w:val="000000" w:themeColor="text1"/>
        </w:rPr>
        <w:t xml:space="preserve">MASS Payload Operator </w:t>
      </w:r>
    </w:p>
    <w:p w14:paraId="2CCB0805" w14:textId="77777777" w:rsidR="00555A3C" w:rsidRPr="008E2ACA" w:rsidRDefault="00555A3C" w:rsidP="00555A3C">
      <w:pPr>
        <w:pStyle w:val="BodyText"/>
        <w:ind w:left="426"/>
        <w:rPr>
          <w:color w:val="000000" w:themeColor="text1"/>
          <w:szCs w:val="18"/>
        </w:rPr>
      </w:pPr>
      <w:r w:rsidRPr="008E2ACA">
        <w:rPr>
          <w:color w:val="000000" w:themeColor="text1"/>
          <w:szCs w:val="18"/>
        </w:rPr>
        <w:t xml:space="preserve">Receives commands from the Watch Officer; </w:t>
      </w:r>
    </w:p>
    <w:p w14:paraId="03FF77C5" w14:textId="77777777" w:rsidR="00555A3C" w:rsidRPr="008E2ACA" w:rsidRDefault="00555A3C" w:rsidP="008E2841">
      <w:pPr>
        <w:pStyle w:val="Bullet2"/>
        <w:numPr>
          <w:ilvl w:val="0"/>
          <w:numId w:val="50"/>
        </w:numPr>
        <w:ind w:left="993" w:hanging="426"/>
      </w:pPr>
      <w:r w:rsidRPr="008E2ACA">
        <w:t xml:space="preserve">Could receive commands directly from the MASS RCC Operator; </w:t>
      </w:r>
    </w:p>
    <w:p w14:paraId="7AA27846" w14:textId="77777777" w:rsidR="00555A3C" w:rsidRPr="008E2ACA" w:rsidRDefault="00555A3C" w:rsidP="008E2841">
      <w:pPr>
        <w:pStyle w:val="Bullet2"/>
        <w:numPr>
          <w:ilvl w:val="0"/>
          <w:numId w:val="50"/>
        </w:numPr>
        <w:ind w:left="993" w:hanging="426"/>
      </w:pPr>
      <w:r w:rsidRPr="008E2ACA">
        <w:t xml:space="preserve">Responsible for operation of payload; </w:t>
      </w:r>
    </w:p>
    <w:p w14:paraId="45ED045C" w14:textId="77777777" w:rsidR="00555A3C" w:rsidRPr="008E2ACA" w:rsidRDefault="00555A3C" w:rsidP="008E2841">
      <w:pPr>
        <w:pStyle w:val="Bullet2"/>
        <w:numPr>
          <w:ilvl w:val="0"/>
          <w:numId w:val="50"/>
        </w:numPr>
        <w:ind w:left="993" w:hanging="426"/>
      </w:pPr>
      <w:r w:rsidRPr="008E2ACA">
        <w:t xml:space="preserve">Could be fully or partially responsible (shared by RCC operator) for launch and recovery of vehicle payload (ROVs, AUVs, towed systems and UAS); </w:t>
      </w:r>
    </w:p>
    <w:p w14:paraId="30CD2772" w14:textId="77777777" w:rsidR="00555A3C" w:rsidRPr="008E2ACA" w:rsidRDefault="00555A3C" w:rsidP="008E2841">
      <w:pPr>
        <w:pStyle w:val="Bullet2"/>
        <w:numPr>
          <w:ilvl w:val="0"/>
          <w:numId w:val="50"/>
        </w:numPr>
        <w:ind w:left="993" w:hanging="426"/>
      </w:pPr>
      <w:r w:rsidRPr="008E2ACA">
        <w:t xml:space="preserve">Will have communication with MASS RCC Operator; </w:t>
      </w:r>
    </w:p>
    <w:p w14:paraId="496F1B14" w14:textId="77777777" w:rsidR="00555A3C" w:rsidRPr="008E2ACA" w:rsidRDefault="00555A3C" w:rsidP="008E2841">
      <w:pPr>
        <w:pStyle w:val="Bullet2"/>
        <w:numPr>
          <w:ilvl w:val="0"/>
          <w:numId w:val="50"/>
        </w:numPr>
        <w:ind w:left="993" w:hanging="426"/>
      </w:pPr>
      <w:r w:rsidRPr="008E2ACA">
        <w:t>This role could be conducted by the RCC Operator.</w:t>
      </w:r>
    </w:p>
    <w:p w14:paraId="466E9FDD" w14:textId="77777777" w:rsidR="00555A3C" w:rsidRPr="00C5424B" w:rsidRDefault="00555A3C" w:rsidP="00555A3C">
      <w:pPr>
        <w:pStyle w:val="Heading3"/>
        <w:keepNext w:val="0"/>
        <w:keepLines w:val="0"/>
        <w:ind w:left="993" w:hanging="993"/>
      </w:pPr>
      <w:bookmarkStart w:id="108" w:name="_Toc97046791"/>
      <w:r w:rsidRPr="008E2ACA">
        <w:t xml:space="preserve">Dynamic Positioning Station Keeping Systems for Mass and </w:t>
      </w:r>
      <w:commentRangeStart w:id="109"/>
      <w:r w:rsidRPr="008E2ACA">
        <w:t>Remote</w:t>
      </w:r>
      <w:bookmarkEnd w:id="108"/>
      <w:commentRangeEnd w:id="109"/>
      <w:r w:rsidR="007E0048">
        <w:rPr>
          <w:rStyle w:val="CommentReference"/>
          <w:rFonts w:asciiTheme="minorHAnsi" w:eastAsiaTheme="minorHAnsi" w:hAnsiTheme="minorHAnsi" w:cstheme="minorBidi"/>
          <w:b w:val="0"/>
          <w:bCs w:val="0"/>
          <w:smallCaps w:val="0"/>
          <w:color w:val="auto"/>
        </w:rPr>
        <w:commentReference w:id="109"/>
      </w:r>
      <w:r w:rsidRPr="008E2ACA">
        <w:t xml:space="preserve"> </w:t>
      </w:r>
    </w:p>
    <w:p w14:paraId="1CF7B3B5" w14:textId="77777777" w:rsidR="00555A3C" w:rsidRPr="008E2ACA" w:rsidRDefault="00555A3C" w:rsidP="00555A3C">
      <w:pPr>
        <w:pStyle w:val="Heading4"/>
      </w:pPr>
      <w:r w:rsidRPr="008E2ACA">
        <w:t xml:space="preserve">Operations </w:t>
      </w:r>
    </w:p>
    <w:p w14:paraId="65B5F919" w14:textId="77777777" w:rsidR="00555A3C" w:rsidRPr="008E2ACA" w:rsidRDefault="00555A3C" w:rsidP="00555A3C">
      <w:pPr>
        <w:pStyle w:val="BodyText"/>
      </w:pPr>
      <w:r w:rsidRPr="008E2ACA">
        <w:t xml:space="preserve">The emergence of Remote Operation and the growth of the MASS towards 2025 and beyond has seen the number of MASS RCC expanding rapidly as companies are beginning to transition into a remote way of working. Currently there is no mandatory requirement for a ship’s officer to complete dynamic positioning equipment training for the operation of MASS as part of STCW training. </w:t>
      </w:r>
    </w:p>
    <w:p w14:paraId="112225D4" w14:textId="3516FFA4" w:rsidR="00555A3C" w:rsidRPr="008E2ACA" w:rsidRDefault="00555A3C" w:rsidP="00555A3C">
      <w:pPr>
        <w:pStyle w:val="BodyText"/>
        <w:rPr>
          <w:color w:val="000000" w:themeColor="text1"/>
        </w:rPr>
      </w:pPr>
      <w:r w:rsidRPr="008E2ACA">
        <w:t xml:space="preserve">As MASS increase in size and complexity, seafarers qualifying as </w:t>
      </w:r>
      <w:r w:rsidR="00300F8C" w:rsidRPr="008E2ACA">
        <w:t>Unmanned Surface Vessel (</w:t>
      </w:r>
      <w:r w:rsidRPr="008E2ACA">
        <w:t>USV</w:t>
      </w:r>
      <w:r w:rsidR="00300F8C" w:rsidRPr="008E2ACA">
        <w:t>)</w:t>
      </w:r>
      <w:r w:rsidRPr="008E2ACA">
        <w:t xml:space="preserve"> Masters and USV Watch supervisors w</w:t>
      </w:r>
      <w:r w:rsidR="00E94B1F">
        <w:t>ould</w:t>
      </w:r>
      <w:r w:rsidRPr="008E2ACA">
        <w:t xml:space="preserve"> be required to hold </w:t>
      </w:r>
      <w:r w:rsidR="001B30B2" w:rsidRPr="001B30B2">
        <w:t>Dynamic Positioning (</w:t>
      </w:r>
      <w:r w:rsidRPr="00CE0282">
        <w:t>DP</w:t>
      </w:r>
      <w:r w:rsidR="001B30B2" w:rsidRPr="00CE0282">
        <w:t>)</w:t>
      </w:r>
      <w:r w:rsidRPr="008E2ACA">
        <w:t xml:space="preserve"> certification in order to operate DP classed vessels. As a result, The Nautical Institute is exploring the changing needs around DP Certification for USV and MASS operations. These are expected to be issued in January 2022 by The Nautical Institute.</w:t>
      </w:r>
    </w:p>
    <w:p w14:paraId="6611DF26" w14:textId="77777777" w:rsidR="00555A3C" w:rsidRPr="00C5424B" w:rsidRDefault="008A329C" w:rsidP="006C268E">
      <w:pPr>
        <w:pStyle w:val="Heading3"/>
        <w:keepNext w:val="0"/>
        <w:keepLines w:val="0"/>
        <w:ind w:left="993" w:hanging="993"/>
      </w:pPr>
      <w:bookmarkStart w:id="110" w:name="_Toc97046792"/>
      <w:r>
        <w:br w:type="page"/>
      </w:r>
      <w:r w:rsidR="00555A3C" w:rsidRPr="008E2ACA">
        <w:lastRenderedPageBreak/>
        <w:t xml:space="preserve">Transfer of Mass </w:t>
      </w:r>
      <w:commentRangeStart w:id="111"/>
      <w:r w:rsidR="00555A3C" w:rsidRPr="008E2ACA">
        <w:t>Control</w:t>
      </w:r>
      <w:bookmarkEnd w:id="110"/>
      <w:commentRangeEnd w:id="111"/>
      <w:r w:rsidR="007E0048">
        <w:rPr>
          <w:rStyle w:val="CommentReference"/>
          <w:rFonts w:asciiTheme="minorHAnsi" w:eastAsiaTheme="minorHAnsi" w:hAnsiTheme="minorHAnsi" w:cstheme="minorBidi"/>
          <w:b w:val="0"/>
          <w:bCs w:val="0"/>
          <w:smallCaps w:val="0"/>
          <w:color w:val="auto"/>
        </w:rPr>
        <w:commentReference w:id="111"/>
      </w:r>
      <w:r w:rsidR="00555A3C" w:rsidRPr="008E2ACA">
        <w:t xml:space="preserve"> </w:t>
      </w:r>
    </w:p>
    <w:p w14:paraId="56AAAA4B" w14:textId="77777777" w:rsidR="00555A3C" w:rsidRPr="008E2ACA" w:rsidRDefault="00555A3C" w:rsidP="00555A3C">
      <w:pPr>
        <w:pStyle w:val="BodyText"/>
        <w:rPr>
          <w:rFonts w:cstheme="minorHAnsi"/>
          <w:color w:val="000000" w:themeColor="text1"/>
        </w:rPr>
      </w:pPr>
      <w:r w:rsidRPr="008E2ACA">
        <w:rPr>
          <w:rFonts w:cstheme="minorHAnsi"/>
          <w:color w:val="000000" w:themeColor="text1"/>
        </w:rPr>
        <w:t>The person responsible for the operation of the MASS is normally the Primary RCC operator, however, in certain circumstances, this responsibility may be transferred to another person within the operation. Any hand-over of control of the MASS, whether internally or externally, should be formally planned and strict procedures developed and adhered to such that the full and itemised responsibility is always clearly allocated and promulgated both in terms of personnel and jurisdiction.</w:t>
      </w:r>
    </w:p>
    <w:p w14:paraId="6C53D1E4" w14:textId="77777777" w:rsidR="00555A3C" w:rsidRPr="008E2ACA" w:rsidRDefault="00555A3C" w:rsidP="00555A3C">
      <w:pPr>
        <w:pStyle w:val="BodyText"/>
        <w:rPr>
          <w:rFonts w:cstheme="minorHAnsi"/>
          <w:color w:val="000000" w:themeColor="text1"/>
        </w:rPr>
      </w:pPr>
      <w:r w:rsidRPr="008E2ACA">
        <w:rPr>
          <w:rFonts w:cstheme="minorHAnsi"/>
          <w:color w:val="000000" w:themeColor="text1"/>
        </w:rPr>
        <w:t xml:space="preserve">Control of the MASS could be transferred from the Primary RCC operator to one of the following operators: </w:t>
      </w:r>
    </w:p>
    <w:p w14:paraId="66A7FF14" w14:textId="77777777" w:rsidR="00555A3C" w:rsidRPr="008E2ACA" w:rsidRDefault="00555A3C" w:rsidP="008E2841">
      <w:pPr>
        <w:pStyle w:val="BodyText"/>
        <w:numPr>
          <w:ilvl w:val="0"/>
          <w:numId w:val="51"/>
        </w:numPr>
        <w:ind w:left="426" w:hanging="426"/>
        <w:rPr>
          <w:rFonts w:cstheme="minorHAnsi"/>
          <w:color w:val="000000" w:themeColor="text1"/>
        </w:rPr>
      </w:pPr>
      <w:r w:rsidRPr="008E2ACA">
        <w:rPr>
          <w:rFonts w:cstheme="minorHAnsi"/>
          <w:color w:val="000000" w:themeColor="text1"/>
        </w:rPr>
        <w:t xml:space="preserve">RCC (Secondary) Operator - Where a network of two or more RCCs are used at different locations; </w:t>
      </w:r>
    </w:p>
    <w:p w14:paraId="55F187CB" w14:textId="77777777" w:rsidR="00555A3C" w:rsidRPr="008E2ACA" w:rsidRDefault="00555A3C" w:rsidP="008E2841">
      <w:pPr>
        <w:pStyle w:val="BodyText"/>
        <w:numPr>
          <w:ilvl w:val="0"/>
          <w:numId w:val="51"/>
        </w:numPr>
        <w:ind w:left="426" w:hanging="426"/>
        <w:rPr>
          <w:rFonts w:cstheme="minorHAnsi"/>
          <w:color w:val="000000" w:themeColor="text1"/>
        </w:rPr>
      </w:pPr>
      <w:r w:rsidRPr="008E2ACA">
        <w:rPr>
          <w:rFonts w:cstheme="minorHAnsi"/>
          <w:color w:val="000000" w:themeColor="text1"/>
        </w:rPr>
        <w:t xml:space="preserve">Remote control using portable / handheld console - for example, during launch and recovery to/from mother ship or shore side; </w:t>
      </w:r>
    </w:p>
    <w:p w14:paraId="2DF3554F" w14:textId="77777777" w:rsidR="00555A3C" w:rsidRPr="008E2ACA" w:rsidRDefault="00555A3C" w:rsidP="008E2841">
      <w:pPr>
        <w:pStyle w:val="BodyText"/>
        <w:numPr>
          <w:ilvl w:val="0"/>
          <w:numId w:val="51"/>
        </w:numPr>
        <w:ind w:left="426" w:hanging="426"/>
        <w:rPr>
          <w:rFonts w:cstheme="minorHAnsi"/>
          <w:color w:val="000000" w:themeColor="text1"/>
        </w:rPr>
      </w:pPr>
      <w:r w:rsidRPr="008E2ACA">
        <w:rPr>
          <w:rFonts w:cstheme="minorHAnsi"/>
          <w:color w:val="000000" w:themeColor="text1"/>
        </w:rPr>
        <w:t>Manual operation - For optionally manned MASS, a qualified coxswain may take control of the MASS from the helm, for example, during transit, test scenarios, launch and recovery to/from mother ship or shore side;</w:t>
      </w:r>
    </w:p>
    <w:p w14:paraId="6B1C7404" w14:textId="77777777" w:rsidR="00555A3C" w:rsidRPr="008E2ACA" w:rsidRDefault="00555A3C" w:rsidP="00555A3C">
      <w:pPr>
        <w:pStyle w:val="BodyText"/>
        <w:rPr>
          <w:rFonts w:cstheme="minorHAnsi"/>
          <w:color w:val="000000" w:themeColor="text1"/>
        </w:rPr>
      </w:pPr>
      <w:r w:rsidRPr="008E2ACA">
        <w:rPr>
          <w:rFonts w:cstheme="minorHAnsi"/>
          <w:color w:val="000000" w:themeColor="text1"/>
        </w:rPr>
        <w:t xml:space="preserve">Fully autonomous operations – it is conceivable that in some circumstances full automated control could be given to the MASS. In this event, an RCC must be nominated as the immediate fall back if required; </w:t>
      </w:r>
    </w:p>
    <w:p w14:paraId="3D9B9FC2" w14:textId="77777777" w:rsidR="00555A3C" w:rsidRPr="008E2ACA" w:rsidRDefault="00555A3C" w:rsidP="008E2841">
      <w:pPr>
        <w:pStyle w:val="BodyText"/>
        <w:numPr>
          <w:ilvl w:val="0"/>
          <w:numId w:val="51"/>
        </w:numPr>
        <w:ind w:left="426" w:hanging="426"/>
        <w:rPr>
          <w:rFonts w:cstheme="minorHAnsi"/>
          <w:color w:val="000000" w:themeColor="text1"/>
        </w:rPr>
      </w:pPr>
      <w:r w:rsidRPr="008E2ACA">
        <w:rPr>
          <w:rFonts w:cstheme="minorHAnsi"/>
          <w:color w:val="000000" w:themeColor="text1"/>
        </w:rPr>
        <w:t xml:space="preserve">Pilotage – where port or other regulations require that a pilot is “embarked”, suitable provision must be made to allow the pilot (embarked on the MASS or using other arrangements) to discharge his duties, (including taking Legal Conduct of the navigation of the vessel within stipulated pilotage waters where applicable), with due regard to any communications latency issues. </w:t>
      </w:r>
    </w:p>
    <w:p w14:paraId="164CBB4F" w14:textId="77777777" w:rsidR="00555A3C" w:rsidRPr="008E2ACA" w:rsidRDefault="00555A3C" w:rsidP="00555A3C">
      <w:pPr>
        <w:pStyle w:val="BodyText"/>
        <w:rPr>
          <w:rFonts w:cstheme="minorHAnsi"/>
          <w:color w:val="000000" w:themeColor="text1"/>
        </w:rPr>
      </w:pPr>
      <w:r w:rsidRPr="008E2ACA">
        <w:rPr>
          <w:rFonts w:cstheme="minorHAnsi"/>
          <w:color w:val="000000" w:themeColor="text1"/>
        </w:rPr>
        <w:t xml:space="preserve">It may be necessary for the RCC operator to interact with other operators and consideration should be given to the level of interaction required, methods of communication and any interdependencies. For example: </w:t>
      </w:r>
    </w:p>
    <w:p w14:paraId="18BA7369" w14:textId="77777777" w:rsidR="00555A3C" w:rsidRPr="008E2ACA" w:rsidRDefault="00555A3C" w:rsidP="008E2841">
      <w:pPr>
        <w:pStyle w:val="BodyText"/>
        <w:numPr>
          <w:ilvl w:val="0"/>
          <w:numId w:val="51"/>
        </w:numPr>
        <w:ind w:left="426" w:hanging="426"/>
        <w:rPr>
          <w:rFonts w:cstheme="minorHAnsi"/>
          <w:color w:val="000000" w:themeColor="text1"/>
        </w:rPr>
      </w:pPr>
      <w:r w:rsidRPr="008E2ACA">
        <w:rPr>
          <w:rFonts w:cstheme="minorHAnsi"/>
          <w:color w:val="000000" w:themeColor="text1"/>
        </w:rPr>
        <w:t xml:space="preserve">MASS Payload Operation: </w:t>
      </w:r>
    </w:p>
    <w:p w14:paraId="43EA2EFA" w14:textId="77777777" w:rsidR="00555A3C" w:rsidRPr="008E2ACA" w:rsidRDefault="00555A3C" w:rsidP="008E2841">
      <w:pPr>
        <w:pStyle w:val="BodyText"/>
        <w:numPr>
          <w:ilvl w:val="0"/>
          <w:numId w:val="52"/>
        </w:numPr>
        <w:rPr>
          <w:rFonts w:cstheme="minorHAnsi"/>
          <w:color w:val="000000" w:themeColor="text1"/>
        </w:rPr>
      </w:pPr>
      <w:r w:rsidRPr="008E2ACA">
        <w:rPr>
          <w:rFonts w:cstheme="minorHAnsi"/>
          <w:color w:val="000000" w:themeColor="text1"/>
        </w:rPr>
        <w:t xml:space="preserve">MASS payloads such as hull mounted sensors, towed sonars, may be controlled by a separate operator. This may form part of the MASS system and associated RCC or configured as a stand-alone system with its own dedicated RCC. </w:t>
      </w:r>
    </w:p>
    <w:p w14:paraId="0A1910A1" w14:textId="77777777" w:rsidR="00555A3C" w:rsidRPr="008E2ACA" w:rsidRDefault="00555A3C" w:rsidP="008E2841">
      <w:pPr>
        <w:pStyle w:val="BodyText"/>
        <w:numPr>
          <w:ilvl w:val="0"/>
          <w:numId w:val="51"/>
        </w:numPr>
        <w:ind w:left="426" w:hanging="426"/>
        <w:rPr>
          <w:rFonts w:cstheme="minorHAnsi"/>
          <w:color w:val="000000" w:themeColor="text1"/>
        </w:rPr>
      </w:pPr>
      <w:r w:rsidRPr="008E2ACA">
        <w:rPr>
          <w:rFonts w:cstheme="minorHAnsi"/>
          <w:color w:val="000000" w:themeColor="text1"/>
        </w:rPr>
        <w:t xml:space="preserve">MASS Launch and Recovery System: </w:t>
      </w:r>
    </w:p>
    <w:p w14:paraId="7E9FA1DD" w14:textId="77777777" w:rsidR="00555A3C" w:rsidRPr="008E2ACA" w:rsidRDefault="00555A3C" w:rsidP="008E2841">
      <w:pPr>
        <w:pStyle w:val="BodyText"/>
        <w:numPr>
          <w:ilvl w:val="0"/>
          <w:numId w:val="52"/>
        </w:numPr>
        <w:rPr>
          <w:rFonts w:cstheme="minorHAnsi"/>
          <w:color w:val="000000" w:themeColor="text1"/>
        </w:rPr>
      </w:pPr>
      <w:r w:rsidRPr="008E2ACA">
        <w:rPr>
          <w:rFonts w:cstheme="minorHAnsi"/>
          <w:color w:val="000000" w:themeColor="text1"/>
        </w:rPr>
        <w:t xml:space="preserve">Launch and recovery of the MASS may involve the operation of a davit, crane or similar device. During these events, the davit/crane operator will have control of the MASS for a period of time; </w:t>
      </w:r>
    </w:p>
    <w:p w14:paraId="4D119006" w14:textId="77777777" w:rsidR="00555A3C" w:rsidRPr="008E2ACA" w:rsidRDefault="00555A3C" w:rsidP="008E2841">
      <w:pPr>
        <w:pStyle w:val="BodyText"/>
        <w:numPr>
          <w:ilvl w:val="0"/>
          <w:numId w:val="51"/>
        </w:numPr>
        <w:ind w:left="426" w:hanging="426"/>
        <w:rPr>
          <w:rFonts w:cstheme="minorHAnsi"/>
          <w:color w:val="000000" w:themeColor="text1"/>
        </w:rPr>
      </w:pPr>
      <w:r w:rsidRPr="008E2ACA">
        <w:rPr>
          <w:rFonts w:cstheme="minorHAnsi"/>
          <w:color w:val="000000" w:themeColor="text1"/>
        </w:rPr>
        <w:t xml:space="preserve">MASS start-up / shut down and transfer of control between the RCC operator and lifting device operator needs to be coordinated: </w:t>
      </w:r>
    </w:p>
    <w:p w14:paraId="35CF1005" w14:textId="77777777" w:rsidR="00555A3C" w:rsidRPr="008E2ACA" w:rsidRDefault="00555A3C" w:rsidP="008E2841">
      <w:pPr>
        <w:pStyle w:val="BodyText"/>
        <w:numPr>
          <w:ilvl w:val="0"/>
          <w:numId w:val="52"/>
        </w:numPr>
        <w:rPr>
          <w:rFonts w:cstheme="minorHAnsi"/>
          <w:color w:val="000000" w:themeColor="text1"/>
        </w:rPr>
      </w:pPr>
      <w:r w:rsidRPr="008E2ACA">
        <w:rPr>
          <w:rFonts w:cstheme="minorHAnsi"/>
          <w:color w:val="000000" w:themeColor="text1"/>
        </w:rPr>
        <w:t xml:space="preserve">External support e.g. chases boats, port/harbour control, with the responsibility of controlling other vessels within the operational </w:t>
      </w:r>
      <w:proofErr w:type="spellStart"/>
      <w:r w:rsidRPr="008E2ACA">
        <w:rPr>
          <w:rFonts w:cstheme="minorHAnsi"/>
          <w:color w:val="000000" w:themeColor="text1"/>
        </w:rPr>
        <w:t>Waterspace</w:t>
      </w:r>
      <w:proofErr w:type="spellEnd"/>
      <w:r w:rsidRPr="008E2ACA">
        <w:rPr>
          <w:rFonts w:cstheme="minorHAnsi"/>
          <w:color w:val="000000" w:themeColor="text1"/>
        </w:rPr>
        <w:t xml:space="preserve">. </w:t>
      </w:r>
    </w:p>
    <w:p w14:paraId="63A6617D" w14:textId="77777777" w:rsidR="00555A3C" w:rsidRPr="008E2ACA" w:rsidRDefault="00555A3C" w:rsidP="00555A3C">
      <w:pPr>
        <w:pStyle w:val="Heading3"/>
        <w:keepNext w:val="0"/>
        <w:keepLines w:val="0"/>
        <w:ind w:left="993" w:hanging="993"/>
        <w:rPr>
          <w:sz w:val="24"/>
          <w:szCs w:val="24"/>
        </w:rPr>
      </w:pPr>
      <w:bookmarkStart w:id="112" w:name="_Toc97046793"/>
      <w:r w:rsidRPr="008E2ACA">
        <w:t xml:space="preserve">Controlling Mass from an </w:t>
      </w:r>
      <w:commentRangeStart w:id="113"/>
      <w:r w:rsidRPr="008E2ACA">
        <w:t>RCC</w:t>
      </w:r>
      <w:bookmarkEnd w:id="112"/>
      <w:commentRangeEnd w:id="113"/>
      <w:r w:rsidR="007E0048">
        <w:rPr>
          <w:rStyle w:val="CommentReference"/>
          <w:rFonts w:asciiTheme="minorHAnsi" w:eastAsiaTheme="minorHAnsi" w:hAnsiTheme="minorHAnsi" w:cstheme="minorBidi"/>
          <w:b w:val="0"/>
          <w:bCs w:val="0"/>
          <w:smallCaps w:val="0"/>
          <w:color w:val="auto"/>
        </w:rPr>
        <w:commentReference w:id="113"/>
      </w:r>
      <w:r w:rsidRPr="008E2ACA">
        <w:rPr>
          <w:sz w:val="24"/>
          <w:szCs w:val="24"/>
        </w:rPr>
        <w:t xml:space="preserve"> </w:t>
      </w:r>
    </w:p>
    <w:p w14:paraId="00F6D1CE" w14:textId="77777777" w:rsidR="00555A3C" w:rsidRPr="008E2ACA" w:rsidRDefault="00555A3C" w:rsidP="00555A3C">
      <w:pPr>
        <w:pStyle w:val="BodyText"/>
      </w:pPr>
      <w:r w:rsidRPr="008E2ACA">
        <w:t xml:space="preserve">The RCC should enable the operator to effectively monitor the behaviour of the MASS at all times, with a sufficient level of data to assess and react to requests including the following examples: </w:t>
      </w:r>
    </w:p>
    <w:p w14:paraId="17DB73B3" w14:textId="77777777" w:rsidR="00555A3C" w:rsidRPr="00C5424B" w:rsidRDefault="00555A3C" w:rsidP="008E2841">
      <w:pPr>
        <w:pStyle w:val="BodyText"/>
        <w:numPr>
          <w:ilvl w:val="0"/>
          <w:numId w:val="51"/>
        </w:numPr>
        <w:ind w:left="426" w:hanging="426"/>
        <w:rPr>
          <w:rFonts w:cstheme="minorHAnsi"/>
          <w:color w:val="000000" w:themeColor="text1"/>
        </w:rPr>
      </w:pPr>
      <w:r w:rsidRPr="00C5424B">
        <w:rPr>
          <w:rFonts w:cstheme="minorHAnsi"/>
          <w:color w:val="000000" w:themeColor="text1"/>
        </w:rPr>
        <w:t xml:space="preserve">Health Status of MASS, including warnings and alerts: </w:t>
      </w:r>
    </w:p>
    <w:p w14:paraId="58F265C8" w14:textId="77777777" w:rsidR="00555A3C" w:rsidRPr="00C5424B" w:rsidRDefault="00555A3C" w:rsidP="008E2841">
      <w:pPr>
        <w:pStyle w:val="BodyText"/>
        <w:numPr>
          <w:ilvl w:val="0"/>
          <w:numId w:val="52"/>
        </w:numPr>
        <w:rPr>
          <w:rFonts w:cstheme="minorHAnsi"/>
          <w:color w:val="000000" w:themeColor="text1"/>
        </w:rPr>
      </w:pPr>
      <w:r w:rsidRPr="00C5424B">
        <w:rPr>
          <w:rFonts w:cstheme="minorHAnsi"/>
          <w:color w:val="000000" w:themeColor="text1"/>
        </w:rPr>
        <w:t xml:space="preserve">Built in Test Equipment (BITE) data presented to RCC; </w:t>
      </w:r>
    </w:p>
    <w:p w14:paraId="66378122" w14:textId="77777777" w:rsidR="00555A3C" w:rsidRPr="00C5424B" w:rsidRDefault="00555A3C" w:rsidP="008E2841">
      <w:pPr>
        <w:pStyle w:val="BodyText"/>
        <w:numPr>
          <w:ilvl w:val="0"/>
          <w:numId w:val="52"/>
        </w:numPr>
        <w:rPr>
          <w:rFonts w:cstheme="minorHAnsi"/>
          <w:color w:val="000000" w:themeColor="text1"/>
        </w:rPr>
      </w:pPr>
      <w:r w:rsidRPr="00C5424B">
        <w:rPr>
          <w:rFonts w:cstheme="minorHAnsi"/>
          <w:color w:val="000000" w:themeColor="text1"/>
        </w:rPr>
        <w:t xml:space="preserve">Battery status; </w:t>
      </w:r>
    </w:p>
    <w:p w14:paraId="7A61E4D7" w14:textId="77777777" w:rsidR="00555A3C" w:rsidRPr="00C5424B" w:rsidRDefault="00555A3C" w:rsidP="008E2841">
      <w:pPr>
        <w:pStyle w:val="BodyText"/>
        <w:numPr>
          <w:ilvl w:val="0"/>
          <w:numId w:val="52"/>
        </w:numPr>
        <w:rPr>
          <w:rFonts w:cstheme="minorHAnsi"/>
          <w:color w:val="000000" w:themeColor="text1"/>
        </w:rPr>
      </w:pPr>
      <w:r w:rsidRPr="00C5424B">
        <w:rPr>
          <w:rFonts w:cstheme="minorHAnsi"/>
          <w:color w:val="000000" w:themeColor="text1"/>
        </w:rPr>
        <w:t xml:space="preserve">Fuel level; </w:t>
      </w:r>
    </w:p>
    <w:p w14:paraId="1895171A" w14:textId="77777777" w:rsidR="00555A3C" w:rsidRPr="00C5424B" w:rsidRDefault="00555A3C" w:rsidP="008E2841">
      <w:pPr>
        <w:pStyle w:val="BodyText"/>
        <w:numPr>
          <w:ilvl w:val="0"/>
          <w:numId w:val="52"/>
        </w:numPr>
        <w:rPr>
          <w:rFonts w:cstheme="minorHAnsi"/>
          <w:color w:val="000000" w:themeColor="text1"/>
        </w:rPr>
      </w:pPr>
      <w:r w:rsidRPr="00C5424B">
        <w:rPr>
          <w:rFonts w:cstheme="minorHAnsi"/>
          <w:color w:val="000000" w:themeColor="text1"/>
        </w:rPr>
        <w:t xml:space="preserve">Engine or equipment condition and performance warnings; </w:t>
      </w:r>
    </w:p>
    <w:p w14:paraId="2AA3F1D3" w14:textId="77777777" w:rsidR="00555A3C" w:rsidRPr="00C5424B" w:rsidRDefault="00555A3C" w:rsidP="008E2841">
      <w:pPr>
        <w:pStyle w:val="BodyText"/>
        <w:numPr>
          <w:ilvl w:val="0"/>
          <w:numId w:val="52"/>
        </w:numPr>
        <w:rPr>
          <w:rFonts w:cstheme="minorHAnsi"/>
          <w:color w:val="000000" w:themeColor="text1"/>
        </w:rPr>
      </w:pPr>
      <w:r w:rsidRPr="00C5424B">
        <w:rPr>
          <w:rFonts w:cstheme="minorHAnsi"/>
          <w:color w:val="000000" w:themeColor="text1"/>
        </w:rPr>
        <w:lastRenderedPageBreak/>
        <w:t xml:space="preserve">Fire on-board. </w:t>
      </w:r>
    </w:p>
    <w:p w14:paraId="6E80FA06" w14:textId="77777777" w:rsidR="00555A3C" w:rsidRPr="00C5424B" w:rsidRDefault="00555A3C" w:rsidP="008E2841">
      <w:pPr>
        <w:pStyle w:val="BodyText"/>
        <w:numPr>
          <w:ilvl w:val="0"/>
          <w:numId w:val="51"/>
        </w:numPr>
        <w:ind w:left="426" w:hanging="426"/>
        <w:rPr>
          <w:rFonts w:cstheme="minorHAnsi"/>
          <w:color w:val="000000" w:themeColor="text1"/>
        </w:rPr>
      </w:pPr>
      <w:r w:rsidRPr="00C5424B">
        <w:rPr>
          <w:rFonts w:cstheme="minorHAnsi"/>
          <w:color w:val="000000" w:themeColor="text1"/>
        </w:rPr>
        <w:t xml:space="preserve">MASS navigational data: </w:t>
      </w:r>
    </w:p>
    <w:p w14:paraId="6504B83B" w14:textId="08BB8EB6" w:rsidR="00555A3C" w:rsidRPr="00C5424B" w:rsidRDefault="00555A3C" w:rsidP="008E2841">
      <w:pPr>
        <w:pStyle w:val="BodyText"/>
        <w:numPr>
          <w:ilvl w:val="0"/>
          <w:numId w:val="52"/>
        </w:numPr>
        <w:rPr>
          <w:rFonts w:cstheme="minorHAnsi"/>
          <w:color w:val="000000" w:themeColor="text1"/>
        </w:rPr>
      </w:pPr>
      <w:r w:rsidRPr="00C5424B">
        <w:rPr>
          <w:rFonts w:cstheme="minorHAnsi"/>
          <w:color w:val="000000" w:themeColor="text1"/>
        </w:rPr>
        <w:t xml:space="preserve">Actual position, </w:t>
      </w:r>
      <w:r w:rsidR="001B30B2">
        <w:rPr>
          <w:rFonts w:cstheme="minorHAnsi"/>
          <w:color w:val="000000" w:themeColor="text1"/>
        </w:rPr>
        <w:t xml:space="preserve">True </w:t>
      </w:r>
      <w:r w:rsidRPr="00C5424B">
        <w:rPr>
          <w:rFonts w:cstheme="minorHAnsi"/>
          <w:color w:val="000000" w:themeColor="text1"/>
        </w:rPr>
        <w:t xml:space="preserve">Heading, </w:t>
      </w:r>
      <w:proofErr w:type="spellStart"/>
      <w:r w:rsidRPr="00C5424B">
        <w:rPr>
          <w:rFonts w:cstheme="minorHAnsi"/>
          <w:color w:val="000000" w:themeColor="text1"/>
        </w:rPr>
        <w:t>CoG</w:t>
      </w:r>
      <w:proofErr w:type="spellEnd"/>
      <w:r w:rsidRPr="00C5424B">
        <w:rPr>
          <w:rFonts w:cstheme="minorHAnsi"/>
          <w:color w:val="000000" w:themeColor="text1"/>
        </w:rPr>
        <w:t xml:space="preserve">, </w:t>
      </w:r>
      <w:r w:rsidR="003E5CDA" w:rsidRPr="00CE0282">
        <w:rPr>
          <w:rFonts w:cstheme="minorHAnsi"/>
          <w:color w:val="000000" w:themeColor="text1"/>
        </w:rPr>
        <w:t xml:space="preserve">Speed </w:t>
      </w:r>
      <w:r w:rsidR="001B30B2" w:rsidRPr="00CE0282">
        <w:rPr>
          <w:rFonts w:cstheme="minorHAnsi"/>
          <w:color w:val="000000" w:themeColor="text1"/>
        </w:rPr>
        <w:t>O</w:t>
      </w:r>
      <w:r w:rsidR="003E5CDA" w:rsidRPr="00CE0282">
        <w:rPr>
          <w:rFonts w:cstheme="minorHAnsi"/>
          <w:color w:val="000000" w:themeColor="text1"/>
        </w:rPr>
        <w:t xml:space="preserve">ver ground </w:t>
      </w:r>
      <w:r w:rsidR="003E5CDA" w:rsidRPr="001B30B2">
        <w:rPr>
          <w:rFonts w:cstheme="minorHAnsi"/>
          <w:color w:val="000000" w:themeColor="text1"/>
        </w:rPr>
        <w:t>(</w:t>
      </w:r>
      <w:proofErr w:type="spellStart"/>
      <w:r w:rsidRPr="001B30B2">
        <w:rPr>
          <w:rFonts w:cstheme="minorHAnsi"/>
          <w:color w:val="000000" w:themeColor="text1"/>
        </w:rPr>
        <w:t>SoG</w:t>
      </w:r>
      <w:proofErr w:type="spellEnd"/>
      <w:r w:rsidR="003E5CDA" w:rsidRPr="001B30B2">
        <w:rPr>
          <w:rFonts w:cstheme="minorHAnsi"/>
          <w:color w:val="000000" w:themeColor="text1"/>
        </w:rPr>
        <w:t>)</w:t>
      </w:r>
      <w:r w:rsidRPr="00CE0282">
        <w:rPr>
          <w:rFonts w:cstheme="minorHAnsi"/>
          <w:color w:val="000000" w:themeColor="text1"/>
        </w:rPr>
        <w:t>;</w:t>
      </w:r>
      <w:r w:rsidRPr="00C5424B">
        <w:rPr>
          <w:rFonts w:cstheme="minorHAnsi"/>
          <w:color w:val="000000" w:themeColor="text1"/>
        </w:rPr>
        <w:t xml:space="preserve"> </w:t>
      </w:r>
    </w:p>
    <w:p w14:paraId="011C999C" w14:textId="77777777" w:rsidR="00555A3C" w:rsidRPr="00C5424B" w:rsidRDefault="00555A3C" w:rsidP="008E2841">
      <w:pPr>
        <w:pStyle w:val="BodyText"/>
        <w:numPr>
          <w:ilvl w:val="0"/>
          <w:numId w:val="52"/>
        </w:numPr>
        <w:rPr>
          <w:rFonts w:cstheme="minorHAnsi"/>
          <w:color w:val="000000" w:themeColor="text1"/>
        </w:rPr>
      </w:pPr>
      <w:r w:rsidRPr="00C5424B">
        <w:rPr>
          <w:rFonts w:cstheme="minorHAnsi"/>
          <w:color w:val="000000" w:themeColor="text1"/>
        </w:rPr>
        <w:t xml:space="preserve">Planned course. </w:t>
      </w:r>
    </w:p>
    <w:p w14:paraId="413DB7E9" w14:textId="77777777" w:rsidR="00555A3C" w:rsidRPr="00C5424B" w:rsidRDefault="00555A3C" w:rsidP="008E2841">
      <w:pPr>
        <w:pStyle w:val="BodyText"/>
        <w:numPr>
          <w:ilvl w:val="0"/>
          <w:numId w:val="51"/>
        </w:numPr>
        <w:ind w:left="426" w:hanging="426"/>
        <w:rPr>
          <w:rFonts w:cstheme="minorHAnsi"/>
          <w:color w:val="000000" w:themeColor="text1"/>
        </w:rPr>
      </w:pPr>
      <w:r w:rsidRPr="00C5424B">
        <w:rPr>
          <w:rFonts w:cstheme="minorHAnsi"/>
          <w:color w:val="000000" w:themeColor="text1"/>
        </w:rPr>
        <w:t xml:space="preserve">MASS requests: </w:t>
      </w:r>
    </w:p>
    <w:p w14:paraId="77C52EFF" w14:textId="77777777" w:rsidR="00555A3C" w:rsidRPr="00C5424B" w:rsidRDefault="00555A3C" w:rsidP="008E2841">
      <w:pPr>
        <w:pStyle w:val="BodyText"/>
        <w:numPr>
          <w:ilvl w:val="0"/>
          <w:numId w:val="52"/>
        </w:numPr>
        <w:rPr>
          <w:rFonts w:cstheme="minorHAnsi"/>
          <w:color w:val="000000" w:themeColor="text1"/>
        </w:rPr>
      </w:pPr>
      <w:r w:rsidRPr="00C5424B">
        <w:rPr>
          <w:rFonts w:cstheme="minorHAnsi"/>
          <w:color w:val="000000" w:themeColor="text1"/>
        </w:rPr>
        <w:t xml:space="preserve">Request to perform some form of action that requires RCC authorisation. </w:t>
      </w:r>
    </w:p>
    <w:p w14:paraId="62A8F1A2" w14:textId="77777777" w:rsidR="00555A3C" w:rsidRPr="00C5424B" w:rsidRDefault="00555A3C" w:rsidP="008E2841">
      <w:pPr>
        <w:pStyle w:val="BodyText"/>
        <w:numPr>
          <w:ilvl w:val="0"/>
          <w:numId w:val="51"/>
        </w:numPr>
        <w:ind w:left="426" w:hanging="426"/>
        <w:rPr>
          <w:rFonts w:ascii="EGPINL+Arial" w:hAnsi="EGPINL+Arial" w:cs="EGPINL+Arial"/>
          <w:color w:val="00306C"/>
          <w:szCs w:val="18"/>
        </w:rPr>
      </w:pPr>
      <w:r w:rsidRPr="00C5424B">
        <w:rPr>
          <w:rFonts w:cstheme="minorHAnsi"/>
          <w:color w:val="000000" w:themeColor="text1"/>
        </w:rPr>
        <w:t>Situational Awareness data within vicinity of MASS; For example:</w:t>
      </w:r>
      <w:r w:rsidRPr="00C5424B">
        <w:rPr>
          <w:rFonts w:ascii="EGPINL+Arial" w:hAnsi="EGPINL+Arial" w:cs="EGPINL+Arial"/>
          <w:color w:val="00306C"/>
          <w:szCs w:val="18"/>
        </w:rPr>
        <w:t xml:space="preserve"> </w:t>
      </w:r>
    </w:p>
    <w:p w14:paraId="064ABD94" w14:textId="77777777" w:rsidR="00555A3C" w:rsidRPr="00C5424B" w:rsidRDefault="00555A3C" w:rsidP="008E2841">
      <w:pPr>
        <w:pStyle w:val="BodyText"/>
        <w:numPr>
          <w:ilvl w:val="0"/>
          <w:numId w:val="52"/>
        </w:numPr>
        <w:rPr>
          <w:rFonts w:cstheme="minorHAnsi"/>
          <w:color w:val="000000" w:themeColor="text1"/>
        </w:rPr>
      </w:pPr>
      <w:r w:rsidRPr="00C5424B">
        <w:rPr>
          <w:rFonts w:cstheme="minorHAnsi"/>
          <w:color w:val="000000" w:themeColor="text1"/>
        </w:rPr>
        <w:t xml:space="preserve">Target/obstacle Track Data; </w:t>
      </w:r>
    </w:p>
    <w:p w14:paraId="7C57958D" w14:textId="77777777" w:rsidR="00555A3C" w:rsidRPr="00C5424B" w:rsidRDefault="00555A3C" w:rsidP="008E2841">
      <w:pPr>
        <w:pStyle w:val="BodyText"/>
        <w:numPr>
          <w:ilvl w:val="0"/>
          <w:numId w:val="52"/>
        </w:numPr>
        <w:rPr>
          <w:rFonts w:cstheme="minorHAnsi"/>
          <w:color w:val="000000" w:themeColor="text1"/>
        </w:rPr>
      </w:pPr>
      <w:r w:rsidRPr="00C5424B">
        <w:rPr>
          <w:rFonts w:cstheme="minorHAnsi"/>
          <w:color w:val="000000" w:themeColor="text1"/>
        </w:rPr>
        <w:t xml:space="preserve">Camera data; </w:t>
      </w:r>
    </w:p>
    <w:p w14:paraId="47114AAB" w14:textId="77777777" w:rsidR="00555A3C" w:rsidRPr="00C5424B" w:rsidRDefault="00555A3C" w:rsidP="008E2841">
      <w:pPr>
        <w:pStyle w:val="BodyText"/>
        <w:numPr>
          <w:ilvl w:val="0"/>
          <w:numId w:val="52"/>
        </w:numPr>
        <w:rPr>
          <w:rFonts w:cstheme="minorHAnsi"/>
          <w:color w:val="000000" w:themeColor="text1"/>
        </w:rPr>
      </w:pPr>
      <w:r w:rsidRPr="00C5424B">
        <w:rPr>
          <w:rFonts w:cstheme="minorHAnsi"/>
          <w:color w:val="000000" w:themeColor="text1"/>
        </w:rPr>
        <w:t xml:space="preserve">Radar data; </w:t>
      </w:r>
    </w:p>
    <w:p w14:paraId="7D6A531D" w14:textId="77777777" w:rsidR="00555A3C" w:rsidRPr="00C5424B" w:rsidRDefault="00555A3C" w:rsidP="008E2841">
      <w:pPr>
        <w:pStyle w:val="BodyText"/>
        <w:numPr>
          <w:ilvl w:val="0"/>
          <w:numId w:val="52"/>
        </w:numPr>
        <w:rPr>
          <w:rFonts w:cstheme="minorHAnsi"/>
          <w:color w:val="000000" w:themeColor="text1"/>
        </w:rPr>
      </w:pPr>
      <w:r w:rsidRPr="00C5424B">
        <w:rPr>
          <w:rFonts w:cstheme="minorHAnsi"/>
          <w:color w:val="000000" w:themeColor="text1"/>
        </w:rPr>
        <w:t xml:space="preserve">In water sensor data (e.g. obstacle avoidance sonar); </w:t>
      </w:r>
    </w:p>
    <w:p w14:paraId="73038D4C" w14:textId="77777777" w:rsidR="00555A3C" w:rsidRPr="00C5424B" w:rsidRDefault="00555A3C" w:rsidP="008E2841">
      <w:pPr>
        <w:pStyle w:val="BodyText"/>
        <w:numPr>
          <w:ilvl w:val="0"/>
          <w:numId w:val="52"/>
        </w:numPr>
        <w:rPr>
          <w:rFonts w:cstheme="minorHAnsi"/>
          <w:color w:val="000000" w:themeColor="text1"/>
        </w:rPr>
      </w:pPr>
      <w:r w:rsidRPr="00C5424B">
        <w:rPr>
          <w:rFonts w:cstheme="minorHAnsi"/>
          <w:color w:val="000000" w:themeColor="text1"/>
        </w:rPr>
        <w:t xml:space="preserve">Sound data (e.g. warnings from other vessels). </w:t>
      </w:r>
    </w:p>
    <w:p w14:paraId="6A508FEC" w14:textId="77777777" w:rsidR="00555A3C" w:rsidRPr="00C5424B" w:rsidRDefault="00555A3C" w:rsidP="008E2841">
      <w:pPr>
        <w:pStyle w:val="BodyText"/>
        <w:numPr>
          <w:ilvl w:val="0"/>
          <w:numId w:val="51"/>
        </w:numPr>
        <w:ind w:left="426" w:hanging="426"/>
        <w:rPr>
          <w:rFonts w:cstheme="minorHAnsi"/>
          <w:color w:val="000000" w:themeColor="text1"/>
        </w:rPr>
      </w:pPr>
      <w:r w:rsidRPr="00C5424B">
        <w:rPr>
          <w:rFonts w:cstheme="minorHAnsi"/>
          <w:color w:val="000000" w:themeColor="text1"/>
        </w:rPr>
        <w:t xml:space="preserve">Collision Avoidance: </w:t>
      </w:r>
    </w:p>
    <w:p w14:paraId="2FAE3F8E" w14:textId="77777777" w:rsidR="00555A3C" w:rsidRPr="00C5424B" w:rsidRDefault="00555A3C" w:rsidP="008E2841">
      <w:pPr>
        <w:pStyle w:val="BodyText"/>
        <w:numPr>
          <w:ilvl w:val="0"/>
          <w:numId w:val="52"/>
        </w:numPr>
        <w:rPr>
          <w:rFonts w:cstheme="minorHAnsi"/>
          <w:color w:val="000000" w:themeColor="text1"/>
        </w:rPr>
      </w:pPr>
      <w:r w:rsidRPr="00C5424B">
        <w:rPr>
          <w:rFonts w:cstheme="minorHAnsi"/>
          <w:color w:val="000000" w:themeColor="text1"/>
        </w:rPr>
        <w:t xml:space="preserve">Warnings of potential obstacles. </w:t>
      </w:r>
    </w:p>
    <w:p w14:paraId="4AC8F6DD" w14:textId="77777777" w:rsidR="00555A3C" w:rsidRPr="00C5424B" w:rsidRDefault="00555A3C" w:rsidP="008E2841">
      <w:pPr>
        <w:pStyle w:val="BodyText"/>
        <w:numPr>
          <w:ilvl w:val="0"/>
          <w:numId w:val="52"/>
        </w:numPr>
        <w:rPr>
          <w:rFonts w:cstheme="minorHAnsi"/>
          <w:color w:val="000000" w:themeColor="text1"/>
        </w:rPr>
      </w:pPr>
      <w:r w:rsidRPr="00C5424B">
        <w:rPr>
          <w:rFonts w:cstheme="minorHAnsi"/>
          <w:color w:val="000000" w:themeColor="text1"/>
        </w:rPr>
        <w:t xml:space="preserve">MASS intended action (autonomy level dependent) </w:t>
      </w:r>
    </w:p>
    <w:p w14:paraId="1AB352AE" w14:textId="77777777" w:rsidR="00555A3C" w:rsidRPr="00C5424B" w:rsidRDefault="00555A3C" w:rsidP="008E2841">
      <w:pPr>
        <w:pStyle w:val="BodyText"/>
        <w:numPr>
          <w:ilvl w:val="0"/>
          <w:numId w:val="51"/>
        </w:numPr>
        <w:ind w:left="426" w:hanging="426"/>
        <w:rPr>
          <w:rFonts w:cstheme="minorHAnsi"/>
          <w:color w:val="000000" w:themeColor="text1"/>
        </w:rPr>
      </w:pPr>
      <w:r w:rsidRPr="00C5424B">
        <w:rPr>
          <w:rFonts w:cstheme="minorHAnsi"/>
          <w:color w:val="000000" w:themeColor="text1"/>
        </w:rPr>
        <w:t xml:space="preserve">Attack or interference with the MASS or its subsystems. </w:t>
      </w:r>
    </w:p>
    <w:p w14:paraId="6C77A13E" w14:textId="77777777" w:rsidR="00555A3C" w:rsidRPr="008E2ACA" w:rsidRDefault="00555A3C" w:rsidP="008E2841">
      <w:pPr>
        <w:pStyle w:val="BodyText"/>
        <w:numPr>
          <w:ilvl w:val="0"/>
          <w:numId w:val="51"/>
        </w:numPr>
        <w:ind w:left="426" w:hanging="426"/>
        <w:rPr>
          <w:rFonts w:cstheme="minorHAnsi"/>
          <w:color w:val="000000" w:themeColor="text1"/>
        </w:rPr>
      </w:pPr>
      <w:r w:rsidRPr="008E2ACA">
        <w:rPr>
          <w:rFonts w:cstheme="minorHAnsi"/>
          <w:color w:val="000000" w:themeColor="text1"/>
        </w:rPr>
        <w:t>Chart overlays, including land mass, shipping lanes, charted obstacles, seabed topography (if required).</w:t>
      </w:r>
    </w:p>
    <w:p w14:paraId="4471C507" w14:textId="77777777" w:rsidR="00555A3C" w:rsidRPr="008E2ACA" w:rsidRDefault="00555A3C" w:rsidP="00555A3C">
      <w:pPr>
        <w:pStyle w:val="BodyText"/>
      </w:pPr>
      <w:r w:rsidRPr="008E2ACA">
        <w:t xml:space="preserve">When designing the RCC, the type and quality of data presented at the RCC should be assessed to ensure that a sufficient level of safety and incident management is provided. This will depend on several factors; for example: </w:t>
      </w:r>
    </w:p>
    <w:p w14:paraId="5BA080F9" w14:textId="77777777" w:rsidR="00555A3C" w:rsidRPr="00C5424B" w:rsidRDefault="00555A3C" w:rsidP="008E2841">
      <w:pPr>
        <w:pStyle w:val="BodyText"/>
        <w:numPr>
          <w:ilvl w:val="0"/>
          <w:numId w:val="51"/>
        </w:numPr>
        <w:ind w:left="426" w:hanging="426"/>
        <w:rPr>
          <w:rFonts w:cstheme="minorHAnsi"/>
          <w:color w:val="000000" w:themeColor="text1"/>
        </w:rPr>
      </w:pPr>
      <w:r w:rsidRPr="00C5424B">
        <w:rPr>
          <w:rFonts w:cstheme="minorHAnsi"/>
          <w:color w:val="000000" w:themeColor="text1"/>
        </w:rPr>
        <w:t xml:space="preserve">Type of MASS: </w:t>
      </w:r>
    </w:p>
    <w:p w14:paraId="3780ABB8" w14:textId="77777777" w:rsidR="00555A3C" w:rsidRPr="00C5424B" w:rsidRDefault="00555A3C" w:rsidP="008E2841">
      <w:pPr>
        <w:pStyle w:val="BodyText"/>
        <w:numPr>
          <w:ilvl w:val="0"/>
          <w:numId w:val="52"/>
        </w:numPr>
        <w:rPr>
          <w:rFonts w:cstheme="minorHAnsi"/>
          <w:color w:val="000000" w:themeColor="text1"/>
        </w:rPr>
      </w:pPr>
      <w:r w:rsidRPr="00C5424B">
        <w:rPr>
          <w:rFonts w:cstheme="minorHAnsi"/>
          <w:color w:val="000000" w:themeColor="text1"/>
        </w:rPr>
        <w:t xml:space="preserve">Small MASS will be limited in their ability to support situational awareness and collision avoidance sensors. </w:t>
      </w:r>
    </w:p>
    <w:p w14:paraId="5E4894D3" w14:textId="77777777" w:rsidR="00555A3C" w:rsidRPr="00C5424B" w:rsidRDefault="00555A3C" w:rsidP="008E2841">
      <w:pPr>
        <w:pStyle w:val="BodyText"/>
        <w:numPr>
          <w:ilvl w:val="0"/>
          <w:numId w:val="51"/>
        </w:numPr>
        <w:ind w:left="426" w:hanging="426"/>
        <w:rPr>
          <w:rFonts w:cstheme="minorHAnsi"/>
          <w:color w:val="000000" w:themeColor="text1"/>
        </w:rPr>
      </w:pPr>
      <w:r w:rsidRPr="00C5424B">
        <w:rPr>
          <w:rFonts w:cstheme="minorHAnsi"/>
          <w:color w:val="000000" w:themeColor="text1"/>
        </w:rPr>
        <w:t xml:space="preserve">Operation: </w:t>
      </w:r>
    </w:p>
    <w:p w14:paraId="21823A78" w14:textId="77777777" w:rsidR="00555A3C" w:rsidRPr="00C5424B" w:rsidRDefault="00555A3C" w:rsidP="008E2841">
      <w:pPr>
        <w:pStyle w:val="BodyText"/>
        <w:numPr>
          <w:ilvl w:val="0"/>
          <w:numId w:val="52"/>
        </w:numPr>
        <w:rPr>
          <w:rFonts w:cstheme="minorHAnsi"/>
          <w:color w:val="000000" w:themeColor="text1"/>
        </w:rPr>
      </w:pPr>
      <w:r w:rsidRPr="00C5424B">
        <w:rPr>
          <w:rFonts w:cstheme="minorHAnsi"/>
          <w:color w:val="000000" w:themeColor="text1"/>
        </w:rPr>
        <w:t xml:space="preserve">What other measures are available, if any, to provide situational awareness and communication with other vessels? </w:t>
      </w:r>
    </w:p>
    <w:p w14:paraId="1C09E2F1" w14:textId="77777777" w:rsidR="00555A3C" w:rsidRPr="00C5424B" w:rsidRDefault="00555A3C" w:rsidP="008E2841">
      <w:pPr>
        <w:pStyle w:val="BodyText"/>
        <w:numPr>
          <w:ilvl w:val="0"/>
          <w:numId w:val="52"/>
        </w:numPr>
        <w:rPr>
          <w:rFonts w:cstheme="minorHAnsi"/>
          <w:color w:val="000000" w:themeColor="text1"/>
        </w:rPr>
      </w:pPr>
      <w:r w:rsidRPr="00C5424B">
        <w:rPr>
          <w:rFonts w:cstheme="minorHAnsi"/>
          <w:color w:val="000000" w:themeColor="text1"/>
        </w:rPr>
        <w:t xml:space="preserve">Where is the MASS operating, e.g. confined waters with high density traffic or blue waters? </w:t>
      </w:r>
    </w:p>
    <w:p w14:paraId="4253E6C1" w14:textId="77777777" w:rsidR="00555A3C" w:rsidRPr="00C5424B" w:rsidRDefault="00555A3C" w:rsidP="008E2841">
      <w:pPr>
        <w:pStyle w:val="BodyText"/>
        <w:numPr>
          <w:ilvl w:val="0"/>
          <w:numId w:val="51"/>
        </w:numPr>
        <w:ind w:left="426" w:hanging="426"/>
        <w:rPr>
          <w:rFonts w:cstheme="minorHAnsi"/>
          <w:color w:val="000000" w:themeColor="text1"/>
        </w:rPr>
      </w:pPr>
      <w:r w:rsidRPr="00C5424B">
        <w:rPr>
          <w:rFonts w:cstheme="minorHAnsi"/>
          <w:color w:val="000000" w:themeColor="text1"/>
        </w:rPr>
        <w:t>L</w:t>
      </w:r>
      <w:r w:rsidR="00620D8F" w:rsidRPr="008E2ACA">
        <w:rPr>
          <w:rFonts w:cstheme="minorHAnsi"/>
          <w:color w:val="000000" w:themeColor="text1"/>
        </w:rPr>
        <w:t>oC</w:t>
      </w:r>
      <w:r w:rsidRPr="00C5424B">
        <w:rPr>
          <w:rFonts w:cstheme="minorHAnsi"/>
          <w:color w:val="000000" w:themeColor="text1"/>
        </w:rPr>
        <w:t xml:space="preserve"> available: </w:t>
      </w:r>
    </w:p>
    <w:p w14:paraId="27C86497" w14:textId="77777777" w:rsidR="00555A3C" w:rsidRPr="00C5424B" w:rsidRDefault="00555A3C" w:rsidP="008E2841">
      <w:pPr>
        <w:pStyle w:val="BodyText"/>
        <w:numPr>
          <w:ilvl w:val="0"/>
          <w:numId w:val="52"/>
        </w:numPr>
        <w:rPr>
          <w:rFonts w:cstheme="minorHAnsi"/>
          <w:color w:val="000000" w:themeColor="text1"/>
        </w:rPr>
      </w:pPr>
      <w:r w:rsidRPr="00C5424B">
        <w:rPr>
          <w:rFonts w:cstheme="minorHAnsi"/>
          <w:color w:val="000000" w:themeColor="text1"/>
        </w:rPr>
        <w:t xml:space="preserve">Data latency and ageing; </w:t>
      </w:r>
    </w:p>
    <w:p w14:paraId="4DC7AC9A" w14:textId="77777777" w:rsidR="00555A3C" w:rsidRPr="00C5424B" w:rsidRDefault="00555A3C" w:rsidP="008E2841">
      <w:pPr>
        <w:pStyle w:val="BodyText"/>
        <w:numPr>
          <w:ilvl w:val="0"/>
          <w:numId w:val="52"/>
        </w:numPr>
        <w:rPr>
          <w:rFonts w:cstheme="minorHAnsi"/>
          <w:color w:val="000000" w:themeColor="text1"/>
        </w:rPr>
      </w:pPr>
      <w:r w:rsidRPr="00C5424B">
        <w:rPr>
          <w:rFonts w:cstheme="minorHAnsi"/>
          <w:color w:val="000000" w:themeColor="text1"/>
        </w:rPr>
        <w:t xml:space="preserve">Reliability of Communications Link; </w:t>
      </w:r>
    </w:p>
    <w:p w14:paraId="00356F2F" w14:textId="77777777" w:rsidR="00555A3C" w:rsidRPr="00C5424B" w:rsidRDefault="00555A3C" w:rsidP="008E2841">
      <w:pPr>
        <w:pStyle w:val="BodyText"/>
        <w:numPr>
          <w:ilvl w:val="0"/>
          <w:numId w:val="52"/>
        </w:numPr>
        <w:rPr>
          <w:rFonts w:cstheme="minorHAnsi"/>
          <w:color w:val="000000" w:themeColor="text1"/>
        </w:rPr>
      </w:pPr>
      <w:r w:rsidRPr="00C5424B">
        <w:rPr>
          <w:rFonts w:cstheme="minorHAnsi"/>
          <w:color w:val="000000" w:themeColor="text1"/>
        </w:rPr>
        <w:t xml:space="preserve">Weather; </w:t>
      </w:r>
    </w:p>
    <w:p w14:paraId="1CF70C62" w14:textId="77777777" w:rsidR="00555A3C" w:rsidRPr="008E2ACA" w:rsidRDefault="00555A3C" w:rsidP="008E2841">
      <w:pPr>
        <w:pStyle w:val="BodyText"/>
        <w:numPr>
          <w:ilvl w:val="0"/>
          <w:numId w:val="52"/>
        </w:numPr>
        <w:rPr>
          <w:rFonts w:cstheme="minorHAnsi"/>
          <w:color w:val="000000" w:themeColor="text1"/>
        </w:rPr>
      </w:pPr>
      <w:r w:rsidRPr="008E2ACA">
        <w:rPr>
          <w:rFonts w:cstheme="minorHAnsi"/>
          <w:color w:val="000000" w:themeColor="text1"/>
        </w:rPr>
        <w:t>Geographic location.</w:t>
      </w:r>
    </w:p>
    <w:p w14:paraId="4CA2C8D2" w14:textId="77777777" w:rsidR="00555A3C" w:rsidRPr="00C5424B" w:rsidRDefault="00555A3C" w:rsidP="00555A3C">
      <w:pPr>
        <w:pStyle w:val="Heading3"/>
        <w:keepNext w:val="0"/>
        <w:keepLines w:val="0"/>
        <w:ind w:left="993" w:hanging="993"/>
      </w:pPr>
      <w:bookmarkStart w:id="114" w:name="_Toc97046794"/>
      <w:r w:rsidRPr="008E2ACA">
        <w:t xml:space="preserve">Relationship Between Autonomy Levels of Control and </w:t>
      </w:r>
      <w:r w:rsidRPr="00C5424B">
        <w:t>RCC</w:t>
      </w:r>
      <w:bookmarkEnd w:id="114"/>
      <w:r w:rsidRPr="00C5424B">
        <w:t xml:space="preserve"> </w:t>
      </w:r>
    </w:p>
    <w:p w14:paraId="1BFEF184" w14:textId="77777777" w:rsidR="00555A3C" w:rsidRPr="008E2ACA" w:rsidRDefault="00620D8F" w:rsidP="006812E5">
      <w:pPr>
        <w:pStyle w:val="BodyText"/>
      </w:pPr>
      <w:r w:rsidRPr="008E2ACA">
        <w:t>T</w:t>
      </w:r>
      <w:r w:rsidR="00555A3C" w:rsidRPr="008E2ACA">
        <w:t xml:space="preserve">he RCC should be designed to enable the operator to take control of the MASS at any time, including the ability to change the </w:t>
      </w:r>
      <w:r w:rsidRPr="008E2ACA">
        <w:t xml:space="preserve">LoC </w:t>
      </w:r>
      <w:r w:rsidR="00555A3C" w:rsidRPr="008E2ACA">
        <w:t xml:space="preserve">or shut down the MASS completely. </w:t>
      </w:r>
    </w:p>
    <w:p w14:paraId="1E840489" w14:textId="4A8C5D81" w:rsidR="00555A3C" w:rsidRPr="00C5424B" w:rsidRDefault="00AA2EA3" w:rsidP="00D900A4">
      <w:pPr>
        <w:pStyle w:val="Heading3"/>
        <w:keepNext w:val="0"/>
        <w:keepLines w:val="0"/>
        <w:ind w:left="993" w:hanging="993"/>
      </w:pPr>
      <w:bookmarkStart w:id="115" w:name="_Toc97046795"/>
      <w:r>
        <w:br w:type="page"/>
      </w:r>
      <w:r w:rsidR="00555A3C" w:rsidRPr="008E2ACA">
        <w:lastRenderedPageBreak/>
        <w:t>Suggested</w:t>
      </w:r>
      <w:r w:rsidR="00555A3C" w:rsidRPr="00C5424B">
        <w:t xml:space="preserve"> RCC </w:t>
      </w:r>
      <w:r w:rsidR="00555A3C" w:rsidRPr="008E2ACA">
        <w:t xml:space="preserve">Operational </w:t>
      </w:r>
      <w:commentRangeStart w:id="116"/>
      <w:r w:rsidR="00555A3C" w:rsidRPr="008E2ACA">
        <w:t>Requirements</w:t>
      </w:r>
      <w:bookmarkEnd w:id="115"/>
      <w:commentRangeEnd w:id="116"/>
      <w:r w:rsidR="007E0048">
        <w:rPr>
          <w:rStyle w:val="CommentReference"/>
          <w:rFonts w:asciiTheme="minorHAnsi" w:eastAsiaTheme="minorHAnsi" w:hAnsiTheme="minorHAnsi" w:cstheme="minorBidi"/>
          <w:b w:val="0"/>
          <w:bCs w:val="0"/>
          <w:smallCaps w:val="0"/>
          <w:color w:val="auto"/>
        </w:rPr>
        <w:commentReference w:id="116"/>
      </w:r>
      <w:r w:rsidR="00555A3C" w:rsidRPr="008E2ACA">
        <w:t xml:space="preserve"> </w:t>
      </w:r>
    </w:p>
    <w:p w14:paraId="49AEBC5C" w14:textId="77777777" w:rsidR="00555A3C" w:rsidRPr="008E2ACA" w:rsidRDefault="00555A3C" w:rsidP="00555A3C">
      <w:pPr>
        <w:pStyle w:val="BodyText"/>
      </w:pPr>
      <w:r w:rsidRPr="008E2ACA">
        <w:t xml:space="preserve">The following operational requirements are provided as illustrations for guidance: </w:t>
      </w:r>
    </w:p>
    <w:p w14:paraId="4F7CDEED" w14:textId="77777777" w:rsidR="00555A3C" w:rsidRPr="00C5424B" w:rsidRDefault="00555A3C" w:rsidP="008E2841">
      <w:pPr>
        <w:pStyle w:val="BodyText"/>
        <w:numPr>
          <w:ilvl w:val="0"/>
          <w:numId w:val="51"/>
        </w:numPr>
        <w:ind w:left="426" w:hanging="426"/>
        <w:rPr>
          <w:rFonts w:cstheme="minorHAnsi"/>
          <w:color w:val="000000" w:themeColor="text1"/>
        </w:rPr>
      </w:pPr>
      <w:r w:rsidRPr="00C5424B">
        <w:rPr>
          <w:rFonts w:cstheme="minorHAnsi"/>
          <w:color w:val="000000" w:themeColor="text1"/>
        </w:rPr>
        <w:t xml:space="preserve">The RCC should enable the operator to plan the MASS mission; </w:t>
      </w:r>
    </w:p>
    <w:p w14:paraId="04810B35" w14:textId="77777777" w:rsidR="00555A3C" w:rsidRPr="00C5424B" w:rsidRDefault="00555A3C" w:rsidP="008E2841">
      <w:pPr>
        <w:pStyle w:val="BodyText"/>
        <w:numPr>
          <w:ilvl w:val="0"/>
          <w:numId w:val="51"/>
        </w:numPr>
        <w:ind w:left="426" w:hanging="426"/>
        <w:rPr>
          <w:rFonts w:cstheme="minorHAnsi"/>
          <w:color w:val="000000" w:themeColor="text1"/>
        </w:rPr>
      </w:pPr>
      <w:r w:rsidRPr="00C5424B">
        <w:rPr>
          <w:rFonts w:cstheme="minorHAnsi"/>
          <w:color w:val="000000" w:themeColor="text1"/>
        </w:rPr>
        <w:t xml:space="preserve">The RCC should enable the operator to execute a MASS mission; </w:t>
      </w:r>
    </w:p>
    <w:p w14:paraId="6597B350" w14:textId="77777777" w:rsidR="00555A3C" w:rsidRPr="00C5424B" w:rsidRDefault="00555A3C" w:rsidP="008E2841">
      <w:pPr>
        <w:pStyle w:val="BodyText"/>
        <w:numPr>
          <w:ilvl w:val="0"/>
          <w:numId w:val="51"/>
        </w:numPr>
        <w:ind w:left="426" w:hanging="426"/>
        <w:rPr>
          <w:rFonts w:cstheme="minorHAnsi"/>
          <w:color w:val="000000" w:themeColor="text1"/>
        </w:rPr>
      </w:pPr>
      <w:r w:rsidRPr="00C5424B">
        <w:rPr>
          <w:rFonts w:cstheme="minorHAnsi"/>
          <w:color w:val="000000" w:themeColor="text1"/>
        </w:rPr>
        <w:t xml:space="preserve">The RCC should enable the operator to evaluate the MASS mission; </w:t>
      </w:r>
    </w:p>
    <w:p w14:paraId="07C6F3B6" w14:textId="77777777" w:rsidR="00555A3C" w:rsidRPr="00C5424B" w:rsidRDefault="00555A3C" w:rsidP="008E2841">
      <w:pPr>
        <w:pStyle w:val="BodyText"/>
        <w:numPr>
          <w:ilvl w:val="0"/>
          <w:numId w:val="51"/>
        </w:numPr>
        <w:ind w:left="426" w:hanging="426"/>
        <w:rPr>
          <w:rFonts w:cstheme="minorHAnsi"/>
          <w:color w:val="000000" w:themeColor="text1"/>
        </w:rPr>
      </w:pPr>
      <w:r w:rsidRPr="00C5424B">
        <w:rPr>
          <w:rFonts w:cstheme="minorHAnsi"/>
          <w:color w:val="000000" w:themeColor="text1"/>
        </w:rPr>
        <w:t xml:space="preserve">The RCC should provide the operator with a sufficient level of situational awareness information both for the safe navigation and control of the MASS; </w:t>
      </w:r>
    </w:p>
    <w:p w14:paraId="768032F4" w14:textId="2D6878BC" w:rsidR="00555A3C" w:rsidRPr="00C5424B" w:rsidRDefault="00555A3C" w:rsidP="008E2841">
      <w:pPr>
        <w:pStyle w:val="BodyText"/>
        <w:numPr>
          <w:ilvl w:val="0"/>
          <w:numId w:val="51"/>
        </w:numPr>
        <w:ind w:left="426" w:hanging="426"/>
        <w:rPr>
          <w:rFonts w:cstheme="minorHAnsi"/>
          <w:color w:val="000000" w:themeColor="text1"/>
        </w:rPr>
      </w:pPr>
      <w:r w:rsidRPr="00C5424B">
        <w:rPr>
          <w:rFonts w:cstheme="minorHAnsi"/>
          <w:color w:val="000000" w:themeColor="text1"/>
        </w:rPr>
        <w:t>The RCC should provide the ability for the operator to re-programme the required activities and responses of the MASS in timescales appropriate to the MASS</w:t>
      </w:r>
      <w:r w:rsidR="006A43C1">
        <w:rPr>
          <w:rFonts w:cstheme="minorHAnsi"/>
          <w:color w:val="000000" w:themeColor="text1"/>
        </w:rPr>
        <w:t>’</w:t>
      </w:r>
      <w:r w:rsidRPr="00C5424B">
        <w:rPr>
          <w:rFonts w:cstheme="minorHAnsi"/>
          <w:color w:val="000000" w:themeColor="text1"/>
        </w:rPr>
        <w:t xml:space="preserve"> configuration, location and shipping conditions; </w:t>
      </w:r>
    </w:p>
    <w:p w14:paraId="2F2FB06E" w14:textId="77777777" w:rsidR="00555A3C" w:rsidRPr="00C5424B" w:rsidRDefault="00555A3C" w:rsidP="008E2841">
      <w:pPr>
        <w:pStyle w:val="BodyText"/>
        <w:numPr>
          <w:ilvl w:val="0"/>
          <w:numId w:val="51"/>
        </w:numPr>
        <w:ind w:left="426" w:hanging="426"/>
        <w:rPr>
          <w:rFonts w:cstheme="minorHAnsi"/>
          <w:color w:val="000000" w:themeColor="text1"/>
        </w:rPr>
      </w:pPr>
      <w:r w:rsidRPr="00C5424B">
        <w:rPr>
          <w:rFonts w:cstheme="minorHAnsi"/>
          <w:color w:val="000000" w:themeColor="text1"/>
        </w:rPr>
        <w:t xml:space="preserve">The RCC should enable the operator to take direct control of the MASS at any time: </w:t>
      </w:r>
    </w:p>
    <w:p w14:paraId="5390341E" w14:textId="77777777" w:rsidR="00555A3C" w:rsidRPr="00C5424B" w:rsidRDefault="00555A3C" w:rsidP="008E2841">
      <w:pPr>
        <w:pStyle w:val="BodyText"/>
        <w:numPr>
          <w:ilvl w:val="0"/>
          <w:numId w:val="51"/>
        </w:numPr>
        <w:ind w:left="426" w:hanging="426"/>
        <w:rPr>
          <w:rFonts w:cstheme="minorHAnsi"/>
          <w:color w:val="000000" w:themeColor="text1"/>
        </w:rPr>
      </w:pPr>
      <w:r w:rsidRPr="00C5424B">
        <w:rPr>
          <w:rFonts w:cstheme="minorHAnsi"/>
          <w:color w:val="000000" w:themeColor="text1"/>
        </w:rPr>
        <w:t xml:space="preserve">In cases where the RCC is unable to assert direct control of the MASS, special provisions and control measures should be required to ensure safe operation. </w:t>
      </w:r>
    </w:p>
    <w:p w14:paraId="5E2C39AA" w14:textId="77777777" w:rsidR="00555A3C" w:rsidRPr="00C5424B" w:rsidRDefault="00555A3C" w:rsidP="008E2841">
      <w:pPr>
        <w:pStyle w:val="BodyText"/>
        <w:numPr>
          <w:ilvl w:val="0"/>
          <w:numId w:val="51"/>
        </w:numPr>
        <w:ind w:left="426" w:hanging="426"/>
        <w:rPr>
          <w:rFonts w:cstheme="minorHAnsi"/>
          <w:color w:val="000000" w:themeColor="text1"/>
        </w:rPr>
      </w:pPr>
      <w:r w:rsidRPr="00C5424B">
        <w:rPr>
          <w:rFonts w:cstheme="minorHAnsi"/>
          <w:color w:val="000000" w:themeColor="text1"/>
        </w:rPr>
        <w:t xml:space="preserve">The RCC should alert the operator of any emergency warnings or a change in condition such as risk of collision, fire on board MASS, MASS equipment or functional failure/defect or 3rd party attack/interference; </w:t>
      </w:r>
    </w:p>
    <w:p w14:paraId="61AD15A2" w14:textId="77777777" w:rsidR="00555A3C" w:rsidRPr="00C5424B" w:rsidRDefault="00555A3C" w:rsidP="008E2841">
      <w:pPr>
        <w:pStyle w:val="BodyText"/>
        <w:numPr>
          <w:ilvl w:val="0"/>
          <w:numId w:val="51"/>
        </w:numPr>
        <w:ind w:left="426" w:hanging="426"/>
        <w:rPr>
          <w:rFonts w:cstheme="minorHAnsi"/>
          <w:color w:val="000000" w:themeColor="text1"/>
        </w:rPr>
      </w:pPr>
      <w:r w:rsidRPr="00C5424B">
        <w:rPr>
          <w:rFonts w:cstheme="minorHAnsi"/>
          <w:color w:val="000000" w:themeColor="text1"/>
        </w:rPr>
        <w:t xml:space="preserve">The RCC should alert the operator of any changes to the planned mission, such as change in speed, heading, collision avoidance manoeuvres; </w:t>
      </w:r>
    </w:p>
    <w:p w14:paraId="4823D0C0" w14:textId="77777777" w:rsidR="00555A3C" w:rsidRPr="008E2ACA" w:rsidRDefault="00555A3C" w:rsidP="008E2841">
      <w:pPr>
        <w:pStyle w:val="BodyText"/>
        <w:numPr>
          <w:ilvl w:val="0"/>
          <w:numId w:val="51"/>
        </w:numPr>
        <w:ind w:left="426" w:hanging="426"/>
        <w:rPr>
          <w:rFonts w:cstheme="minorHAnsi"/>
          <w:color w:val="000000" w:themeColor="text1"/>
        </w:rPr>
      </w:pPr>
      <w:r w:rsidRPr="008E2ACA">
        <w:rPr>
          <w:rFonts w:cstheme="minorHAnsi"/>
          <w:color w:val="000000" w:themeColor="text1"/>
        </w:rPr>
        <w:t>The RCC should be arranged such that the transfer of control from one base station to another or from one MASS to another may be undertaken safely;</w:t>
      </w:r>
    </w:p>
    <w:p w14:paraId="210C3AFB" w14:textId="77777777" w:rsidR="00555A3C" w:rsidRPr="00C5424B" w:rsidRDefault="00555A3C" w:rsidP="008E2841">
      <w:pPr>
        <w:pStyle w:val="BodyText"/>
        <w:numPr>
          <w:ilvl w:val="0"/>
          <w:numId w:val="51"/>
        </w:numPr>
        <w:ind w:left="426" w:hanging="426"/>
        <w:rPr>
          <w:rFonts w:cstheme="minorHAnsi"/>
          <w:color w:val="000000" w:themeColor="text1"/>
        </w:rPr>
      </w:pPr>
      <w:r w:rsidRPr="00C5424B">
        <w:rPr>
          <w:rFonts w:cstheme="minorHAnsi"/>
          <w:color w:val="000000" w:themeColor="text1"/>
        </w:rPr>
        <w:t xml:space="preserve">The RCC should store data (See also </w:t>
      </w:r>
      <w:r w:rsidR="007F2F7E" w:rsidRPr="008E2ACA">
        <w:rPr>
          <w:rFonts w:cstheme="minorHAnsi"/>
          <w:color w:val="000000" w:themeColor="text1"/>
        </w:rPr>
        <w:t>P</w:t>
      </w:r>
      <w:r w:rsidRPr="00C5424B">
        <w:rPr>
          <w:rFonts w:cstheme="minorHAnsi"/>
          <w:color w:val="000000" w:themeColor="text1"/>
        </w:rPr>
        <w:t xml:space="preserve">ara </w:t>
      </w:r>
      <w:r w:rsidR="007F2F7E" w:rsidRPr="008E2ACA">
        <w:rPr>
          <w:rFonts w:cstheme="minorHAnsi"/>
          <w:color w:val="000000" w:themeColor="text1"/>
        </w:rPr>
        <w:t xml:space="preserve">on </w:t>
      </w:r>
      <w:r w:rsidRPr="00C5424B">
        <w:rPr>
          <w:rFonts w:cstheme="minorHAnsi"/>
          <w:color w:val="000000" w:themeColor="text1"/>
        </w:rPr>
        <w:t xml:space="preserve">MASS Vessel Data Recording (VDR): </w:t>
      </w:r>
    </w:p>
    <w:p w14:paraId="6D3F71DE" w14:textId="77777777" w:rsidR="00555A3C" w:rsidRPr="00C5424B" w:rsidRDefault="00555A3C" w:rsidP="008E2841">
      <w:pPr>
        <w:pStyle w:val="BodyText"/>
        <w:numPr>
          <w:ilvl w:val="0"/>
          <w:numId w:val="52"/>
        </w:numPr>
        <w:rPr>
          <w:rFonts w:cstheme="minorHAnsi"/>
          <w:color w:val="000000" w:themeColor="text1"/>
        </w:rPr>
      </w:pPr>
      <w:r w:rsidRPr="00C5424B">
        <w:rPr>
          <w:rFonts w:cstheme="minorHAnsi"/>
          <w:color w:val="000000" w:themeColor="text1"/>
          <w:szCs w:val="18"/>
        </w:rPr>
        <w:t xml:space="preserve">This could include log data for fault diagnosis, scenario reconstruction, (e.g. collision event), last known coordinates following </w:t>
      </w:r>
      <w:r w:rsidRPr="00C5424B">
        <w:rPr>
          <w:rFonts w:cstheme="minorHAnsi"/>
          <w:color w:val="000000" w:themeColor="text1"/>
        </w:rPr>
        <w:t xml:space="preserve">communications loss etc; </w:t>
      </w:r>
    </w:p>
    <w:p w14:paraId="360044D0" w14:textId="77777777" w:rsidR="00555A3C" w:rsidRPr="00C5424B" w:rsidRDefault="00555A3C" w:rsidP="008E2841">
      <w:pPr>
        <w:pStyle w:val="BodyText"/>
        <w:numPr>
          <w:ilvl w:val="0"/>
          <w:numId w:val="52"/>
        </w:numPr>
        <w:rPr>
          <w:rFonts w:cstheme="minorHAnsi"/>
          <w:color w:val="000000" w:themeColor="text1"/>
        </w:rPr>
      </w:pPr>
      <w:r w:rsidRPr="00C5424B">
        <w:rPr>
          <w:rFonts w:cstheme="minorHAnsi"/>
          <w:color w:val="000000" w:themeColor="text1"/>
        </w:rPr>
        <w:t xml:space="preserve">Sufficient to meet international/local regulations; </w:t>
      </w:r>
    </w:p>
    <w:p w14:paraId="435CC072" w14:textId="77777777" w:rsidR="00555A3C" w:rsidRPr="008E2ACA" w:rsidRDefault="00555A3C" w:rsidP="008E2841">
      <w:pPr>
        <w:pStyle w:val="BodyText"/>
        <w:numPr>
          <w:ilvl w:val="0"/>
          <w:numId w:val="51"/>
        </w:numPr>
        <w:ind w:left="426" w:hanging="426"/>
        <w:rPr>
          <w:rFonts w:cstheme="minorHAnsi"/>
          <w:color w:val="000000" w:themeColor="text1"/>
        </w:rPr>
      </w:pPr>
      <w:r w:rsidRPr="008E2ACA">
        <w:rPr>
          <w:rFonts w:cstheme="minorHAnsi"/>
          <w:color w:val="000000" w:themeColor="text1"/>
        </w:rPr>
        <w:t>Two or more RCCs could be used to control one MASS from different locations. Only one RCC should provide control at any one time. Transfer of control from one RCC to another should be a simple seamless transition</w:t>
      </w:r>
    </w:p>
    <w:p w14:paraId="584FA9EF" w14:textId="77777777" w:rsidR="00555A3C" w:rsidRPr="00C5424B" w:rsidRDefault="00555A3C" w:rsidP="008E2841">
      <w:pPr>
        <w:pStyle w:val="BodyText"/>
        <w:numPr>
          <w:ilvl w:val="0"/>
          <w:numId w:val="51"/>
        </w:numPr>
        <w:ind w:left="426" w:hanging="426"/>
        <w:rPr>
          <w:rFonts w:cstheme="minorHAnsi"/>
          <w:color w:val="000000" w:themeColor="text1"/>
        </w:rPr>
      </w:pPr>
      <w:r w:rsidRPr="00C5424B">
        <w:rPr>
          <w:rFonts w:cstheme="minorHAnsi"/>
          <w:color w:val="000000" w:themeColor="text1"/>
        </w:rPr>
        <w:t xml:space="preserve">It is possible that certain MASS functions (e.g. payload – instruments and their data) may be controlled from separate RCCs; </w:t>
      </w:r>
    </w:p>
    <w:p w14:paraId="03370B79" w14:textId="77777777" w:rsidR="00555A3C" w:rsidRPr="00C5424B" w:rsidRDefault="00555A3C" w:rsidP="008E2841">
      <w:pPr>
        <w:pStyle w:val="BodyText"/>
        <w:numPr>
          <w:ilvl w:val="0"/>
          <w:numId w:val="51"/>
        </w:numPr>
        <w:ind w:left="426" w:hanging="426"/>
        <w:rPr>
          <w:rFonts w:cstheme="minorHAnsi"/>
          <w:color w:val="000000" w:themeColor="text1"/>
        </w:rPr>
      </w:pPr>
      <w:r w:rsidRPr="00C5424B">
        <w:rPr>
          <w:rFonts w:cstheme="minorHAnsi"/>
          <w:color w:val="000000" w:themeColor="text1"/>
        </w:rPr>
        <w:t xml:space="preserve">The RCC should clearly indicate the control status of the RCC and any other RCC that form part of a networked control; </w:t>
      </w:r>
    </w:p>
    <w:p w14:paraId="71BFC5AB" w14:textId="77777777" w:rsidR="00555A3C" w:rsidRPr="00C5424B" w:rsidRDefault="00555A3C" w:rsidP="008E2841">
      <w:pPr>
        <w:pStyle w:val="BodyText"/>
        <w:numPr>
          <w:ilvl w:val="0"/>
          <w:numId w:val="51"/>
        </w:numPr>
        <w:ind w:left="426" w:hanging="426"/>
        <w:rPr>
          <w:rFonts w:cstheme="minorHAnsi"/>
          <w:color w:val="000000" w:themeColor="text1"/>
        </w:rPr>
      </w:pPr>
      <w:r w:rsidRPr="00C5424B">
        <w:rPr>
          <w:rFonts w:cstheme="minorHAnsi"/>
          <w:color w:val="000000" w:themeColor="text1"/>
        </w:rPr>
        <w:t xml:space="preserve">The RCC should provide a sufficient level of security to prevent unauthorised access. This may include separate account access levels for Operator, Maintainer and Supervisor purposes; </w:t>
      </w:r>
    </w:p>
    <w:p w14:paraId="650F3179" w14:textId="77777777" w:rsidR="00555A3C" w:rsidRPr="008E2ACA" w:rsidRDefault="00555A3C" w:rsidP="008E2841">
      <w:pPr>
        <w:pStyle w:val="BodyText"/>
        <w:numPr>
          <w:ilvl w:val="0"/>
          <w:numId w:val="51"/>
        </w:numPr>
        <w:ind w:left="426" w:hanging="426"/>
        <w:rPr>
          <w:rFonts w:cstheme="minorHAnsi"/>
          <w:color w:val="000000" w:themeColor="text1"/>
        </w:rPr>
      </w:pPr>
      <w:r w:rsidRPr="008E2ACA">
        <w:rPr>
          <w:rFonts w:cstheme="minorHAnsi"/>
          <w:color w:val="000000" w:themeColor="text1"/>
        </w:rPr>
        <w:t>The RCC should be easy to use. The type of information displayed should be based on the priority of importance. Safety related warnings, graphical or audible, should be displayed on the Graphical User Interface (GUI), regardless of the GUI configuration.</w:t>
      </w:r>
    </w:p>
    <w:p w14:paraId="12E9E592" w14:textId="77777777" w:rsidR="00555A3C" w:rsidRPr="00C5424B" w:rsidRDefault="00555A3C" w:rsidP="00555A3C">
      <w:pPr>
        <w:pStyle w:val="Heading3"/>
        <w:keepNext w:val="0"/>
        <w:keepLines w:val="0"/>
        <w:ind w:left="993" w:hanging="993"/>
      </w:pPr>
      <w:bookmarkStart w:id="117" w:name="_Toc97046796"/>
      <w:r w:rsidRPr="008E2ACA">
        <w:t xml:space="preserve">Working Within Pilotage </w:t>
      </w:r>
      <w:commentRangeStart w:id="118"/>
      <w:r w:rsidRPr="008E2ACA">
        <w:t>Waters</w:t>
      </w:r>
      <w:bookmarkEnd w:id="117"/>
      <w:commentRangeEnd w:id="118"/>
      <w:r w:rsidR="007E0048">
        <w:rPr>
          <w:rStyle w:val="CommentReference"/>
          <w:rFonts w:asciiTheme="minorHAnsi" w:eastAsiaTheme="minorHAnsi" w:hAnsiTheme="minorHAnsi" w:cstheme="minorBidi"/>
          <w:b w:val="0"/>
          <w:bCs w:val="0"/>
          <w:smallCaps w:val="0"/>
          <w:color w:val="auto"/>
        </w:rPr>
        <w:commentReference w:id="118"/>
      </w:r>
      <w:r w:rsidRPr="008E2ACA">
        <w:t xml:space="preserve"> </w:t>
      </w:r>
    </w:p>
    <w:p w14:paraId="3218DA1F" w14:textId="77777777" w:rsidR="00555A3C" w:rsidRPr="008E2ACA" w:rsidRDefault="00555A3C" w:rsidP="00555A3C">
      <w:pPr>
        <w:pStyle w:val="BodyText"/>
      </w:pPr>
      <w:r w:rsidRPr="008E2ACA">
        <w:t xml:space="preserve">Working within the jurisdiction of a Harbour Authority and other Marine organisations can present specific challenges. Factors such as traffic density, local Port operations, including pilotage, VTS, and liaising with other stake holders, may subject the vessel to compulsory pilotage. </w:t>
      </w:r>
    </w:p>
    <w:p w14:paraId="7E74A70F" w14:textId="77777777" w:rsidR="00555A3C" w:rsidRPr="008E2ACA" w:rsidRDefault="00555A3C" w:rsidP="00555A3C">
      <w:pPr>
        <w:pStyle w:val="BodyText"/>
      </w:pPr>
      <w:r w:rsidRPr="008E2ACA">
        <w:t xml:space="preserve">Prior to entry of a Harbour or Marine facility, an RCC operator may be required to demonstrate they have sufficient skill, experience, and local knowledge to operate within the area. </w:t>
      </w:r>
    </w:p>
    <w:p w14:paraId="31BE5EF1" w14:textId="0DA46EDE" w:rsidR="00555A3C" w:rsidRPr="00CE0282" w:rsidRDefault="00CE0282" w:rsidP="00CE0282">
      <w:pPr>
        <w:pStyle w:val="BodyText"/>
        <w:numPr>
          <w:ilvl w:val="0"/>
          <w:numId w:val="51"/>
        </w:numPr>
        <w:ind w:left="426" w:hanging="426"/>
        <w:rPr>
          <w:rFonts w:cstheme="minorHAnsi"/>
          <w:color w:val="000000" w:themeColor="text1"/>
        </w:rPr>
      </w:pPr>
      <w:r w:rsidRPr="00F569E6">
        <w:rPr>
          <w:rFonts w:cstheme="minorHAnsi"/>
          <w:color w:val="000000" w:themeColor="text1"/>
        </w:rPr>
        <w:br w:type="page"/>
      </w:r>
      <w:r w:rsidR="00555A3C" w:rsidRPr="00CE0282">
        <w:rPr>
          <w:rFonts w:cstheme="minorHAnsi"/>
          <w:color w:val="000000" w:themeColor="text1"/>
        </w:rPr>
        <w:lastRenderedPageBreak/>
        <w:t>Knowledge of possible local:</w:t>
      </w:r>
    </w:p>
    <w:p w14:paraId="6F4D05EF" w14:textId="77777777" w:rsidR="00555A3C" w:rsidRPr="008E2ACA" w:rsidRDefault="00555A3C" w:rsidP="008E2841">
      <w:pPr>
        <w:pStyle w:val="BodyText"/>
        <w:numPr>
          <w:ilvl w:val="0"/>
          <w:numId w:val="53"/>
        </w:numPr>
        <w:ind w:left="851" w:hanging="425"/>
        <w:rPr>
          <w:rFonts w:cstheme="minorHAnsi"/>
          <w:color w:val="000000" w:themeColor="text1"/>
        </w:rPr>
      </w:pPr>
      <w:r w:rsidRPr="008E2ACA">
        <w:rPr>
          <w:rFonts w:cstheme="minorHAnsi"/>
          <w:color w:val="000000" w:themeColor="text1"/>
        </w:rPr>
        <w:t>Pilotage Acts</w:t>
      </w:r>
    </w:p>
    <w:p w14:paraId="78E99F7A" w14:textId="77777777" w:rsidR="00555A3C" w:rsidRPr="00C5424B" w:rsidRDefault="00555A3C" w:rsidP="008E2841">
      <w:pPr>
        <w:pStyle w:val="BodyText"/>
        <w:numPr>
          <w:ilvl w:val="0"/>
          <w:numId w:val="53"/>
        </w:numPr>
        <w:ind w:left="851" w:hanging="425"/>
        <w:rPr>
          <w:rFonts w:cstheme="minorHAnsi"/>
          <w:color w:val="000000" w:themeColor="text1"/>
        </w:rPr>
      </w:pPr>
      <w:r w:rsidRPr="00C5424B">
        <w:rPr>
          <w:rFonts w:cstheme="minorHAnsi"/>
          <w:color w:val="000000" w:themeColor="text1"/>
        </w:rPr>
        <w:t>Marine Navigation Act</w:t>
      </w:r>
      <w:r w:rsidRPr="008E2ACA">
        <w:rPr>
          <w:rFonts w:cstheme="minorHAnsi"/>
          <w:color w:val="000000" w:themeColor="text1"/>
        </w:rPr>
        <w:t>s</w:t>
      </w:r>
    </w:p>
    <w:p w14:paraId="3597FCB0" w14:textId="77777777" w:rsidR="00555A3C" w:rsidRPr="00C5424B" w:rsidRDefault="00555A3C" w:rsidP="008E2841">
      <w:pPr>
        <w:pStyle w:val="BodyText"/>
        <w:numPr>
          <w:ilvl w:val="0"/>
          <w:numId w:val="51"/>
        </w:numPr>
        <w:ind w:left="426" w:hanging="426"/>
        <w:rPr>
          <w:rFonts w:cstheme="minorHAnsi"/>
          <w:color w:val="000000" w:themeColor="text1"/>
        </w:rPr>
      </w:pPr>
      <w:r w:rsidRPr="00C5424B">
        <w:rPr>
          <w:rFonts w:cstheme="minorHAnsi"/>
          <w:color w:val="000000" w:themeColor="text1"/>
        </w:rPr>
        <w:t xml:space="preserve">Local Pilotage Regulations </w:t>
      </w:r>
    </w:p>
    <w:p w14:paraId="22C5BF09" w14:textId="77777777" w:rsidR="00555A3C" w:rsidRPr="00C5424B" w:rsidRDefault="00555A3C" w:rsidP="008E2841">
      <w:pPr>
        <w:pStyle w:val="BodyText"/>
        <w:numPr>
          <w:ilvl w:val="0"/>
          <w:numId w:val="51"/>
        </w:numPr>
        <w:ind w:left="426" w:hanging="426"/>
        <w:rPr>
          <w:rFonts w:cstheme="minorHAnsi"/>
          <w:color w:val="000000" w:themeColor="text1"/>
        </w:rPr>
      </w:pPr>
      <w:r w:rsidRPr="00C5424B">
        <w:rPr>
          <w:rFonts w:cstheme="minorHAnsi"/>
          <w:color w:val="000000" w:themeColor="text1"/>
        </w:rPr>
        <w:t xml:space="preserve">Local Emergency plan and procedures - e.g. Fire, Pollution, Mooring failure etc. </w:t>
      </w:r>
    </w:p>
    <w:p w14:paraId="173E809B" w14:textId="77777777" w:rsidR="00555A3C" w:rsidRPr="00C5424B" w:rsidRDefault="00555A3C" w:rsidP="008E2841">
      <w:pPr>
        <w:pStyle w:val="BodyText"/>
        <w:numPr>
          <w:ilvl w:val="0"/>
          <w:numId w:val="51"/>
        </w:numPr>
        <w:ind w:left="426" w:hanging="426"/>
        <w:rPr>
          <w:rFonts w:cstheme="minorHAnsi"/>
          <w:color w:val="000000" w:themeColor="text1"/>
        </w:rPr>
      </w:pPr>
      <w:r w:rsidRPr="00C5424B">
        <w:rPr>
          <w:rFonts w:cstheme="minorHAnsi"/>
          <w:color w:val="000000" w:themeColor="text1"/>
        </w:rPr>
        <w:t xml:space="preserve">Local Bye-laws </w:t>
      </w:r>
    </w:p>
    <w:p w14:paraId="53D886F6" w14:textId="77777777" w:rsidR="00555A3C" w:rsidRPr="00C5424B" w:rsidRDefault="00555A3C" w:rsidP="008E2841">
      <w:pPr>
        <w:pStyle w:val="BodyText"/>
        <w:numPr>
          <w:ilvl w:val="0"/>
          <w:numId w:val="51"/>
        </w:numPr>
        <w:ind w:left="426" w:hanging="426"/>
        <w:rPr>
          <w:rFonts w:cstheme="minorHAnsi"/>
          <w:color w:val="000000" w:themeColor="text1"/>
        </w:rPr>
      </w:pPr>
      <w:r w:rsidRPr="00C5424B">
        <w:rPr>
          <w:rFonts w:cstheme="minorHAnsi"/>
          <w:color w:val="000000" w:themeColor="text1"/>
        </w:rPr>
        <w:t xml:space="preserve">Local VTS traffic management regulations, protocols, and restrictions </w:t>
      </w:r>
    </w:p>
    <w:p w14:paraId="34BE5E3D" w14:textId="77777777" w:rsidR="00555A3C" w:rsidRPr="00C5424B" w:rsidRDefault="00555A3C" w:rsidP="008E2841">
      <w:pPr>
        <w:pStyle w:val="BodyText"/>
        <w:numPr>
          <w:ilvl w:val="0"/>
          <w:numId w:val="51"/>
        </w:numPr>
        <w:ind w:left="426" w:hanging="426"/>
        <w:rPr>
          <w:rFonts w:cstheme="minorHAnsi"/>
          <w:color w:val="000000" w:themeColor="text1"/>
        </w:rPr>
      </w:pPr>
      <w:r w:rsidRPr="00C5424B">
        <w:rPr>
          <w:rFonts w:cstheme="minorHAnsi"/>
          <w:color w:val="000000" w:themeColor="text1"/>
        </w:rPr>
        <w:t xml:space="preserve">National occupational standards for Marine Pilots </w:t>
      </w:r>
    </w:p>
    <w:p w14:paraId="06321FF5" w14:textId="77777777" w:rsidR="00555A3C" w:rsidRPr="00C5424B" w:rsidRDefault="00555A3C" w:rsidP="008E2841">
      <w:pPr>
        <w:pStyle w:val="BodyText"/>
        <w:numPr>
          <w:ilvl w:val="0"/>
          <w:numId w:val="51"/>
        </w:numPr>
        <w:ind w:left="426" w:hanging="426"/>
        <w:rPr>
          <w:rFonts w:cstheme="minorHAnsi"/>
          <w:color w:val="000000" w:themeColor="text1"/>
        </w:rPr>
      </w:pPr>
      <w:r w:rsidRPr="00C5424B">
        <w:rPr>
          <w:rFonts w:cstheme="minorHAnsi"/>
          <w:color w:val="000000" w:themeColor="text1"/>
        </w:rPr>
        <w:t xml:space="preserve">Obligatory additional technology required by the port authority - e.g. RCC operator equipped with something akin to a heavyweight pilot’s PPU for overall situational awareness of port moments etc. </w:t>
      </w:r>
    </w:p>
    <w:p w14:paraId="4C00ACA8" w14:textId="77777777" w:rsidR="00555A3C" w:rsidRPr="00C5424B" w:rsidRDefault="00555A3C" w:rsidP="008E2841">
      <w:pPr>
        <w:pStyle w:val="BodyText"/>
        <w:numPr>
          <w:ilvl w:val="0"/>
          <w:numId w:val="51"/>
        </w:numPr>
        <w:ind w:left="426" w:hanging="426"/>
        <w:rPr>
          <w:rFonts w:cstheme="minorHAnsi"/>
          <w:color w:val="000000" w:themeColor="text1"/>
        </w:rPr>
      </w:pPr>
      <w:r w:rsidRPr="00C5424B">
        <w:rPr>
          <w:rFonts w:cstheme="minorHAnsi"/>
          <w:color w:val="000000" w:themeColor="text1"/>
        </w:rPr>
        <w:t xml:space="preserve">Achieving a Pilotage Exemption certificate, which may require: - </w:t>
      </w:r>
    </w:p>
    <w:p w14:paraId="50EC7AC7" w14:textId="77777777" w:rsidR="00555A3C" w:rsidRPr="00C5424B" w:rsidRDefault="00555A3C" w:rsidP="008E2841">
      <w:pPr>
        <w:pStyle w:val="BodyText"/>
        <w:numPr>
          <w:ilvl w:val="0"/>
          <w:numId w:val="52"/>
        </w:numPr>
        <w:rPr>
          <w:rFonts w:cstheme="minorHAnsi"/>
          <w:color w:val="000000" w:themeColor="text1"/>
        </w:rPr>
      </w:pPr>
      <w:r w:rsidRPr="00C5424B">
        <w:rPr>
          <w:rFonts w:cstheme="minorHAnsi"/>
          <w:color w:val="000000" w:themeColor="text1"/>
        </w:rPr>
        <w:t xml:space="preserve">Local experience gained under supervision of experienced pilots. </w:t>
      </w:r>
    </w:p>
    <w:p w14:paraId="1B2F04A7" w14:textId="77777777" w:rsidR="00555A3C" w:rsidRPr="00C5424B" w:rsidRDefault="00555A3C" w:rsidP="008E2841">
      <w:pPr>
        <w:pStyle w:val="BodyText"/>
        <w:numPr>
          <w:ilvl w:val="0"/>
          <w:numId w:val="52"/>
        </w:numPr>
        <w:rPr>
          <w:rFonts w:cstheme="minorHAnsi"/>
          <w:color w:val="000000" w:themeColor="text1"/>
        </w:rPr>
      </w:pPr>
      <w:r w:rsidRPr="00C5424B">
        <w:rPr>
          <w:rFonts w:cstheme="minorHAnsi"/>
          <w:color w:val="000000" w:themeColor="text1"/>
        </w:rPr>
        <w:t xml:space="preserve">Additional training requirements (e.g. use of tugs in event of equipment malfunction) </w:t>
      </w:r>
    </w:p>
    <w:p w14:paraId="75D244C5" w14:textId="77777777" w:rsidR="00555A3C" w:rsidRPr="00C5424B" w:rsidRDefault="00555A3C" w:rsidP="008E2841">
      <w:pPr>
        <w:pStyle w:val="BodyText"/>
        <w:numPr>
          <w:ilvl w:val="0"/>
          <w:numId w:val="52"/>
        </w:numPr>
        <w:rPr>
          <w:rFonts w:cstheme="minorHAnsi"/>
          <w:color w:val="000000" w:themeColor="text1"/>
        </w:rPr>
      </w:pPr>
      <w:r w:rsidRPr="00C5424B">
        <w:rPr>
          <w:rFonts w:cstheme="minorHAnsi"/>
          <w:color w:val="000000" w:themeColor="text1"/>
        </w:rPr>
        <w:t xml:space="preserve">Assessment process and standards </w:t>
      </w:r>
    </w:p>
    <w:p w14:paraId="1EA52C0F" w14:textId="77777777" w:rsidR="00555A3C" w:rsidRPr="008E2ACA" w:rsidRDefault="00555A3C" w:rsidP="008E2841">
      <w:pPr>
        <w:pStyle w:val="BodyText"/>
        <w:numPr>
          <w:ilvl w:val="0"/>
          <w:numId w:val="52"/>
        </w:numPr>
        <w:rPr>
          <w:rFonts w:cstheme="minorHAnsi"/>
          <w:color w:val="000000" w:themeColor="text1"/>
        </w:rPr>
      </w:pPr>
      <w:r w:rsidRPr="008E2ACA">
        <w:rPr>
          <w:rFonts w:cstheme="minorHAnsi"/>
          <w:color w:val="000000" w:themeColor="text1"/>
        </w:rPr>
        <w:t>Examination syllabus, procedure, and standards</w:t>
      </w:r>
    </w:p>
    <w:p w14:paraId="419803E8" w14:textId="77777777" w:rsidR="00555A3C" w:rsidRPr="00C5424B" w:rsidRDefault="00555A3C" w:rsidP="008E2841">
      <w:pPr>
        <w:pStyle w:val="Heading3"/>
        <w:keepNext w:val="0"/>
        <w:keepLines w:val="0"/>
        <w:ind w:left="993" w:hanging="993"/>
      </w:pPr>
      <w:bookmarkStart w:id="119" w:name="_Toc97046797"/>
      <w:r w:rsidRPr="008E2ACA">
        <w:t xml:space="preserve">Managing </w:t>
      </w:r>
      <w:r w:rsidRPr="00C5424B">
        <w:t xml:space="preserve">RCC </w:t>
      </w:r>
      <w:r w:rsidRPr="008E2ACA">
        <w:t xml:space="preserve">Workforce </w:t>
      </w:r>
      <w:commentRangeStart w:id="120"/>
      <w:r w:rsidRPr="008E2ACA">
        <w:t>Wellbeing</w:t>
      </w:r>
      <w:bookmarkEnd w:id="119"/>
      <w:commentRangeEnd w:id="120"/>
      <w:r w:rsidR="007E0048">
        <w:rPr>
          <w:rStyle w:val="CommentReference"/>
          <w:rFonts w:asciiTheme="minorHAnsi" w:eastAsiaTheme="minorHAnsi" w:hAnsiTheme="minorHAnsi" w:cstheme="minorBidi"/>
          <w:b w:val="0"/>
          <w:bCs w:val="0"/>
          <w:smallCaps w:val="0"/>
          <w:color w:val="auto"/>
        </w:rPr>
        <w:commentReference w:id="120"/>
      </w:r>
      <w:r w:rsidRPr="008E2ACA">
        <w:t xml:space="preserve"> </w:t>
      </w:r>
    </w:p>
    <w:p w14:paraId="7FDAA78E" w14:textId="77777777" w:rsidR="00555A3C" w:rsidRPr="008E2ACA" w:rsidRDefault="00555A3C" w:rsidP="00555A3C">
      <w:pPr>
        <w:pStyle w:val="BodyText"/>
      </w:pPr>
      <w:r w:rsidRPr="008E2ACA">
        <w:t xml:space="preserve">The human element has been seen to be a consistently occurring factor in the majority of maritime incidents. The nature of remote vessel operation can intensify the importance of some of these people-related factors. </w:t>
      </w:r>
    </w:p>
    <w:p w14:paraId="025AEF58" w14:textId="77777777" w:rsidR="00555A3C" w:rsidRPr="008E2ACA" w:rsidRDefault="00555A3C" w:rsidP="00555A3C">
      <w:pPr>
        <w:pStyle w:val="BodyText"/>
      </w:pPr>
      <w:r w:rsidRPr="008E2ACA">
        <w:t>Managing workforce wellbeing should be a priority in the management of any RCC operation. Placing adequate importance on human performance, as well as system performance, is necessary to ensure the safety of operations as well as an obligation towards the health of the workforce.</w:t>
      </w:r>
    </w:p>
    <w:p w14:paraId="759CC713" w14:textId="77777777" w:rsidR="00555A3C" w:rsidRPr="008E2ACA" w:rsidRDefault="00555A3C" w:rsidP="00555A3C">
      <w:pPr>
        <w:pStyle w:val="BodyText"/>
        <w:rPr>
          <w:rFonts w:cstheme="minorHAnsi"/>
          <w:color w:val="221E1F"/>
          <w:szCs w:val="18"/>
        </w:rPr>
      </w:pPr>
      <w:r w:rsidRPr="008E2ACA">
        <w:rPr>
          <w:rFonts w:cstheme="minorHAnsi"/>
          <w:color w:val="221E1F"/>
          <w:szCs w:val="18"/>
        </w:rPr>
        <w:t xml:space="preserve">Human factors, including management of the so called ‘deadly dozen’ people-factors, should be considered in both planning and operation of any RCC: </w:t>
      </w:r>
    </w:p>
    <w:p w14:paraId="1A8E2861" w14:textId="77777777" w:rsidR="00555A3C" w:rsidRPr="00C5424B" w:rsidRDefault="00555A3C" w:rsidP="008E2841">
      <w:pPr>
        <w:pStyle w:val="BodyText"/>
        <w:numPr>
          <w:ilvl w:val="0"/>
          <w:numId w:val="51"/>
        </w:numPr>
        <w:ind w:left="426" w:hanging="426"/>
        <w:rPr>
          <w:rFonts w:cstheme="minorHAnsi"/>
          <w:color w:val="000000" w:themeColor="text1"/>
        </w:rPr>
      </w:pPr>
      <w:r w:rsidRPr="00C5424B">
        <w:rPr>
          <w:rFonts w:cstheme="minorHAnsi"/>
          <w:color w:val="000000" w:themeColor="text1"/>
        </w:rPr>
        <w:t xml:space="preserve">Being aware of Situational Awareness to allow for the three elements, perception, comprehension and projection for dealing with operational risks; </w:t>
      </w:r>
    </w:p>
    <w:p w14:paraId="5AAFE12F" w14:textId="77777777" w:rsidR="00555A3C" w:rsidRPr="00C5424B" w:rsidRDefault="00555A3C" w:rsidP="008E2841">
      <w:pPr>
        <w:pStyle w:val="BodyText"/>
        <w:numPr>
          <w:ilvl w:val="0"/>
          <w:numId w:val="51"/>
        </w:numPr>
        <w:ind w:left="426" w:hanging="426"/>
        <w:rPr>
          <w:rFonts w:cstheme="minorHAnsi"/>
          <w:color w:val="000000" w:themeColor="text1"/>
        </w:rPr>
      </w:pPr>
      <w:r w:rsidRPr="00C5424B">
        <w:rPr>
          <w:rFonts w:cstheme="minorHAnsi"/>
          <w:color w:val="000000" w:themeColor="text1"/>
        </w:rPr>
        <w:t xml:space="preserve">Building a Just Culture to promote alerting and raising issues, counteracting risks of distractions, complacency and memory lapses; </w:t>
      </w:r>
    </w:p>
    <w:p w14:paraId="285EC103" w14:textId="77777777" w:rsidR="00555A3C" w:rsidRPr="00C5424B" w:rsidRDefault="00555A3C" w:rsidP="008E2841">
      <w:pPr>
        <w:pStyle w:val="BodyText"/>
        <w:numPr>
          <w:ilvl w:val="0"/>
          <w:numId w:val="51"/>
        </w:numPr>
        <w:ind w:left="426" w:hanging="426"/>
        <w:rPr>
          <w:rFonts w:cstheme="minorHAnsi"/>
          <w:color w:val="000000" w:themeColor="text1"/>
        </w:rPr>
      </w:pPr>
      <w:r w:rsidRPr="00C5424B">
        <w:rPr>
          <w:rFonts w:cstheme="minorHAnsi"/>
          <w:color w:val="000000" w:themeColor="text1"/>
        </w:rPr>
        <w:t xml:space="preserve">Enabling strong and resilient communication structures and working language protocol; </w:t>
      </w:r>
    </w:p>
    <w:p w14:paraId="561F4A02" w14:textId="77777777" w:rsidR="00555A3C" w:rsidRPr="00C5424B" w:rsidRDefault="00555A3C" w:rsidP="008E2841">
      <w:pPr>
        <w:pStyle w:val="BodyText"/>
        <w:numPr>
          <w:ilvl w:val="0"/>
          <w:numId w:val="51"/>
        </w:numPr>
        <w:ind w:left="426" w:hanging="426"/>
        <w:rPr>
          <w:rFonts w:cstheme="minorHAnsi"/>
          <w:color w:val="000000" w:themeColor="text1"/>
        </w:rPr>
      </w:pPr>
      <w:r w:rsidRPr="00C5424B">
        <w:rPr>
          <w:rFonts w:cstheme="minorHAnsi"/>
          <w:color w:val="000000" w:themeColor="text1"/>
        </w:rPr>
        <w:t xml:space="preserve">Recognising the risks of complacency adjusting work patterns and structures to eliminate complacency risk where possible; </w:t>
      </w:r>
    </w:p>
    <w:p w14:paraId="0967183B" w14:textId="77777777" w:rsidR="00555A3C" w:rsidRPr="00C5424B" w:rsidRDefault="00555A3C" w:rsidP="008E2841">
      <w:pPr>
        <w:pStyle w:val="BodyText"/>
        <w:numPr>
          <w:ilvl w:val="0"/>
          <w:numId w:val="51"/>
        </w:numPr>
        <w:ind w:left="426" w:hanging="426"/>
        <w:rPr>
          <w:rFonts w:cstheme="minorHAnsi"/>
          <w:color w:val="000000" w:themeColor="text1"/>
        </w:rPr>
      </w:pPr>
      <w:r w:rsidRPr="00C5424B">
        <w:rPr>
          <w:rFonts w:cstheme="minorHAnsi"/>
          <w:color w:val="000000" w:themeColor="text1"/>
        </w:rPr>
        <w:t xml:space="preserve">Development of a strong culture based on strong safety behaviours and compliance to practices that underpin safe operations; </w:t>
      </w:r>
    </w:p>
    <w:p w14:paraId="53193951" w14:textId="77777777" w:rsidR="00555A3C" w:rsidRPr="00C5424B" w:rsidRDefault="00555A3C" w:rsidP="008E2841">
      <w:pPr>
        <w:pStyle w:val="BodyText"/>
        <w:numPr>
          <w:ilvl w:val="0"/>
          <w:numId w:val="51"/>
        </w:numPr>
        <w:ind w:left="426" w:hanging="426"/>
        <w:rPr>
          <w:rFonts w:cstheme="minorHAnsi"/>
          <w:color w:val="000000" w:themeColor="text1"/>
        </w:rPr>
      </w:pPr>
      <w:r w:rsidRPr="00C5424B">
        <w:rPr>
          <w:rFonts w:cstheme="minorHAnsi"/>
          <w:color w:val="000000" w:themeColor="text1"/>
        </w:rPr>
        <w:t xml:space="preserve">Ensuring continuity of practices between RCC and local operations where relevant, such as the use of the same software and operational practices: </w:t>
      </w:r>
    </w:p>
    <w:p w14:paraId="09B8C6E0" w14:textId="77777777" w:rsidR="00555A3C" w:rsidRPr="00C5424B" w:rsidRDefault="00555A3C" w:rsidP="008E2841">
      <w:pPr>
        <w:pStyle w:val="BodyText"/>
        <w:numPr>
          <w:ilvl w:val="0"/>
          <w:numId w:val="51"/>
        </w:numPr>
        <w:ind w:left="426" w:hanging="426"/>
        <w:rPr>
          <w:rFonts w:cstheme="minorHAnsi"/>
          <w:color w:val="000000" w:themeColor="text1"/>
        </w:rPr>
      </w:pPr>
      <w:r w:rsidRPr="00C5424B">
        <w:rPr>
          <w:rFonts w:cstheme="minorHAnsi"/>
          <w:color w:val="000000" w:themeColor="text1"/>
        </w:rPr>
        <w:t xml:space="preserve">Fostering efficient teamwork between personnel in the RCC, multiple control centres, support personnel locally and shore management; </w:t>
      </w:r>
    </w:p>
    <w:p w14:paraId="10B228D0" w14:textId="77777777" w:rsidR="00555A3C" w:rsidRPr="00C5424B" w:rsidRDefault="00555A3C" w:rsidP="008E2841">
      <w:pPr>
        <w:pStyle w:val="BodyText"/>
        <w:numPr>
          <w:ilvl w:val="0"/>
          <w:numId w:val="51"/>
        </w:numPr>
        <w:ind w:left="426" w:hanging="426"/>
        <w:rPr>
          <w:rFonts w:cstheme="minorHAnsi"/>
          <w:color w:val="000000" w:themeColor="text1"/>
        </w:rPr>
      </w:pPr>
      <w:r w:rsidRPr="00C5424B">
        <w:rPr>
          <w:rFonts w:cstheme="minorHAnsi"/>
          <w:color w:val="000000" w:themeColor="text1"/>
        </w:rPr>
        <w:t xml:space="preserve">Ensuring a capable and competent workforce who have been trained in both technical and soft-skills to be able to perform in routine and emergency situations; </w:t>
      </w:r>
    </w:p>
    <w:p w14:paraId="1DD47833" w14:textId="77777777" w:rsidR="00555A3C" w:rsidRPr="00C5424B" w:rsidRDefault="00555A3C" w:rsidP="008E2841">
      <w:pPr>
        <w:pStyle w:val="BodyText"/>
        <w:numPr>
          <w:ilvl w:val="0"/>
          <w:numId w:val="51"/>
        </w:numPr>
        <w:ind w:left="426" w:hanging="426"/>
        <w:rPr>
          <w:rFonts w:cstheme="minorHAnsi"/>
          <w:color w:val="000000" w:themeColor="text1"/>
        </w:rPr>
      </w:pPr>
      <w:r w:rsidRPr="00C5424B">
        <w:rPr>
          <w:rFonts w:cstheme="minorHAnsi"/>
          <w:color w:val="000000" w:themeColor="text1"/>
        </w:rPr>
        <w:lastRenderedPageBreak/>
        <w:t xml:space="preserve">Planning operations, workforce quotient and resources to limit the build-up of real or perceived pressure that can degrade performance; </w:t>
      </w:r>
    </w:p>
    <w:p w14:paraId="7B13FEB0" w14:textId="77777777" w:rsidR="00555A3C" w:rsidRPr="00C5424B" w:rsidRDefault="00555A3C" w:rsidP="008E2841">
      <w:pPr>
        <w:pStyle w:val="BodyText"/>
        <w:numPr>
          <w:ilvl w:val="0"/>
          <w:numId w:val="51"/>
        </w:numPr>
        <w:ind w:left="426" w:hanging="426"/>
        <w:rPr>
          <w:rFonts w:cstheme="minorHAnsi"/>
          <w:color w:val="000000" w:themeColor="text1"/>
        </w:rPr>
      </w:pPr>
      <w:r w:rsidRPr="00C5424B">
        <w:rPr>
          <w:rFonts w:cstheme="minorHAnsi"/>
          <w:color w:val="000000" w:themeColor="text1"/>
        </w:rPr>
        <w:t xml:space="preserve">Minimising distractions and putting barriers in place to ensure operations in the RCC are not compromised by unnecessary distractions or interference; </w:t>
      </w:r>
    </w:p>
    <w:p w14:paraId="491E8EB0" w14:textId="77777777" w:rsidR="00555A3C" w:rsidRPr="00C5424B" w:rsidRDefault="00555A3C" w:rsidP="008E2841">
      <w:pPr>
        <w:pStyle w:val="BodyText"/>
        <w:numPr>
          <w:ilvl w:val="0"/>
          <w:numId w:val="51"/>
        </w:numPr>
        <w:ind w:left="426" w:hanging="426"/>
        <w:rPr>
          <w:rFonts w:cstheme="minorHAnsi"/>
          <w:color w:val="000000" w:themeColor="text1"/>
        </w:rPr>
      </w:pPr>
      <w:r w:rsidRPr="00C5424B">
        <w:rPr>
          <w:rFonts w:cstheme="minorHAnsi"/>
          <w:color w:val="000000" w:themeColor="text1"/>
        </w:rPr>
        <w:t xml:space="preserve">Putting fatigue mitigation measures in place to minimise the risk of fatigue, and developing a fatigue-conscious workforce; </w:t>
      </w:r>
    </w:p>
    <w:p w14:paraId="3454CD61" w14:textId="77777777" w:rsidR="00555A3C" w:rsidRPr="008E2ACA" w:rsidRDefault="00555A3C" w:rsidP="008E2841">
      <w:pPr>
        <w:pStyle w:val="BodyText"/>
        <w:numPr>
          <w:ilvl w:val="0"/>
          <w:numId w:val="51"/>
        </w:numPr>
        <w:ind w:left="426" w:hanging="426"/>
        <w:rPr>
          <w:rFonts w:cstheme="minorHAnsi"/>
          <w:color w:val="000000" w:themeColor="text1"/>
        </w:rPr>
      </w:pPr>
      <w:r w:rsidRPr="008E2ACA">
        <w:rPr>
          <w:rFonts w:cstheme="minorHAnsi"/>
          <w:color w:val="000000" w:themeColor="text1"/>
        </w:rPr>
        <w:t>Prioritising workforce fitness for duty and providing sufficient support in case fitness for duty is compromised.</w:t>
      </w:r>
    </w:p>
    <w:p w14:paraId="3457DB1B" w14:textId="77777777" w:rsidR="00555A3C" w:rsidRPr="008E2ACA" w:rsidRDefault="00555A3C" w:rsidP="00555A3C">
      <w:pPr>
        <w:pStyle w:val="BodyText"/>
      </w:pPr>
      <w:r w:rsidRPr="008E2ACA">
        <w:t xml:space="preserve">The nature of RCC operations can result in a significant use of display screen equipment. The risks and potential impact on workforce health should be assessed and mitigated. </w:t>
      </w:r>
    </w:p>
    <w:p w14:paraId="297D5E9F" w14:textId="77777777" w:rsidR="00555A3C" w:rsidRPr="008E2ACA" w:rsidRDefault="00555A3C" w:rsidP="00555A3C">
      <w:pPr>
        <w:pStyle w:val="BodyText"/>
      </w:pPr>
      <w:r w:rsidRPr="008E2ACA">
        <w:t xml:space="preserve">The design and layout of the control stations, taking into account human factors, should be considered in the design of RCCs. </w:t>
      </w:r>
    </w:p>
    <w:p w14:paraId="49A3BC00" w14:textId="77777777" w:rsidR="00555A3C" w:rsidRPr="008E2ACA" w:rsidRDefault="00555A3C" w:rsidP="00555A3C">
      <w:pPr>
        <w:pStyle w:val="BodyText"/>
      </w:pPr>
      <w:r w:rsidRPr="008E2ACA">
        <w:t xml:space="preserve">Fatigue Risk Management policies and procedures should be developed and enacted by operators to minimise the long-term impact of fatigue, over and above the procedures to manage short-term tiredness that may impact RCC operations. </w:t>
      </w:r>
    </w:p>
    <w:p w14:paraId="2970155B" w14:textId="77777777" w:rsidR="00555A3C" w:rsidRPr="008E2ACA" w:rsidRDefault="00555A3C" w:rsidP="00555A3C">
      <w:pPr>
        <w:pStyle w:val="BodyText"/>
      </w:pPr>
      <w:r w:rsidRPr="008E2ACA">
        <w:t xml:space="preserve">Where RCC operations require a shift pattern, particular attention </w:t>
      </w:r>
      <w:r w:rsidR="00E94B1F">
        <w:t>should</w:t>
      </w:r>
      <w:r w:rsidRPr="008E2ACA">
        <w:t xml:space="preserve"> be given to the mitigation of fatigue, and particularly the high-risk times for fatigue: </w:t>
      </w:r>
    </w:p>
    <w:p w14:paraId="4BF0173B" w14:textId="77777777" w:rsidR="00555A3C" w:rsidRPr="00C5424B" w:rsidRDefault="00555A3C" w:rsidP="008E2841">
      <w:pPr>
        <w:pStyle w:val="BodyText"/>
        <w:numPr>
          <w:ilvl w:val="0"/>
          <w:numId w:val="51"/>
        </w:numPr>
        <w:ind w:left="426" w:hanging="426"/>
        <w:rPr>
          <w:rFonts w:cstheme="minorHAnsi"/>
          <w:color w:val="000000" w:themeColor="text1"/>
        </w:rPr>
      </w:pPr>
      <w:r w:rsidRPr="00C5424B">
        <w:rPr>
          <w:rFonts w:cstheme="minorHAnsi"/>
          <w:color w:val="000000" w:themeColor="text1"/>
        </w:rPr>
        <w:t xml:space="preserve">Long continuous work durations; </w:t>
      </w:r>
    </w:p>
    <w:p w14:paraId="54B7FDBC" w14:textId="77777777" w:rsidR="00555A3C" w:rsidRPr="00C5424B" w:rsidRDefault="00555A3C" w:rsidP="008E2841">
      <w:pPr>
        <w:pStyle w:val="BodyText"/>
        <w:numPr>
          <w:ilvl w:val="0"/>
          <w:numId w:val="51"/>
        </w:numPr>
        <w:ind w:left="426" w:hanging="426"/>
        <w:rPr>
          <w:rFonts w:cstheme="minorHAnsi"/>
          <w:color w:val="000000" w:themeColor="text1"/>
        </w:rPr>
      </w:pPr>
      <w:r w:rsidRPr="00C5424B">
        <w:rPr>
          <w:rFonts w:cstheme="minorHAnsi"/>
          <w:color w:val="000000" w:themeColor="text1"/>
        </w:rPr>
        <w:t xml:space="preserve">Work between 00:00 and 06:00 during the ‘circadian low’ period; </w:t>
      </w:r>
    </w:p>
    <w:p w14:paraId="318E0431" w14:textId="77777777" w:rsidR="00555A3C" w:rsidRPr="00C5424B" w:rsidRDefault="00555A3C" w:rsidP="008E2841">
      <w:pPr>
        <w:pStyle w:val="BodyText"/>
        <w:numPr>
          <w:ilvl w:val="0"/>
          <w:numId w:val="51"/>
        </w:numPr>
        <w:ind w:left="426" w:hanging="426"/>
        <w:rPr>
          <w:rFonts w:cstheme="minorHAnsi"/>
          <w:color w:val="000000" w:themeColor="text1"/>
        </w:rPr>
      </w:pPr>
      <w:r w:rsidRPr="00C5424B">
        <w:rPr>
          <w:rFonts w:cstheme="minorHAnsi"/>
          <w:color w:val="000000" w:themeColor="text1"/>
        </w:rPr>
        <w:t xml:space="preserve">Handover periods at the beginning and end of shifts; </w:t>
      </w:r>
    </w:p>
    <w:p w14:paraId="30439F0C" w14:textId="77777777" w:rsidR="00555A3C" w:rsidRPr="00C5424B" w:rsidRDefault="00555A3C" w:rsidP="008E2841">
      <w:pPr>
        <w:pStyle w:val="BodyText"/>
        <w:numPr>
          <w:ilvl w:val="0"/>
          <w:numId w:val="51"/>
        </w:numPr>
        <w:ind w:left="426" w:hanging="426"/>
        <w:rPr>
          <w:rFonts w:cstheme="minorHAnsi"/>
          <w:color w:val="000000" w:themeColor="text1"/>
        </w:rPr>
      </w:pPr>
      <w:r w:rsidRPr="00C5424B">
        <w:rPr>
          <w:rFonts w:cstheme="minorHAnsi"/>
          <w:color w:val="000000" w:themeColor="text1"/>
        </w:rPr>
        <w:t xml:space="preserve">Initial night duty in a shift rotation: </w:t>
      </w:r>
    </w:p>
    <w:p w14:paraId="2D3961A2" w14:textId="77777777" w:rsidR="00555A3C" w:rsidRPr="00C5424B" w:rsidRDefault="00555A3C" w:rsidP="008E2841">
      <w:pPr>
        <w:pStyle w:val="BodyText"/>
        <w:numPr>
          <w:ilvl w:val="0"/>
          <w:numId w:val="51"/>
        </w:numPr>
        <w:ind w:left="426" w:hanging="426"/>
        <w:rPr>
          <w:rFonts w:cstheme="minorHAnsi"/>
          <w:color w:val="000000" w:themeColor="text1"/>
        </w:rPr>
      </w:pPr>
      <w:r w:rsidRPr="00C5424B">
        <w:rPr>
          <w:rFonts w:cstheme="minorHAnsi"/>
          <w:color w:val="000000" w:themeColor="text1"/>
        </w:rPr>
        <w:t xml:space="preserve">Where shift patterns have not allowed for enough recovery time between shifts. </w:t>
      </w:r>
    </w:p>
    <w:p w14:paraId="0D634844" w14:textId="77777777" w:rsidR="00555A3C" w:rsidRPr="008E2ACA" w:rsidRDefault="00555A3C" w:rsidP="00555A3C">
      <w:pPr>
        <w:pStyle w:val="BodyText"/>
      </w:pPr>
      <w:r w:rsidRPr="008E2ACA">
        <w:t xml:space="preserve">Mental workload and the risks on safe operation of MASS </w:t>
      </w:r>
      <w:r w:rsidR="00E94B1F">
        <w:t>should</w:t>
      </w:r>
      <w:r w:rsidRPr="008E2ACA">
        <w:t xml:space="preserve"> be mitigated considering operational practices, design factors and efficient planning.</w:t>
      </w:r>
    </w:p>
    <w:p w14:paraId="34D805F6" w14:textId="77777777" w:rsidR="001A1B87" w:rsidRPr="008E2ACA" w:rsidRDefault="001A1B87" w:rsidP="001A1B87">
      <w:pPr>
        <w:pStyle w:val="Heading2"/>
      </w:pPr>
      <w:bookmarkStart w:id="121" w:name="_Toc97046798"/>
      <w:r w:rsidRPr="008E2ACA">
        <w:t xml:space="preserve">Rendering of Assistance to Persons in Distress at </w:t>
      </w:r>
      <w:commentRangeStart w:id="122"/>
      <w:r w:rsidRPr="008E2ACA">
        <w:t>Sea</w:t>
      </w:r>
      <w:bookmarkEnd w:id="121"/>
      <w:commentRangeEnd w:id="122"/>
      <w:r w:rsidR="007E0048">
        <w:rPr>
          <w:rStyle w:val="CommentReference"/>
          <w:rFonts w:asciiTheme="minorHAnsi" w:eastAsiaTheme="minorHAnsi" w:hAnsiTheme="minorHAnsi" w:cstheme="minorBidi"/>
          <w:b w:val="0"/>
          <w:bCs w:val="0"/>
          <w:caps w:val="0"/>
          <w:color w:val="auto"/>
        </w:rPr>
        <w:commentReference w:id="122"/>
      </w:r>
    </w:p>
    <w:p w14:paraId="5E697D1E" w14:textId="77777777" w:rsidR="001A1B87" w:rsidRPr="008E2ACA" w:rsidRDefault="000774F3" w:rsidP="000774F3">
      <w:pPr>
        <w:pStyle w:val="Heading3"/>
        <w:keepNext w:val="0"/>
        <w:keepLines w:val="0"/>
        <w:ind w:left="993" w:hanging="993"/>
      </w:pPr>
      <w:bookmarkStart w:id="123" w:name="_Toc97046799"/>
      <w:r w:rsidRPr="008E2ACA">
        <w:t>Requirements of International Law</w:t>
      </w:r>
      <w:bookmarkEnd w:id="123"/>
      <w:r w:rsidRPr="008E2ACA">
        <w:t xml:space="preserve"> </w:t>
      </w:r>
    </w:p>
    <w:p w14:paraId="0FF1BE12" w14:textId="77777777" w:rsidR="001A1B87" w:rsidRPr="008E2ACA" w:rsidRDefault="001A1B87" w:rsidP="000774F3">
      <w:pPr>
        <w:pStyle w:val="BodyText"/>
      </w:pPr>
      <w:r w:rsidRPr="008E2ACA">
        <w:t xml:space="preserve">Article 98 of UNCLOS requires flag States to enact laws to require the Master of one of its flagged ships to render assistance to any person(s) found at sea in danger, insofar as it can be done without serious danger to the ship. </w:t>
      </w:r>
    </w:p>
    <w:p w14:paraId="481567AB" w14:textId="77777777" w:rsidR="001A1B87" w:rsidRPr="008E2ACA" w:rsidRDefault="001A1B87" w:rsidP="000774F3">
      <w:pPr>
        <w:pStyle w:val="BodyText"/>
      </w:pPr>
      <w:r w:rsidRPr="008E2ACA">
        <w:t xml:space="preserve">In particular, the Master, if informed of persons in distress, must proceed with all possible speed to the rescue of such persons insofar as such action may reasonably be expected of him. </w:t>
      </w:r>
    </w:p>
    <w:p w14:paraId="7836EE9F" w14:textId="77777777" w:rsidR="001A1B87" w:rsidRPr="008E2ACA" w:rsidRDefault="001A1B87" w:rsidP="000774F3">
      <w:pPr>
        <w:pStyle w:val="BodyText"/>
      </w:pPr>
      <w:r w:rsidRPr="008E2ACA">
        <w:t xml:space="preserve">SOLAS prescribes the same obligation to contracting States in Regulation 33 of Chapter V (Navigation), adding that masters who have embarked persons in distress at sea should treat them with humanity, within the capabilities and limitations of the ship. </w:t>
      </w:r>
    </w:p>
    <w:p w14:paraId="6E6D525A" w14:textId="77777777" w:rsidR="001A1B87" w:rsidRPr="008E2ACA" w:rsidRDefault="000774F3" w:rsidP="000774F3">
      <w:pPr>
        <w:pStyle w:val="Heading3"/>
        <w:keepNext w:val="0"/>
        <w:keepLines w:val="0"/>
        <w:ind w:left="993" w:hanging="993"/>
      </w:pPr>
      <w:bookmarkStart w:id="124" w:name="_Toc97046800"/>
      <w:r w:rsidRPr="008E2ACA">
        <w:t>Applicability to Mass Operations</w:t>
      </w:r>
      <w:bookmarkEnd w:id="124"/>
      <w:r w:rsidRPr="008E2ACA">
        <w:t xml:space="preserve"> </w:t>
      </w:r>
    </w:p>
    <w:p w14:paraId="72FD4BFD" w14:textId="77777777" w:rsidR="001A1B87" w:rsidRPr="008E2ACA" w:rsidRDefault="001A1B87" w:rsidP="000774F3">
      <w:pPr>
        <w:pStyle w:val="BodyText"/>
      </w:pPr>
      <w:r w:rsidRPr="008E2ACA">
        <w:t xml:space="preserve">The international State obligation of rendering assistance is to be practically discharged by the Master of a ship, rather than the ship itself. Therefore, the duty cannot lie with the MASS, but only potentially to persons operating it. </w:t>
      </w:r>
    </w:p>
    <w:p w14:paraId="7A592E81" w14:textId="77777777" w:rsidR="001A1B87" w:rsidRPr="008E2ACA" w:rsidRDefault="001A1B87" w:rsidP="000774F3">
      <w:pPr>
        <w:pStyle w:val="BodyText"/>
      </w:pPr>
      <w:r w:rsidRPr="008E2ACA">
        <w:t xml:space="preserve">The State obligations will only find application to MASS operators to the extent that both: </w:t>
      </w:r>
    </w:p>
    <w:p w14:paraId="4A5A05F8" w14:textId="77777777" w:rsidR="001A1B87" w:rsidRPr="008E2ACA" w:rsidRDefault="001A1B87" w:rsidP="008E2841">
      <w:pPr>
        <w:pStyle w:val="BodyText"/>
        <w:numPr>
          <w:ilvl w:val="0"/>
          <w:numId w:val="61"/>
        </w:numPr>
        <w:ind w:left="426" w:hanging="426"/>
      </w:pPr>
      <w:r w:rsidRPr="008E2ACA">
        <w:t xml:space="preserve">the MASS is itself a “ship”; and </w:t>
      </w:r>
    </w:p>
    <w:p w14:paraId="7AA3E5B7" w14:textId="77777777" w:rsidR="001A1B87" w:rsidRPr="008E2ACA" w:rsidRDefault="001A1B87" w:rsidP="008E2841">
      <w:pPr>
        <w:pStyle w:val="BodyText"/>
        <w:numPr>
          <w:ilvl w:val="0"/>
          <w:numId w:val="61"/>
        </w:numPr>
        <w:ind w:left="426" w:hanging="426"/>
      </w:pPr>
      <w:r w:rsidRPr="008E2ACA">
        <w:t xml:space="preserve"> an individual operator can be regarded as its “master” at the time of becoming aware of an incident. </w:t>
      </w:r>
    </w:p>
    <w:p w14:paraId="7CB08986" w14:textId="77777777" w:rsidR="001A1B87" w:rsidRPr="008E2ACA" w:rsidRDefault="001A1B87" w:rsidP="000774F3">
      <w:pPr>
        <w:pStyle w:val="BodyText"/>
      </w:pPr>
      <w:r w:rsidRPr="008E2ACA">
        <w:lastRenderedPageBreak/>
        <w:t xml:space="preserve">A “master” under s.313 of the Merchant Shipping Act 1995 is the individual with “command or charge of a ship”. </w:t>
      </w:r>
    </w:p>
    <w:p w14:paraId="1B98D730" w14:textId="77777777" w:rsidR="001A1B87" w:rsidRPr="008E2ACA" w:rsidRDefault="001A1B87" w:rsidP="006C268E">
      <w:pPr>
        <w:pStyle w:val="Heading3"/>
        <w:keepNext w:val="0"/>
        <w:keepLines w:val="0"/>
        <w:ind w:left="993" w:hanging="993"/>
      </w:pPr>
      <w:bookmarkStart w:id="125" w:name="_Toc97046801"/>
      <w:r w:rsidRPr="008E2ACA">
        <w:t xml:space="preserve">MASS </w:t>
      </w:r>
      <w:r w:rsidR="000774F3" w:rsidRPr="008E2ACA">
        <w:t>Remote Controller Task Requirements</w:t>
      </w:r>
      <w:bookmarkEnd w:id="125"/>
      <w:r w:rsidR="000774F3" w:rsidRPr="008E2ACA">
        <w:t xml:space="preserve"> </w:t>
      </w:r>
    </w:p>
    <w:p w14:paraId="51840981" w14:textId="77777777" w:rsidR="001A1B87" w:rsidRPr="008E2ACA" w:rsidRDefault="001A1B87" w:rsidP="000774F3">
      <w:pPr>
        <w:pStyle w:val="BodyText"/>
      </w:pPr>
      <w:r w:rsidRPr="008E2ACA">
        <w:t>The duty to render assistance will fall to be discharged, if at all, by the MASS Master, potentially delegated to the controller.</w:t>
      </w:r>
    </w:p>
    <w:p w14:paraId="516D7520" w14:textId="77777777" w:rsidR="001A1B87" w:rsidRPr="008E2ACA" w:rsidRDefault="001A1B87" w:rsidP="000774F3">
      <w:pPr>
        <w:pStyle w:val="BodyText"/>
      </w:pPr>
      <w:r w:rsidRPr="008E2ACA">
        <w:t xml:space="preserve">The duty is qualified by what is reasonably to be expected given the limitations and characteristics of the relevant MASS. The duty does not require, nor is it limited to, taking persons on board. </w:t>
      </w:r>
    </w:p>
    <w:p w14:paraId="6F332F9A" w14:textId="77777777" w:rsidR="001A1B87" w:rsidRPr="008E2ACA" w:rsidRDefault="001A1B87" w:rsidP="000774F3">
      <w:pPr>
        <w:pStyle w:val="BodyText"/>
      </w:pPr>
      <w:r w:rsidRPr="008E2ACA">
        <w:t xml:space="preserve">The remote controller of a MASS will not breach the duty for failing to render a particular form of assistance on account of the MASS technical limitations or for the MASS’ inability to take persons on board. </w:t>
      </w:r>
    </w:p>
    <w:p w14:paraId="19B62521" w14:textId="77777777" w:rsidR="001A1B87" w:rsidRPr="008E2ACA" w:rsidRDefault="001A1B87" w:rsidP="000774F3">
      <w:pPr>
        <w:pStyle w:val="BodyText"/>
      </w:pPr>
      <w:r w:rsidRPr="008E2ACA">
        <w:t xml:space="preserve">The MASS’s technical capabilities will define the nature and the requirements of the duty and not vice versa. However, situational cognisance and communications capability may be required by other international regulations, considered elsewhere. </w:t>
      </w:r>
    </w:p>
    <w:p w14:paraId="7BBB11F7" w14:textId="77777777" w:rsidR="001A1B87" w:rsidRPr="008E2ACA" w:rsidRDefault="001A1B87" w:rsidP="000774F3">
      <w:pPr>
        <w:pStyle w:val="BodyText"/>
      </w:pPr>
      <w:r w:rsidRPr="008E2ACA">
        <w:t xml:space="preserve">On the assumption that the MASS will have stand off and close up monitoring capability giving continuous feedback to the remote controller, as a minimum: </w:t>
      </w:r>
    </w:p>
    <w:p w14:paraId="52AD2CA9" w14:textId="77777777" w:rsidR="001A1B87" w:rsidRPr="008E2ACA" w:rsidRDefault="001A1B87" w:rsidP="008E2841">
      <w:pPr>
        <w:pStyle w:val="BodyText"/>
        <w:numPr>
          <w:ilvl w:val="0"/>
          <w:numId w:val="62"/>
        </w:numPr>
        <w:ind w:left="426" w:hanging="568"/>
      </w:pPr>
      <w:r w:rsidRPr="008E2ACA">
        <w:t xml:space="preserve">Having become aware of persons in distress, the MASS remote controller should make best endeavours to inform the appropriate search and rescue authorities through whichever means appropriate i.e. radio, camera live feed. </w:t>
      </w:r>
    </w:p>
    <w:p w14:paraId="58973A04" w14:textId="77777777" w:rsidR="001A1B87" w:rsidRPr="008E2ACA" w:rsidRDefault="001A1B87" w:rsidP="008E2841">
      <w:pPr>
        <w:pStyle w:val="BodyText"/>
        <w:numPr>
          <w:ilvl w:val="0"/>
          <w:numId w:val="62"/>
        </w:numPr>
        <w:ind w:left="426" w:hanging="568"/>
      </w:pPr>
      <w:r w:rsidRPr="008E2ACA">
        <w:t>In most circumstances, the MASS remote controller should ensure that the MASS is brought or remains in reasonable proximity with persons found in distress, to act as a visual reference point and communications point for research and rescue authorities.</w:t>
      </w:r>
    </w:p>
    <w:p w14:paraId="3C999780" w14:textId="77777777" w:rsidR="001A1B87" w:rsidRPr="008E2ACA" w:rsidRDefault="001A1B87" w:rsidP="000774F3">
      <w:pPr>
        <w:pStyle w:val="BodyText"/>
      </w:pPr>
      <w:r w:rsidRPr="008E2ACA">
        <w:t>Efforts should not be made to embark persons if this cannot be done safely, relative to the peril faced by persons in distress.</w:t>
      </w:r>
    </w:p>
    <w:p w14:paraId="6B55E07D" w14:textId="77777777" w:rsidR="00B33A18" w:rsidRPr="008E2ACA" w:rsidRDefault="00B33A18" w:rsidP="00B33A18">
      <w:pPr>
        <w:pStyle w:val="Heading2"/>
      </w:pPr>
      <w:bookmarkStart w:id="126" w:name="_Toc97046802"/>
      <w:r w:rsidRPr="008E2ACA">
        <w:t xml:space="preserve">Salvage and </w:t>
      </w:r>
      <w:commentRangeStart w:id="127"/>
      <w:r w:rsidRPr="008E2ACA">
        <w:t>Towage</w:t>
      </w:r>
      <w:bookmarkEnd w:id="126"/>
      <w:commentRangeEnd w:id="127"/>
      <w:r w:rsidR="007E0048">
        <w:rPr>
          <w:rStyle w:val="CommentReference"/>
          <w:rFonts w:asciiTheme="minorHAnsi" w:eastAsiaTheme="minorHAnsi" w:hAnsiTheme="minorHAnsi" w:cstheme="minorBidi"/>
          <w:b w:val="0"/>
          <w:bCs w:val="0"/>
          <w:caps w:val="0"/>
          <w:color w:val="auto"/>
        </w:rPr>
        <w:commentReference w:id="127"/>
      </w:r>
    </w:p>
    <w:p w14:paraId="58921731" w14:textId="77777777" w:rsidR="00B33A18" w:rsidRPr="008E2ACA" w:rsidRDefault="00B33A18" w:rsidP="00B33A18">
      <w:pPr>
        <w:pStyle w:val="BodyText"/>
      </w:pPr>
      <w:r w:rsidRPr="008E2ACA">
        <w:t>As MASS capability becomes more prolific at sea, and also as they grow in size and complexity, they w</w:t>
      </w:r>
      <w:r w:rsidR="00E94B1F">
        <w:t>ould</w:t>
      </w:r>
      <w:r w:rsidRPr="008E2ACA">
        <w:t xml:space="preserve"> be subject to the same risks as their manned counterparts. The outcome of these risks may require the MASS to be subject to either Salvage or Towage. It is assessed that the existing body of law is applicable to MASS. </w:t>
      </w:r>
    </w:p>
    <w:p w14:paraId="77908F56" w14:textId="77777777" w:rsidR="00B33A18" w:rsidRPr="008E2ACA" w:rsidRDefault="00B33A18" w:rsidP="00B33A18">
      <w:pPr>
        <w:pStyle w:val="Heading3"/>
        <w:keepNext w:val="0"/>
        <w:keepLines w:val="0"/>
        <w:ind w:left="993" w:hanging="993"/>
      </w:pPr>
      <w:bookmarkStart w:id="128" w:name="_Toc97046803"/>
      <w:r w:rsidRPr="008E2ACA">
        <w:t>MASS Salvage</w:t>
      </w:r>
      <w:bookmarkEnd w:id="128"/>
      <w:r w:rsidRPr="008E2ACA">
        <w:t xml:space="preserve"> </w:t>
      </w:r>
    </w:p>
    <w:p w14:paraId="7FD7BC97" w14:textId="77777777" w:rsidR="00B33A18" w:rsidRPr="008E2ACA" w:rsidRDefault="00B33A18" w:rsidP="00B33A18">
      <w:pPr>
        <w:pStyle w:val="BodyText"/>
      </w:pPr>
      <w:r w:rsidRPr="008E2ACA">
        <w:t xml:space="preserve">Existing maritime salvage law as it applies to manned ships generally applies to MASS. MASS owners should consider making use of the existing standard salvage contracts, such as the Lloyds Open Form (LOF). </w:t>
      </w:r>
    </w:p>
    <w:p w14:paraId="126AF1DB" w14:textId="77777777" w:rsidR="00B33A18" w:rsidRPr="008E2ACA" w:rsidRDefault="00B33A18" w:rsidP="00B33A18">
      <w:pPr>
        <w:pStyle w:val="BodyText"/>
      </w:pPr>
      <w:r w:rsidRPr="008E2ACA">
        <w:t xml:space="preserve">MASS owners should provide salvors with information about the MASS and payload (where applicable) as necessary for the safety of the salvage operation and in any event when such information is reasonably requested by the salvor. </w:t>
      </w:r>
    </w:p>
    <w:p w14:paraId="2BCD21EC" w14:textId="77777777" w:rsidR="00B33A18" w:rsidRPr="008E2ACA" w:rsidRDefault="00B33A18" w:rsidP="00B33A18">
      <w:pPr>
        <w:pStyle w:val="BodyText"/>
      </w:pPr>
      <w:r w:rsidRPr="008E2ACA">
        <w:t xml:space="preserve">MASS owners should co-operate as fully as possible with salvors in conducting the salvage operation and permit the salvor to make reasonable use of the MASS’s equipment, as appropriate. </w:t>
      </w:r>
    </w:p>
    <w:p w14:paraId="779B1985" w14:textId="77777777" w:rsidR="00B33A18" w:rsidRPr="008E2ACA" w:rsidRDefault="00B33A18" w:rsidP="00B33A18">
      <w:pPr>
        <w:pStyle w:val="BodyText"/>
      </w:pPr>
      <w:r w:rsidRPr="008E2ACA">
        <w:t>MASS owners should accept redelivery of the MASS after the salvage operation when reasonably requested to do so by the salvors.</w:t>
      </w:r>
    </w:p>
    <w:p w14:paraId="142F0BC4" w14:textId="77777777" w:rsidR="00B33A18" w:rsidRPr="008E2ACA" w:rsidRDefault="00B33A18" w:rsidP="00B33A18">
      <w:pPr>
        <w:pStyle w:val="Heading3"/>
        <w:keepNext w:val="0"/>
        <w:keepLines w:val="0"/>
        <w:ind w:left="993" w:hanging="993"/>
      </w:pPr>
      <w:bookmarkStart w:id="129" w:name="_Toc97046804"/>
      <w:r w:rsidRPr="008E2ACA">
        <w:t>MASS TOWAGE</w:t>
      </w:r>
      <w:bookmarkEnd w:id="129"/>
      <w:r w:rsidRPr="008E2ACA">
        <w:t xml:space="preserve"> </w:t>
      </w:r>
    </w:p>
    <w:p w14:paraId="6BE308D6" w14:textId="77777777" w:rsidR="00B33A18" w:rsidRPr="008E2ACA" w:rsidRDefault="00B33A18" w:rsidP="00B33A18">
      <w:pPr>
        <w:pStyle w:val="BodyText"/>
      </w:pPr>
      <w:r w:rsidRPr="008E2ACA">
        <w:t xml:space="preserve">Existing maritime towage law as it applies to manned ships generally applies to MASS. MASS owners should consider making use of the existing standard towage contracts such as the UK Standard Towing Conditions. </w:t>
      </w:r>
    </w:p>
    <w:p w14:paraId="7FD6E124" w14:textId="77777777" w:rsidR="00B33A18" w:rsidRPr="008E2ACA" w:rsidRDefault="00B33A18" w:rsidP="00B33A18">
      <w:pPr>
        <w:pStyle w:val="BodyText"/>
      </w:pPr>
      <w:r w:rsidRPr="008E2ACA">
        <w:t xml:space="preserve">MASS owners should disclose and provide to the towage service provider information reasonably necessary for the safety of the towage operation. </w:t>
      </w:r>
    </w:p>
    <w:p w14:paraId="71881564" w14:textId="77777777" w:rsidR="00B33A18" w:rsidRPr="008E2ACA" w:rsidRDefault="00B33A18" w:rsidP="00B33A18">
      <w:pPr>
        <w:pStyle w:val="BodyText"/>
      </w:pPr>
      <w:r w:rsidRPr="008E2ACA">
        <w:lastRenderedPageBreak/>
        <w:t xml:space="preserve">MASS owners </w:t>
      </w:r>
      <w:r w:rsidR="00E94B1F">
        <w:t xml:space="preserve">will have to </w:t>
      </w:r>
      <w:r w:rsidRPr="008E2ACA">
        <w:t xml:space="preserve"> ensure that all the requisite documentation for towing their MASS platform is in place and up to date; e.g. towing plans.</w:t>
      </w:r>
    </w:p>
    <w:p w14:paraId="0CA98C27" w14:textId="77777777" w:rsidR="00B33A18" w:rsidRPr="008E2ACA" w:rsidRDefault="00B33A18" w:rsidP="00B33A18">
      <w:pPr>
        <w:pStyle w:val="BodyText"/>
      </w:pPr>
      <w:r w:rsidRPr="008E2ACA">
        <w:t xml:space="preserve">MASS owners should exercise due diligence at the commencement of the towage to ensure that the MASS is fit to be towed and that the MASS is properly equipped therefore. </w:t>
      </w:r>
    </w:p>
    <w:p w14:paraId="5F725A28" w14:textId="77777777" w:rsidR="00B33A18" w:rsidRPr="008E2ACA" w:rsidRDefault="00B33A18" w:rsidP="00B33A18">
      <w:pPr>
        <w:pStyle w:val="BodyText"/>
      </w:pPr>
      <w:r w:rsidRPr="008E2ACA">
        <w:t>MASS owners should resume control of the MASS at the agreed place of destination for the towage service.</w:t>
      </w:r>
    </w:p>
    <w:p w14:paraId="40F98DE4" w14:textId="77777777" w:rsidR="00B33A18" w:rsidRPr="008E2ACA" w:rsidRDefault="00B33A18" w:rsidP="008A329C">
      <w:pPr>
        <w:pStyle w:val="BodyText"/>
        <w:pBdr>
          <w:bottom w:val="single" w:sz="18" w:space="1" w:color="FF0000"/>
        </w:pBdr>
      </w:pPr>
    </w:p>
    <w:p w14:paraId="40C54A1B" w14:textId="77777777" w:rsidR="000E689B" w:rsidRPr="008E2ACA" w:rsidRDefault="000E689B" w:rsidP="000E689B">
      <w:pPr>
        <w:pStyle w:val="BodyText"/>
      </w:pPr>
      <w:r w:rsidRPr="00D523FD">
        <w:rPr>
          <w:highlight w:val="yellow"/>
        </w:rPr>
        <w:t>Side list for other committees (so that items do not get lost):</w:t>
      </w:r>
    </w:p>
    <w:p w14:paraId="6BB8C553" w14:textId="77777777" w:rsidR="000E689B" w:rsidRPr="008E2ACA" w:rsidRDefault="000E689B" w:rsidP="008A329C">
      <w:pPr>
        <w:pStyle w:val="BodyText"/>
        <w:numPr>
          <w:ilvl w:val="0"/>
          <w:numId w:val="35"/>
        </w:numPr>
        <w:ind w:left="567" w:hanging="567"/>
      </w:pPr>
      <w:r w:rsidRPr="008E2ACA">
        <w:t>Status of vessel degree of MASS, systems go,  how to check and understand from other vessels, ++ included in VDES development?</w:t>
      </w:r>
    </w:p>
    <w:p w14:paraId="2A76E0FD" w14:textId="77777777" w:rsidR="000E689B" w:rsidRPr="008E2ACA" w:rsidRDefault="000E689B" w:rsidP="008A329C">
      <w:pPr>
        <w:pStyle w:val="BodyText"/>
        <w:numPr>
          <w:ilvl w:val="0"/>
          <w:numId w:val="35"/>
        </w:numPr>
        <w:ind w:left="567" w:hanging="567"/>
      </w:pPr>
      <w:r w:rsidRPr="008E2ACA">
        <w:t>Loss of GNSS, what is the backup?</w:t>
      </w:r>
    </w:p>
    <w:p w14:paraId="2DA209AD" w14:textId="77777777" w:rsidR="000E689B" w:rsidRPr="008E2ACA" w:rsidRDefault="000E689B" w:rsidP="008A329C">
      <w:pPr>
        <w:pStyle w:val="BodyText"/>
        <w:numPr>
          <w:ilvl w:val="0"/>
          <w:numId w:val="35"/>
        </w:numPr>
        <w:ind w:left="567" w:hanging="567"/>
      </w:pPr>
      <w:r w:rsidRPr="008E2ACA">
        <w:t>Wil</w:t>
      </w:r>
      <w:r w:rsidR="009E52BE" w:rsidRPr="008E2ACA">
        <w:t xml:space="preserve">l the other committee </w:t>
      </w:r>
      <w:r w:rsidR="003E5CDA" w:rsidRPr="008E2ACA">
        <w:t>create</w:t>
      </w:r>
      <w:r w:rsidR="00F1628E" w:rsidRPr="008E2ACA">
        <w:t xml:space="preserve"> sep</w:t>
      </w:r>
      <w:r w:rsidR="00EB085B" w:rsidRPr="008E2ACA">
        <w:t>a</w:t>
      </w:r>
      <w:r w:rsidRPr="008E2ACA">
        <w:t>rate chapters? Align after PAP meeting.</w:t>
      </w:r>
    </w:p>
    <w:p w14:paraId="3C59FB6E" w14:textId="77777777" w:rsidR="000E689B" w:rsidRPr="008A329C" w:rsidRDefault="000E689B" w:rsidP="008A329C">
      <w:pPr>
        <w:rPr>
          <w:sz w:val="22"/>
        </w:rPr>
      </w:pPr>
      <w:r w:rsidRPr="008A329C">
        <w:rPr>
          <w:sz w:val="22"/>
          <w:highlight w:val="yellow"/>
        </w:rPr>
        <w:t xml:space="preserve">Coordinate with Jaime and Jillian (ENAV) after </w:t>
      </w:r>
      <w:commentRangeStart w:id="130"/>
      <w:r w:rsidRPr="008A329C">
        <w:rPr>
          <w:sz w:val="22"/>
          <w:highlight w:val="yellow"/>
        </w:rPr>
        <w:t>PAP</w:t>
      </w:r>
      <w:commentRangeEnd w:id="130"/>
      <w:r w:rsidR="0091607C" w:rsidRPr="008A329C">
        <w:rPr>
          <w:rStyle w:val="CommentReference"/>
          <w:sz w:val="22"/>
          <w:highlight w:val="yellow"/>
        </w:rPr>
        <w:commentReference w:id="130"/>
      </w:r>
    </w:p>
    <w:p w14:paraId="630F6CAC" w14:textId="77777777" w:rsidR="000E689B" w:rsidRPr="008E2ACA" w:rsidRDefault="000E689B" w:rsidP="008A329C">
      <w:pPr>
        <w:pStyle w:val="BodyText"/>
        <w:pBdr>
          <w:bottom w:val="single" w:sz="18" w:space="1" w:color="FF0000"/>
        </w:pBdr>
      </w:pPr>
    </w:p>
    <w:p w14:paraId="61C8E7C9" w14:textId="77777777" w:rsidR="00C51FA8" w:rsidRPr="008A329C" w:rsidRDefault="00C51FA8" w:rsidP="008A329C">
      <w:pPr>
        <w:pStyle w:val="Heading1"/>
        <w:ind w:left="709" w:hanging="709"/>
      </w:pPr>
      <w:bookmarkStart w:id="131" w:name="_Toc97046805"/>
      <w:bookmarkStart w:id="132" w:name="_Toc66949242"/>
      <w:r w:rsidRPr="008E2ACA">
        <w:t>Related Developments</w:t>
      </w:r>
      <w:bookmarkEnd w:id="131"/>
      <w:bookmarkEnd w:id="132"/>
    </w:p>
    <w:p w14:paraId="7370FA09" w14:textId="77777777" w:rsidR="003E5CDA" w:rsidRPr="008E2ACA" w:rsidRDefault="003E5CDA" w:rsidP="003E5CDA">
      <w:pPr>
        <w:pStyle w:val="Heading1separatationline"/>
      </w:pPr>
    </w:p>
    <w:p w14:paraId="50351A50" w14:textId="77777777" w:rsidR="0007743C" w:rsidRPr="008E2ACA" w:rsidRDefault="0007743C" w:rsidP="008A329C">
      <w:pPr>
        <w:pStyle w:val="Heading2"/>
        <w:ind w:left="851" w:hanging="851"/>
      </w:pPr>
      <w:bookmarkStart w:id="133" w:name="_Toc97046806"/>
      <w:bookmarkStart w:id="134" w:name="_Toc66949243"/>
      <w:r w:rsidRPr="008E2ACA">
        <w:t>Terrestrial AtoN in the aerospace environment</w:t>
      </w:r>
      <w:bookmarkEnd w:id="133"/>
      <w:bookmarkEnd w:id="134"/>
    </w:p>
    <w:p w14:paraId="203F5066" w14:textId="77777777" w:rsidR="006812E5" w:rsidRPr="008E2ACA" w:rsidRDefault="006812E5" w:rsidP="006812E5">
      <w:pPr>
        <w:pStyle w:val="Heading2separationline"/>
      </w:pPr>
    </w:p>
    <w:p w14:paraId="37FC0AA8" w14:textId="77777777" w:rsidR="0007743C" w:rsidRPr="008E2ACA" w:rsidRDefault="0007743C" w:rsidP="00EA33BA">
      <w:pPr>
        <w:pStyle w:val="BodyText"/>
      </w:pPr>
      <w:r w:rsidRPr="008E2ACA">
        <w:t>The avionic domain has various categories for types of airports. It appears that a similar system can be used for AtoN in the various maritime environments.</w:t>
      </w:r>
    </w:p>
    <w:p w14:paraId="5B31B24F" w14:textId="77777777" w:rsidR="0007743C" w:rsidRPr="008E2ACA" w:rsidRDefault="0007743C" w:rsidP="00EA33BA">
      <w:pPr>
        <w:pStyle w:val="BodyText"/>
      </w:pPr>
      <w:r w:rsidRPr="008E2ACA">
        <w:t>The aerospace industry has the following definitions for airports:</w:t>
      </w:r>
    </w:p>
    <w:p w14:paraId="1C927464" w14:textId="77777777" w:rsidR="00C32D73" w:rsidRPr="008A329C" w:rsidRDefault="000426E5" w:rsidP="004B5E89">
      <w:pPr>
        <w:pStyle w:val="Tablecaption"/>
        <w:jc w:val="center"/>
        <w:rPr>
          <w:u w:val="none"/>
        </w:rPr>
      </w:pPr>
      <w:bookmarkStart w:id="135" w:name="_Toc97046811"/>
      <w:bookmarkStart w:id="136" w:name="_Toc67325349"/>
      <w:r w:rsidRPr="008A329C">
        <w:rPr>
          <w:u w:val="none"/>
        </w:rPr>
        <w:t xml:space="preserve">Description of airports by level of </w:t>
      </w:r>
      <w:r w:rsidR="004B5E89" w:rsidRPr="008A329C">
        <w:rPr>
          <w:u w:val="none"/>
        </w:rPr>
        <w:t>approach</w:t>
      </w:r>
      <w:bookmarkEnd w:id="135"/>
      <w:bookmarkEnd w:id="136"/>
    </w:p>
    <w:tbl>
      <w:tblPr>
        <w:tblStyle w:val="TableGrid"/>
        <w:tblW w:w="0" w:type="auto"/>
        <w:tblInd w:w="-5" w:type="dxa"/>
        <w:tblLook w:val="04A0" w:firstRow="1" w:lastRow="0" w:firstColumn="1" w:lastColumn="0" w:noHBand="0" w:noVBand="1"/>
      </w:tblPr>
      <w:tblGrid>
        <w:gridCol w:w="3127"/>
        <w:gridCol w:w="6818"/>
      </w:tblGrid>
      <w:tr w:rsidR="0007743C" w:rsidRPr="008E2ACA" w14:paraId="455AE640" w14:textId="77777777" w:rsidTr="008A329C">
        <w:tc>
          <w:tcPr>
            <w:tcW w:w="3127" w:type="dxa"/>
            <w:tcBorders>
              <w:top w:val="single" w:sz="4" w:space="0" w:color="auto"/>
              <w:left w:val="single" w:sz="4" w:space="0" w:color="auto"/>
              <w:bottom w:val="single" w:sz="4" w:space="0" w:color="auto"/>
              <w:right w:val="single" w:sz="4" w:space="0" w:color="auto"/>
            </w:tcBorders>
            <w:shd w:val="clear" w:color="auto" w:fill="auto"/>
            <w:hideMark/>
          </w:tcPr>
          <w:p w14:paraId="3987E530" w14:textId="77777777" w:rsidR="0007743C" w:rsidRPr="008A329C" w:rsidRDefault="0007743C" w:rsidP="008A329C">
            <w:pPr>
              <w:spacing w:before="60" w:after="60"/>
              <w:jc w:val="center"/>
              <w:rPr>
                <w:b/>
                <w:color w:val="00558C"/>
                <w:sz w:val="20"/>
              </w:rPr>
            </w:pPr>
            <w:r w:rsidRPr="008A329C">
              <w:rPr>
                <w:b/>
                <w:color w:val="00558C"/>
                <w:sz w:val="20"/>
              </w:rPr>
              <w:t>Level</w:t>
            </w:r>
          </w:p>
        </w:tc>
        <w:tc>
          <w:tcPr>
            <w:tcW w:w="6818" w:type="dxa"/>
            <w:tcBorders>
              <w:top w:val="single" w:sz="4" w:space="0" w:color="auto"/>
              <w:left w:val="single" w:sz="4" w:space="0" w:color="auto"/>
              <w:bottom w:val="single" w:sz="4" w:space="0" w:color="auto"/>
              <w:right w:val="single" w:sz="4" w:space="0" w:color="auto"/>
            </w:tcBorders>
            <w:shd w:val="clear" w:color="auto" w:fill="auto"/>
            <w:hideMark/>
          </w:tcPr>
          <w:p w14:paraId="2D703981" w14:textId="77777777" w:rsidR="0007743C" w:rsidRPr="008A329C" w:rsidRDefault="0007743C" w:rsidP="008A329C">
            <w:pPr>
              <w:spacing w:before="60" w:after="60"/>
              <w:jc w:val="center"/>
              <w:rPr>
                <w:b/>
                <w:color w:val="00558C"/>
                <w:sz w:val="20"/>
              </w:rPr>
            </w:pPr>
            <w:r w:rsidRPr="008A329C">
              <w:rPr>
                <w:b/>
                <w:color w:val="00558C"/>
                <w:sz w:val="20"/>
              </w:rPr>
              <w:t>Description</w:t>
            </w:r>
          </w:p>
        </w:tc>
      </w:tr>
      <w:tr w:rsidR="0007743C" w:rsidRPr="008E2ACA" w14:paraId="4056F503" w14:textId="77777777" w:rsidTr="008A329C">
        <w:tc>
          <w:tcPr>
            <w:tcW w:w="3127" w:type="dxa"/>
            <w:tcBorders>
              <w:top w:val="single" w:sz="4" w:space="0" w:color="auto"/>
              <w:left w:val="single" w:sz="4" w:space="0" w:color="auto"/>
              <w:bottom w:val="single" w:sz="4" w:space="0" w:color="auto"/>
              <w:right w:val="single" w:sz="4" w:space="0" w:color="auto"/>
            </w:tcBorders>
            <w:hideMark/>
          </w:tcPr>
          <w:p w14:paraId="4B3FFDAA" w14:textId="77777777" w:rsidR="0007743C" w:rsidRPr="008E2ACA" w:rsidRDefault="0007743C" w:rsidP="008A329C">
            <w:pPr>
              <w:spacing w:before="60" w:after="60"/>
              <w:rPr>
                <w:sz w:val="20"/>
              </w:rPr>
            </w:pPr>
            <w:r w:rsidRPr="008E2ACA">
              <w:rPr>
                <w:sz w:val="20"/>
              </w:rPr>
              <w:t>Non- precision Approach Runway</w:t>
            </w:r>
          </w:p>
        </w:tc>
        <w:tc>
          <w:tcPr>
            <w:tcW w:w="6818" w:type="dxa"/>
            <w:tcBorders>
              <w:top w:val="single" w:sz="4" w:space="0" w:color="auto"/>
              <w:left w:val="single" w:sz="4" w:space="0" w:color="auto"/>
              <w:bottom w:val="single" w:sz="4" w:space="0" w:color="auto"/>
              <w:right w:val="single" w:sz="4" w:space="0" w:color="auto"/>
            </w:tcBorders>
            <w:hideMark/>
          </w:tcPr>
          <w:p w14:paraId="70F3497B" w14:textId="77777777" w:rsidR="0007743C" w:rsidRPr="008E2ACA" w:rsidRDefault="0007743C" w:rsidP="008A329C">
            <w:pPr>
              <w:spacing w:before="60" w:after="60"/>
              <w:rPr>
                <w:sz w:val="20"/>
              </w:rPr>
            </w:pPr>
            <w:r w:rsidRPr="008E2ACA">
              <w:rPr>
                <w:sz w:val="20"/>
              </w:rPr>
              <w:t>An instrument runway served by visual aids and nonvisual aid providing at least directional guidance adequate for a straight-in approach</w:t>
            </w:r>
          </w:p>
        </w:tc>
      </w:tr>
      <w:tr w:rsidR="0007743C" w:rsidRPr="008E2ACA" w14:paraId="3C87DDDB" w14:textId="77777777" w:rsidTr="008A329C">
        <w:tc>
          <w:tcPr>
            <w:tcW w:w="3127" w:type="dxa"/>
            <w:tcBorders>
              <w:top w:val="single" w:sz="4" w:space="0" w:color="auto"/>
              <w:left w:val="single" w:sz="4" w:space="0" w:color="auto"/>
              <w:bottom w:val="single" w:sz="4" w:space="0" w:color="auto"/>
              <w:right w:val="single" w:sz="4" w:space="0" w:color="auto"/>
            </w:tcBorders>
            <w:hideMark/>
          </w:tcPr>
          <w:p w14:paraId="63023B58" w14:textId="77777777" w:rsidR="0007743C" w:rsidRPr="008E2ACA" w:rsidRDefault="0007743C" w:rsidP="008A329C">
            <w:pPr>
              <w:spacing w:before="60" w:after="60"/>
              <w:rPr>
                <w:sz w:val="20"/>
              </w:rPr>
            </w:pPr>
            <w:r w:rsidRPr="008E2ACA">
              <w:rPr>
                <w:sz w:val="20"/>
              </w:rPr>
              <w:t>Precision Approach Runway, CAT I</w:t>
            </w:r>
          </w:p>
        </w:tc>
        <w:tc>
          <w:tcPr>
            <w:tcW w:w="6818" w:type="dxa"/>
            <w:tcBorders>
              <w:top w:val="single" w:sz="4" w:space="0" w:color="auto"/>
              <w:left w:val="single" w:sz="4" w:space="0" w:color="auto"/>
              <w:bottom w:val="single" w:sz="4" w:space="0" w:color="auto"/>
              <w:right w:val="single" w:sz="4" w:space="0" w:color="auto"/>
            </w:tcBorders>
            <w:hideMark/>
          </w:tcPr>
          <w:p w14:paraId="67AB9534" w14:textId="77777777" w:rsidR="0007743C" w:rsidRPr="008E2ACA" w:rsidRDefault="0007743C" w:rsidP="008A329C">
            <w:pPr>
              <w:spacing w:before="60" w:after="60"/>
              <w:rPr>
                <w:sz w:val="20"/>
              </w:rPr>
            </w:pPr>
            <w:r w:rsidRPr="008E2ACA">
              <w:rPr>
                <w:sz w:val="20"/>
              </w:rPr>
              <w:t>A precision instrument approach and landing with a decision height not lower than 200 feet (60 meters) and with either a visibility of not less than 800 meters or a Runway Visual Range of not less than 550 meters</w:t>
            </w:r>
          </w:p>
        </w:tc>
      </w:tr>
      <w:tr w:rsidR="0007743C" w:rsidRPr="008E2ACA" w14:paraId="7A6C118A" w14:textId="77777777" w:rsidTr="008A329C">
        <w:tc>
          <w:tcPr>
            <w:tcW w:w="3127" w:type="dxa"/>
            <w:tcBorders>
              <w:top w:val="single" w:sz="4" w:space="0" w:color="auto"/>
              <w:left w:val="single" w:sz="4" w:space="0" w:color="auto"/>
              <w:bottom w:val="single" w:sz="4" w:space="0" w:color="auto"/>
              <w:right w:val="single" w:sz="4" w:space="0" w:color="auto"/>
            </w:tcBorders>
            <w:hideMark/>
          </w:tcPr>
          <w:p w14:paraId="4356FEF6" w14:textId="77777777" w:rsidR="0007743C" w:rsidRPr="008E2ACA" w:rsidRDefault="0007743C" w:rsidP="008A329C">
            <w:pPr>
              <w:spacing w:before="60" w:after="60"/>
              <w:rPr>
                <w:sz w:val="20"/>
              </w:rPr>
            </w:pPr>
            <w:r w:rsidRPr="008E2ACA">
              <w:rPr>
                <w:sz w:val="20"/>
              </w:rPr>
              <w:t>Precision Approach Runway, CAT II</w:t>
            </w:r>
          </w:p>
        </w:tc>
        <w:tc>
          <w:tcPr>
            <w:tcW w:w="6818" w:type="dxa"/>
            <w:tcBorders>
              <w:top w:val="single" w:sz="4" w:space="0" w:color="auto"/>
              <w:left w:val="single" w:sz="4" w:space="0" w:color="auto"/>
              <w:bottom w:val="single" w:sz="4" w:space="0" w:color="auto"/>
              <w:right w:val="single" w:sz="4" w:space="0" w:color="auto"/>
            </w:tcBorders>
            <w:hideMark/>
          </w:tcPr>
          <w:p w14:paraId="7B800C7D" w14:textId="77777777" w:rsidR="0007743C" w:rsidRPr="008E2ACA" w:rsidRDefault="0007743C" w:rsidP="008A329C">
            <w:pPr>
              <w:spacing w:before="60" w:after="60"/>
              <w:rPr>
                <w:sz w:val="20"/>
                <w:lang w:bidi="en-US"/>
              </w:rPr>
            </w:pPr>
            <w:r w:rsidRPr="008E2ACA">
              <w:rPr>
                <w:sz w:val="20"/>
              </w:rPr>
              <w:t>A precision instrument approach and landing with a decision height lower than 200 feet (60 meters) but not lower than 100 feet (30 meters) and a Runway Visual Range of not less than 350 meters</w:t>
            </w:r>
          </w:p>
        </w:tc>
      </w:tr>
      <w:tr w:rsidR="0007743C" w:rsidRPr="008E2ACA" w14:paraId="508DACE5" w14:textId="77777777" w:rsidTr="008A329C">
        <w:tc>
          <w:tcPr>
            <w:tcW w:w="3127" w:type="dxa"/>
            <w:tcBorders>
              <w:top w:val="single" w:sz="4" w:space="0" w:color="auto"/>
              <w:left w:val="single" w:sz="4" w:space="0" w:color="auto"/>
              <w:bottom w:val="single" w:sz="4" w:space="0" w:color="auto"/>
              <w:right w:val="single" w:sz="4" w:space="0" w:color="auto"/>
            </w:tcBorders>
            <w:hideMark/>
          </w:tcPr>
          <w:p w14:paraId="1EE9DE56" w14:textId="77777777" w:rsidR="0007743C" w:rsidRPr="008E2ACA" w:rsidRDefault="0007743C" w:rsidP="008A329C">
            <w:pPr>
              <w:spacing w:before="60" w:after="60"/>
              <w:rPr>
                <w:sz w:val="20"/>
              </w:rPr>
            </w:pPr>
            <w:r w:rsidRPr="008E2ACA">
              <w:rPr>
                <w:sz w:val="20"/>
              </w:rPr>
              <w:t>Precision Approach Runway, CAT IIIA</w:t>
            </w:r>
          </w:p>
        </w:tc>
        <w:tc>
          <w:tcPr>
            <w:tcW w:w="6818" w:type="dxa"/>
            <w:tcBorders>
              <w:top w:val="single" w:sz="4" w:space="0" w:color="auto"/>
              <w:left w:val="single" w:sz="4" w:space="0" w:color="auto"/>
              <w:bottom w:val="single" w:sz="4" w:space="0" w:color="auto"/>
              <w:right w:val="single" w:sz="4" w:space="0" w:color="auto"/>
            </w:tcBorders>
            <w:hideMark/>
          </w:tcPr>
          <w:p w14:paraId="0D033ED2" w14:textId="77777777" w:rsidR="0007743C" w:rsidRPr="008E2ACA" w:rsidRDefault="0007743C" w:rsidP="008A329C">
            <w:pPr>
              <w:spacing w:before="60" w:after="60"/>
              <w:rPr>
                <w:sz w:val="20"/>
                <w:lang w:bidi="en-US"/>
              </w:rPr>
            </w:pPr>
            <w:r w:rsidRPr="008E2ACA">
              <w:rPr>
                <w:sz w:val="20"/>
              </w:rPr>
              <w:t>A precision instrument approach and landing with a decision height lower than 100 feet (30 meters) or no decision height, and a Runway Visual Range of not less than 200 meters</w:t>
            </w:r>
          </w:p>
        </w:tc>
      </w:tr>
      <w:tr w:rsidR="0007743C" w:rsidRPr="008E2ACA" w14:paraId="79FE773F" w14:textId="77777777" w:rsidTr="008A329C">
        <w:tc>
          <w:tcPr>
            <w:tcW w:w="3127" w:type="dxa"/>
            <w:tcBorders>
              <w:top w:val="single" w:sz="4" w:space="0" w:color="auto"/>
              <w:left w:val="single" w:sz="4" w:space="0" w:color="auto"/>
              <w:bottom w:val="single" w:sz="4" w:space="0" w:color="auto"/>
              <w:right w:val="single" w:sz="4" w:space="0" w:color="auto"/>
            </w:tcBorders>
            <w:hideMark/>
          </w:tcPr>
          <w:p w14:paraId="662EA647" w14:textId="77777777" w:rsidR="0007743C" w:rsidRPr="008E2ACA" w:rsidRDefault="0007743C" w:rsidP="008A329C">
            <w:pPr>
              <w:spacing w:before="60" w:after="60"/>
              <w:rPr>
                <w:sz w:val="20"/>
              </w:rPr>
            </w:pPr>
            <w:r w:rsidRPr="008E2ACA">
              <w:rPr>
                <w:sz w:val="20"/>
              </w:rPr>
              <w:t>Precision Approach Runway, CAT IIIB</w:t>
            </w:r>
          </w:p>
        </w:tc>
        <w:tc>
          <w:tcPr>
            <w:tcW w:w="6818" w:type="dxa"/>
            <w:tcBorders>
              <w:top w:val="single" w:sz="4" w:space="0" w:color="auto"/>
              <w:left w:val="single" w:sz="4" w:space="0" w:color="auto"/>
              <w:bottom w:val="single" w:sz="4" w:space="0" w:color="auto"/>
              <w:right w:val="single" w:sz="4" w:space="0" w:color="auto"/>
            </w:tcBorders>
            <w:hideMark/>
          </w:tcPr>
          <w:p w14:paraId="26ADF0E0" w14:textId="77777777" w:rsidR="0007743C" w:rsidRPr="008E2ACA" w:rsidRDefault="0007743C" w:rsidP="008A329C">
            <w:pPr>
              <w:spacing w:before="60" w:after="60"/>
              <w:rPr>
                <w:sz w:val="20"/>
                <w:lang w:bidi="en-US"/>
              </w:rPr>
            </w:pPr>
            <w:r w:rsidRPr="008E2ACA">
              <w:rPr>
                <w:sz w:val="20"/>
              </w:rPr>
              <w:t>A precision instrument approach and landing with a decision height lower than 50 feet (15 meters) or no decision height, and a Runway Visual Range of less than 200 meters but not less than 50 meters</w:t>
            </w:r>
          </w:p>
        </w:tc>
      </w:tr>
      <w:tr w:rsidR="0007743C" w:rsidRPr="008E2ACA" w14:paraId="74AD9A16" w14:textId="77777777" w:rsidTr="008A329C">
        <w:tc>
          <w:tcPr>
            <w:tcW w:w="3127" w:type="dxa"/>
            <w:tcBorders>
              <w:top w:val="single" w:sz="4" w:space="0" w:color="auto"/>
              <w:left w:val="single" w:sz="4" w:space="0" w:color="auto"/>
              <w:bottom w:val="single" w:sz="4" w:space="0" w:color="auto"/>
              <w:right w:val="single" w:sz="4" w:space="0" w:color="auto"/>
            </w:tcBorders>
            <w:hideMark/>
          </w:tcPr>
          <w:p w14:paraId="32319CBB" w14:textId="77777777" w:rsidR="0007743C" w:rsidRPr="008E2ACA" w:rsidRDefault="0007743C" w:rsidP="008A329C">
            <w:pPr>
              <w:spacing w:before="60" w:after="60"/>
              <w:rPr>
                <w:sz w:val="20"/>
              </w:rPr>
            </w:pPr>
            <w:r w:rsidRPr="008E2ACA">
              <w:rPr>
                <w:sz w:val="20"/>
              </w:rPr>
              <w:t>Precision Approach Runway, CAT IIIC</w:t>
            </w:r>
          </w:p>
        </w:tc>
        <w:tc>
          <w:tcPr>
            <w:tcW w:w="6818" w:type="dxa"/>
            <w:tcBorders>
              <w:top w:val="single" w:sz="4" w:space="0" w:color="auto"/>
              <w:left w:val="single" w:sz="4" w:space="0" w:color="auto"/>
              <w:bottom w:val="single" w:sz="4" w:space="0" w:color="auto"/>
              <w:right w:val="single" w:sz="4" w:space="0" w:color="auto"/>
            </w:tcBorders>
            <w:hideMark/>
          </w:tcPr>
          <w:p w14:paraId="34567AB1" w14:textId="77777777" w:rsidR="0007743C" w:rsidRPr="008E2ACA" w:rsidRDefault="0007743C" w:rsidP="008A329C">
            <w:pPr>
              <w:spacing w:before="60" w:after="60"/>
              <w:rPr>
                <w:sz w:val="20"/>
                <w:lang w:bidi="en-US"/>
              </w:rPr>
            </w:pPr>
            <w:r w:rsidRPr="008E2ACA">
              <w:rPr>
                <w:sz w:val="20"/>
              </w:rPr>
              <w:t>A precision instrument approach and landing with no decision height and no Runway Visual Range limitations</w:t>
            </w:r>
          </w:p>
        </w:tc>
      </w:tr>
    </w:tbl>
    <w:p w14:paraId="42FD2A44" w14:textId="77777777" w:rsidR="0007743C" w:rsidRPr="008E2ACA" w:rsidRDefault="008E2ACA" w:rsidP="0007743C">
      <w:pPr>
        <w:rPr>
          <w:rFonts w:ascii="Calibri" w:eastAsiaTheme="minorEastAsia" w:hAnsi="Calibri"/>
          <w:sz w:val="22"/>
          <w:szCs w:val="24"/>
        </w:rPr>
      </w:pPr>
      <w:r w:rsidRPr="008E2ACA">
        <w:rPr>
          <w:rFonts w:ascii="Calibri" w:eastAsiaTheme="minorEastAsia" w:hAnsi="Calibri"/>
          <w:sz w:val="22"/>
          <w:szCs w:val="24"/>
        </w:rPr>
        <w:br w:type="page"/>
      </w:r>
    </w:p>
    <w:p w14:paraId="054B3851" w14:textId="77777777" w:rsidR="008E2ACA" w:rsidRPr="008E2ACA" w:rsidRDefault="008E2ACA" w:rsidP="008E2ACA">
      <w:pPr>
        <w:pStyle w:val="Tablecaption"/>
        <w:ind w:right="1416" w:firstLine="0"/>
        <w:jc w:val="center"/>
        <w:rPr>
          <w:u w:val="none"/>
        </w:rPr>
      </w:pPr>
      <w:bookmarkStart w:id="137" w:name="_Toc97046812"/>
      <w:r w:rsidRPr="008E2ACA">
        <w:rPr>
          <w:u w:val="none"/>
        </w:rPr>
        <w:lastRenderedPageBreak/>
        <w:t xml:space="preserve">Description of AtoN in various maritime environments </w:t>
      </w:r>
      <w:r w:rsidRPr="008A329C">
        <w:rPr>
          <w:b w:val="0"/>
          <w:bCs w:val="0"/>
          <w:highlight w:val="yellow"/>
          <w:u w:val="none"/>
        </w:rPr>
        <w:t>(to be developed, taking Table 1 Description of airports by level of approach, into consideration)</w:t>
      </w:r>
      <w:bookmarkEnd w:id="137"/>
    </w:p>
    <w:tbl>
      <w:tblPr>
        <w:tblStyle w:val="TableGrid"/>
        <w:tblW w:w="0" w:type="auto"/>
        <w:tblInd w:w="-5" w:type="dxa"/>
        <w:tblLook w:val="04A0" w:firstRow="1" w:lastRow="0" w:firstColumn="1" w:lastColumn="0" w:noHBand="0" w:noVBand="1"/>
      </w:tblPr>
      <w:tblGrid>
        <w:gridCol w:w="3127"/>
        <w:gridCol w:w="6818"/>
      </w:tblGrid>
      <w:tr w:rsidR="008E2ACA" w:rsidRPr="008E2ACA" w14:paraId="6486BB91" w14:textId="77777777" w:rsidTr="006C268E">
        <w:tc>
          <w:tcPr>
            <w:tcW w:w="3127" w:type="dxa"/>
            <w:tcBorders>
              <w:top w:val="single" w:sz="4" w:space="0" w:color="auto"/>
              <w:left w:val="single" w:sz="4" w:space="0" w:color="auto"/>
              <w:bottom w:val="single" w:sz="4" w:space="0" w:color="auto"/>
              <w:right w:val="single" w:sz="4" w:space="0" w:color="auto"/>
            </w:tcBorders>
            <w:shd w:val="clear" w:color="auto" w:fill="auto"/>
            <w:hideMark/>
          </w:tcPr>
          <w:p w14:paraId="31BC2516" w14:textId="77777777" w:rsidR="008E2ACA" w:rsidRPr="008E2ACA" w:rsidRDefault="008E2ACA" w:rsidP="006C268E">
            <w:pPr>
              <w:spacing w:before="60" w:after="60"/>
              <w:jc w:val="center"/>
              <w:rPr>
                <w:b/>
                <w:bCs/>
                <w:color w:val="00558C"/>
                <w:sz w:val="20"/>
              </w:rPr>
            </w:pPr>
            <w:r w:rsidRPr="008E2ACA">
              <w:rPr>
                <w:b/>
                <w:bCs/>
                <w:color w:val="00558C"/>
                <w:sz w:val="20"/>
              </w:rPr>
              <w:t>Level</w:t>
            </w:r>
          </w:p>
        </w:tc>
        <w:tc>
          <w:tcPr>
            <w:tcW w:w="6818" w:type="dxa"/>
            <w:tcBorders>
              <w:top w:val="single" w:sz="4" w:space="0" w:color="auto"/>
              <w:left w:val="single" w:sz="4" w:space="0" w:color="auto"/>
              <w:bottom w:val="single" w:sz="4" w:space="0" w:color="auto"/>
              <w:right w:val="single" w:sz="4" w:space="0" w:color="auto"/>
            </w:tcBorders>
            <w:shd w:val="clear" w:color="auto" w:fill="auto"/>
            <w:hideMark/>
          </w:tcPr>
          <w:p w14:paraId="19E79689" w14:textId="77777777" w:rsidR="008E2ACA" w:rsidRPr="008E2ACA" w:rsidRDefault="008E2ACA" w:rsidP="006C268E">
            <w:pPr>
              <w:spacing w:before="60" w:after="60"/>
              <w:jc w:val="center"/>
              <w:rPr>
                <w:b/>
                <w:bCs/>
                <w:color w:val="00558C"/>
                <w:sz w:val="20"/>
              </w:rPr>
            </w:pPr>
            <w:r w:rsidRPr="008E2ACA">
              <w:rPr>
                <w:b/>
                <w:bCs/>
                <w:color w:val="00558C"/>
                <w:sz w:val="20"/>
              </w:rPr>
              <w:t>Description</w:t>
            </w:r>
          </w:p>
        </w:tc>
      </w:tr>
      <w:tr w:rsidR="008E2ACA" w:rsidRPr="008E2ACA" w14:paraId="16B2C81F" w14:textId="77777777" w:rsidTr="008E2ACA">
        <w:tc>
          <w:tcPr>
            <w:tcW w:w="3127" w:type="dxa"/>
            <w:tcBorders>
              <w:top w:val="single" w:sz="4" w:space="0" w:color="auto"/>
              <w:left w:val="single" w:sz="4" w:space="0" w:color="auto"/>
              <w:bottom w:val="single" w:sz="4" w:space="0" w:color="auto"/>
              <w:right w:val="single" w:sz="4" w:space="0" w:color="auto"/>
            </w:tcBorders>
          </w:tcPr>
          <w:p w14:paraId="1FD6938D" w14:textId="77777777" w:rsidR="008E2ACA" w:rsidRPr="008E2ACA" w:rsidRDefault="008E2ACA" w:rsidP="006C268E">
            <w:pPr>
              <w:spacing w:before="60" w:after="60"/>
              <w:rPr>
                <w:sz w:val="20"/>
              </w:rPr>
            </w:pPr>
          </w:p>
        </w:tc>
        <w:tc>
          <w:tcPr>
            <w:tcW w:w="6818" w:type="dxa"/>
            <w:tcBorders>
              <w:top w:val="single" w:sz="4" w:space="0" w:color="auto"/>
              <w:left w:val="single" w:sz="4" w:space="0" w:color="auto"/>
              <w:bottom w:val="single" w:sz="4" w:space="0" w:color="auto"/>
              <w:right w:val="single" w:sz="4" w:space="0" w:color="auto"/>
            </w:tcBorders>
          </w:tcPr>
          <w:p w14:paraId="05E754F4" w14:textId="77777777" w:rsidR="008E2ACA" w:rsidRPr="008E2ACA" w:rsidRDefault="008E2ACA" w:rsidP="006C268E">
            <w:pPr>
              <w:spacing w:before="60" w:after="60"/>
              <w:rPr>
                <w:sz w:val="20"/>
              </w:rPr>
            </w:pPr>
          </w:p>
        </w:tc>
      </w:tr>
      <w:tr w:rsidR="008E2ACA" w:rsidRPr="008E2ACA" w14:paraId="4CBC9430" w14:textId="77777777" w:rsidTr="008E2ACA">
        <w:tc>
          <w:tcPr>
            <w:tcW w:w="3127" w:type="dxa"/>
            <w:tcBorders>
              <w:top w:val="single" w:sz="4" w:space="0" w:color="auto"/>
              <w:left w:val="single" w:sz="4" w:space="0" w:color="auto"/>
              <w:bottom w:val="single" w:sz="4" w:space="0" w:color="auto"/>
              <w:right w:val="single" w:sz="4" w:space="0" w:color="auto"/>
            </w:tcBorders>
          </w:tcPr>
          <w:p w14:paraId="63B3F892" w14:textId="77777777" w:rsidR="008E2ACA" w:rsidRPr="008E2ACA" w:rsidRDefault="008E2ACA" w:rsidP="006C268E">
            <w:pPr>
              <w:spacing w:before="60" w:after="60"/>
              <w:rPr>
                <w:sz w:val="20"/>
              </w:rPr>
            </w:pPr>
          </w:p>
        </w:tc>
        <w:tc>
          <w:tcPr>
            <w:tcW w:w="6818" w:type="dxa"/>
            <w:tcBorders>
              <w:top w:val="single" w:sz="4" w:space="0" w:color="auto"/>
              <w:left w:val="single" w:sz="4" w:space="0" w:color="auto"/>
              <w:bottom w:val="single" w:sz="4" w:space="0" w:color="auto"/>
              <w:right w:val="single" w:sz="4" w:space="0" w:color="auto"/>
            </w:tcBorders>
          </w:tcPr>
          <w:p w14:paraId="0A53D26F" w14:textId="77777777" w:rsidR="008E2ACA" w:rsidRPr="008E2ACA" w:rsidRDefault="008E2ACA" w:rsidP="006C268E">
            <w:pPr>
              <w:spacing w:before="60" w:after="60"/>
              <w:rPr>
                <w:sz w:val="20"/>
              </w:rPr>
            </w:pPr>
          </w:p>
        </w:tc>
      </w:tr>
      <w:tr w:rsidR="008E2ACA" w:rsidRPr="008E2ACA" w14:paraId="0576F354" w14:textId="77777777" w:rsidTr="008E2ACA">
        <w:tc>
          <w:tcPr>
            <w:tcW w:w="3127" w:type="dxa"/>
            <w:tcBorders>
              <w:top w:val="single" w:sz="4" w:space="0" w:color="auto"/>
              <w:left w:val="single" w:sz="4" w:space="0" w:color="auto"/>
              <w:bottom w:val="single" w:sz="4" w:space="0" w:color="auto"/>
              <w:right w:val="single" w:sz="4" w:space="0" w:color="auto"/>
            </w:tcBorders>
          </w:tcPr>
          <w:p w14:paraId="798DC130" w14:textId="77777777" w:rsidR="008E2ACA" w:rsidRPr="008E2ACA" w:rsidRDefault="008E2ACA" w:rsidP="006C268E">
            <w:pPr>
              <w:spacing w:before="60" w:after="60"/>
              <w:rPr>
                <w:sz w:val="20"/>
              </w:rPr>
            </w:pPr>
          </w:p>
        </w:tc>
        <w:tc>
          <w:tcPr>
            <w:tcW w:w="6818" w:type="dxa"/>
            <w:tcBorders>
              <w:top w:val="single" w:sz="4" w:space="0" w:color="auto"/>
              <w:left w:val="single" w:sz="4" w:space="0" w:color="auto"/>
              <w:bottom w:val="single" w:sz="4" w:space="0" w:color="auto"/>
              <w:right w:val="single" w:sz="4" w:space="0" w:color="auto"/>
            </w:tcBorders>
          </w:tcPr>
          <w:p w14:paraId="4E3940C7" w14:textId="77777777" w:rsidR="008E2ACA" w:rsidRPr="008E2ACA" w:rsidRDefault="008E2ACA" w:rsidP="006C268E">
            <w:pPr>
              <w:spacing w:before="60" w:after="60"/>
              <w:rPr>
                <w:sz w:val="20"/>
                <w:lang w:bidi="en-US"/>
              </w:rPr>
            </w:pPr>
          </w:p>
        </w:tc>
      </w:tr>
      <w:tr w:rsidR="008E2ACA" w:rsidRPr="008E2ACA" w14:paraId="4E9E7BBB" w14:textId="77777777" w:rsidTr="008E2ACA">
        <w:tc>
          <w:tcPr>
            <w:tcW w:w="3127" w:type="dxa"/>
            <w:tcBorders>
              <w:top w:val="single" w:sz="4" w:space="0" w:color="auto"/>
              <w:left w:val="single" w:sz="4" w:space="0" w:color="auto"/>
              <w:bottom w:val="single" w:sz="4" w:space="0" w:color="auto"/>
              <w:right w:val="single" w:sz="4" w:space="0" w:color="auto"/>
            </w:tcBorders>
          </w:tcPr>
          <w:p w14:paraId="3F61999C" w14:textId="77777777" w:rsidR="008E2ACA" w:rsidRPr="008E2ACA" w:rsidRDefault="008E2ACA" w:rsidP="006C268E">
            <w:pPr>
              <w:spacing w:before="60" w:after="60"/>
              <w:rPr>
                <w:sz w:val="20"/>
              </w:rPr>
            </w:pPr>
          </w:p>
        </w:tc>
        <w:tc>
          <w:tcPr>
            <w:tcW w:w="6818" w:type="dxa"/>
            <w:tcBorders>
              <w:top w:val="single" w:sz="4" w:space="0" w:color="auto"/>
              <w:left w:val="single" w:sz="4" w:space="0" w:color="auto"/>
              <w:bottom w:val="single" w:sz="4" w:space="0" w:color="auto"/>
              <w:right w:val="single" w:sz="4" w:space="0" w:color="auto"/>
            </w:tcBorders>
          </w:tcPr>
          <w:p w14:paraId="1E4EC313" w14:textId="77777777" w:rsidR="008E2ACA" w:rsidRPr="008E2ACA" w:rsidRDefault="008E2ACA" w:rsidP="006C268E">
            <w:pPr>
              <w:spacing w:before="60" w:after="60"/>
              <w:rPr>
                <w:sz w:val="20"/>
                <w:lang w:bidi="en-US"/>
              </w:rPr>
            </w:pPr>
          </w:p>
        </w:tc>
      </w:tr>
      <w:tr w:rsidR="008E2ACA" w:rsidRPr="008E2ACA" w14:paraId="41BDC665" w14:textId="77777777" w:rsidTr="008E2ACA">
        <w:tc>
          <w:tcPr>
            <w:tcW w:w="3127" w:type="dxa"/>
            <w:tcBorders>
              <w:top w:val="single" w:sz="4" w:space="0" w:color="auto"/>
              <w:left w:val="single" w:sz="4" w:space="0" w:color="auto"/>
              <w:bottom w:val="single" w:sz="4" w:space="0" w:color="auto"/>
              <w:right w:val="single" w:sz="4" w:space="0" w:color="auto"/>
            </w:tcBorders>
          </w:tcPr>
          <w:p w14:paraId="30FD87E1" w14:textId="77777777" w:rsidR="008E2ACA" w:rsidRPr="008E2ACA" w:rsidRDefault="008E2ACA" w:rsidP="006C268E">
            <w:pPr>
              <w:spacing w:before="60" w:after="60"/>
              <w:rPr>
                <w:sz w:val="20"/>
              </w:rPr>
            </w:pPr>
          </w:p>
        </w:tc>
        <w:tc>
          <w:tcPr>
            <w:tcW w:w="6818" w:type="dxa"/>
            <w:tcBorders>
              <w:top w:val="single" w:sz="4" w:space="0" w:color="auto"/>
              <w:left w:val="single" w:sz="4" w:space="0" w:color="auto"/>
              <w:bottom w:val="single" w:sz="4" w:space="0" w:color="auto"/>
              <w:right w:val="single" w:sz="4" w:space="0" w:color="auto"/>
            </w:tcBorders>
          </w:tcPr>
          <w:p w14:paraId="09529F81" w14:textId="77777777" w:rsidR="008E2ACA" w:rsidRPr="008E2ACA" w:rsidRDefault="008E2ACA" w:rsidP="006C268E">
            <w:pPr>
              <w:spacing w:before="60" w:after="60"/>
              <w:rPr>
                <w:sz w:val="20"/>
                <w:lang w:bidi="en-US"/>
              </w:rPr>
            </w:pPr>
          </w:p>
        </w:tc>
      </w:tr>
      <w:tr w:rsidR="008E2ACA" w:rsidRPr="008E2ACA" w14:paraId="38C67EEB" w14:textId="77777777" w:rsidTr="008E2ACA">
        <w:tc>
          <w:tcPr>
            <w:tcW w:w="3127" w:type="dxa"/>
            <w:tcBorders>
              <w:top w:val="single" w:sz="4" w:space="0" w:color="auto"/>
              <w:left w:val="single" w:sz="4" w:space="0" w:color="auto"/>
              <w:bottom w:val="single" w:sz="4" w:space="0" w:color="auto"/>
              <w:right w:val="single" w:sz="4" w:space="0" w:color="auto"/>
            </w:tcBorders>
          </w:tcPr>
          <w:p w14:paraId="2870E2D1" w14:textId="77777777" w:rsidR="008E2ACA" w:rsidRPr="008E2ACA" w:rsidRDefault="008E2ACA" w:rsidP="006C268E">
            <w:pPr>
              <w:spacing w:before="60" w:after="60"/>
              <w:rPr>
                <w:sz w:val="20"/>
              </w:rPr>
            </w:pPr>
          </w:p>
        </w:tc>
        <w:tc>
          <w:tcPr>
            <w:tcW w:w="6818" w:type="dxa"/>
            <w:tcBorders>
              <w:top w:val="single" w:sz="4" w:space="0" w:color="auto"/>
              <w:left w:val="single" w:sz="4" w:space="0" w:color="auto"/>
              <w:bottom w:val="single" w:sz="4" w:space="0" w:color="auto"/>
              <w:right w:val="single" w:sz="4" w:space="0" w:color="auto"/>
            </w:tcBorders>
          </w:tcPr>
          <w:p w14:paraId="0DBA2267" w14:textId="77777777" w:rsidR="008E2ACA" w:rsidRPr="008E2ACA" w:rsidRDefault="008E2ACA" w:rsidP="006C268E">
            <w:pPr>
              <w:spacing w:before="60" w:after="60"/>
              <w:rPr>
                <w:sz w:val="20"/>
                <w:lang w:bidi="en-US"/>
              </w:rPr>
            </w:pPr>
          </w:p>
        </w:tc>
      </w:tr>
    </w:tbl>
    <w:p w14:paraId="31FFCB5F" w14:textId="77777777" w:rsidR="008E2ACA" w:rsidRPr="008E2ACA" w:rsidRDefault="008E2ACA" w:rsidP="0007743C">
      <w:pPr>
        <w:rPr>
          <w:rFonts w:ascii="Calibri" w:eastAsiaTheme="minorEastAsia" w:hAnsi="Calibri"/>
          <w:sz w:val="22"/>
          <w:szCs w:val="24"/>
        </w:rPr>
      </w:pPr>
    </w:p>
    <w:p w14:paraId="3D29D8B9" w14:textId="77777777" w:rsidR="0007743C" w:rsidRPr="008E2ACA" w:rsidRDefault="0007743C" w:rsidP="006C268E">
      <w:pPr>
        <w:pStyle w:val="Heading2"/>
        <w:ind w:left="851" w:hanging="851"/>
      </w:pPr>
      <w:bookmarkStart w:id="138" w:name="_Toc97046807"/>
      <w:bookmarkStart w:id="139" w:name="_Toc66949244"/>
      <w:r w:rsidRPr="008E2ACA">
        <w:t>IALA AtoN classification</w:t>
      </w:r>
      <w:bookmarkEnd w:id="138"/>
      <w:bookmarkEnd w:id="139"/>
    </w:p>
    <w:p w14:paraId="096C098D" w14:textId="77777777" w:rsidR="006812E5" w:rsidRPr="008E2ACA" w:rsidRDefault="006812E5" w:rsidP="008A329C">
      <w:pPr>
        <w:pStyle w:val="Heading2separationline"/>
      </w:pPr>
    </w:p>
    <w:p w14:paraId="10B71F9F" w14:textId="77777777" w:rsidR="0007743C" w:rsidRPr="008E2ACA" w:rsidRDefault="0007743C" w:rsidP="00EA33BA">
      <w:pPr>
        <w:pStyle w:val="BodyText"/>
      </w:pPr>
      <w:r w:rsidRPr="008E2ACA">
        <w:t xml:space="preserve">Using the example of the aerospace sector, it appears that the maritime AtoN environment can develop a similar classification system leading to a known environment within the maritime </w:t>
      </w:r>
      <w:commentRangeStart w:id="140"/>
      <w:commentRangeStart w:id="141"/>
      <w:r w:rsidRPr="008E2ACA">
        <w:t>AtoN area</w:t>
      </w:r>
      <w:commentRangeEnd w:id="140"/>
      <w:r w:rsidR="00EB6453" w:rsidRPr="008E2ACA">
        <w:rPr>
          <w:rStyle w:val="CommentReference"/>
        </w:rPr>
        <w:commentReference w:id="140"/>
      </w:r>
      <w:commentRangeEnd w:id="141"/>
      <w:r w:rsidR="00EC58B9" w:rsidRPr="008E2ACA">
        <w:rPr>
          <w:rStyle w:val="CommentReference"/>
        </w:rPr>
        <w:commentReference w:id="141"/>
      </w:r>
      <w:r w:rsidRPr="008E2ACA">
        <w:t>.</w:t>
      </w:r>
    </w:p>
    <w:p w14:paraId="5C44CF7B" w14:textId="77777777" w:rsidR="0007743C" w:rsidRPr="008A329C" w:rsidRDefault="004B5E89" w:rsidP="00E33F45">
      <w:pPr>
        <w:pStyle w:val="Tablecaption"/>
        <w:jc w:val="center"/>
        <w:rPr>
          <w:u w:val="none"/>
        </w:rPr>
      </w:pPr>
      <w:bookmarkStart w:id="142" w:name="_Toc97046813"/>
      <w:bookmarkStart w:id="143" w:name="_Toc67325350"/>
      <w:r w:rsidRPr="008A329C">
        <w:rPr>
          <w:u w:val="none"/>
        </w:rPr>
        <w:t>Example of AtoN area classification</w:t>
      </w:r>
      <w:bookmarkEnd w:id="142"/>
      <w:bookmarkEnd w:id="143"/>
    </w:p>
    <w:tbl>
      <w:tblPr>
        <w:tblStyle w:val="TableGrid"/>
        <w:tblW w:w="0" w:type="auto"/>
        <w:tblInd w:w="-5" w:type="dxa"/>
        <w:tblLook w:val="04A0" w:firstRow="1" w:lastRow="0" w:firstColumn="1" w:lastColumn="0" w:noHBand="0" w:noVBand="1"/>
      </w:tblPr>
      <w:tblGrid>
        <w:gridCol w:w="3124"/>
        <w:gridCol w:w="6821"/>
      </w:tblGrid>
      <w:tr w:rsidR="0007743C" w:rsidRPr="008E2ACA" w14:paraId="54A9C4FC" w14:textId="77777777" w:rsidTr="008A329C">
        <w:tc>
          <w:tcPr>
            <w:tcW w:w="31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D88EC7" w14:textId="77777777" w:rsidR="0007743C" w:rsidRPr="008A329C" w:rsidRDefault="0007743C" w:rsidP="008A329C">
            <w:pPr>
              <w:spacing w:before="60" w:after="60"/>
              <w:jc w:val="center"/>
              <w:rPr>
                <w:b/>
                <w:color w:val="00558C"/>
                <w:sz w:val="20"/>
              </w:rPr>
            </w:pPr>
            <w:r w:rsidRPr="008A329C">
              <w:rPr>
                <w:b/>
                <w:color w:val="00558C"/>
                <w:sz w:val="20"/>
              </w:rPr>
              <w:t>Level</w:t>
            </w:r>
          </w:p>
        </w:tc>
        <w:tc>
          <w:tcPr>
            <w:tcW w:w="68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EA541D" w14:textId="77777777" w:rsidR="0007743C" w:rsidRPr="008A329C" w:rsidRDefault="0007743C" w:rsidP="008A329C">
            <w:pPr>
              <w:spacing w:before="60" w:after="60"/>
              <w:jc w:val="center"/>
              <w:rPr>
                <w:b/>
                <w:color w:val="00558C"/>
                <w:sz w:val="20"/>
              </w:rPr>
            </w:pPr>
            <w:r w:rsidRPr="008A329C">
              <w:rPr>
                <w:b/>
                <w:color w:val="00558C"/>
                <w:sz w:val="20"/>
              </w:rPr>
              <w:t>Description</w:t>
            </w:r>
          </w:p>
        </w:tc>
      </w:tr>
      <w:tr w:rsidR="0007743C" w:rsidRPr="008E2ACA" w14:paraId="6839E303" w14:textId="77777777" w:rsidTr="008A329C">
        <w:tc>
          <w:tcPr>
            <w:tcW w:w="31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F6D955" w14:textId="77777777" w:rsidR="0007743C" w:rsidRPr="008E2ACA" w:rsidRDefault="0007743C" w:rsidP="008A329C">
            <w:pPr>
              <w:spacing w:before="60" w:after="60"/>
              <w:rPr>
                <w:sz w:val="20"/>
              </w:rPr>
            </w:pPr>
            <w:r w:rsidRPr="008E2ACA">
              <w:rPr>
                <w:sz w:val="20"/>
              </w:rPr>
              <w:t>Category 1</w:t>
            </w:r>
          </w:p>
        </w:tc>
        <w:tc>
          <w:tcPr>
            <w:tcW w:w="68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FC46EF" w14:textId="77777777" w:rsidR="0007743C" w:rsidRPr="008E2ACA" w:rsidRDefault="0007743C" w:rsidP="008A329C">
            <w:pPr>
              <w:spacing w:before="60" w:after="60"/>
              <w:rPr>
                <w:sz w:val="20"/>
              </w:rPr>
            </w:pPr>
            <w:r w:rsidRPr="008E2ACA">
              <w:rPr>
                <w:sz w:val="20"/>
              </w:rPr>
              <w:t>To be developed</w:t>
            </w:r>
          </w:p>
        </w:tc>
      </w:tr>
      <w:tr w:rsidR="0007743C" w:rsidRPr="008E2ACA" w14:paraId="554235BD" w14:textId="77777777" w:rsidTr="008A329C">
        <w:tc>
          <w:tcPr>
            <w:tcW w:w="31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C6E008" w14:textId="77777777" w:rsidR="0007743C" w:rsidRPr="008E2ACA" w:rsidRDefault="0007743C" w:rsidP="008A329C">
            <w:pPr>
              <w:spacing w:before="60" w:after="60"/>
              <w:rPr>
                <w:sz w:val="20"/>
              </w:rPr>
            </w:pPr>
            <w:r w:rsidRPr="008E2ACA">
              <w:rPr>
                <w:sz w:val="20"/>
              </w:rPr>
              <w:t>Category 2</w:t>
            </w:r>
          </w:p>
        </w:tc>
        <w:tc>
          <w:tcPr>
            <w:tcW w:w="68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8D42A2" w14:textId="77777777" w:rsidR="0007743C" w:rsidRPr="008E2ACA" w:rsidRDefault="0007743C" w:rsidP="008A329C">
            <w:pPr>
              <w:spacing w:before="60" w:after="60"/>
              <w:rPr>
                <w:sz w:val="20"/>
              </w:rPr>
            </w:pPr>
            <w:r w:rsidRPr="008E2ACA">
              <w:rPr>
                <w:sz w:val="20"/>
              </w:rPr>
              <w:t>To be developed</w:t>
            </w:r>
          </w:p>
        </w:tc>
      </w:tr>
      <w:tr w:rsidR="0007743C" w:rsidRPr="008E2ACA" w14:paraId="17D22242" w14:textId="77777777" w:rsidTr="008A329C">
        <w:tc>
          <w:tcPr>
            <w:tcW w:w="31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147B49" w14:textId="77777777" w:rsidR="0007743C" w:rsidRPr="008E2ACA" w:rsidRDefault="0007743C" w:rsidP="008A329C">
            <w:pPr>
              <w:spacing w:before="60" w:after="60"/>
              <w:rPr>
                <w:sz w:val="20"/>
              </w:rPr>
            </w:pPr>
            <w:r w:rsidRPr="008E2ACA">
              <w:rPr>
                <w:sz w:val="20"/>
              </w:rPr>
              <w:t>Category 3</w:t>
            </w:r>
          </w:p>
        </w:tc>
        <w:tc>
          <w:tcPr>
            <w:tcW w:w="68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CA815F" w14:textId="77777777" w:rsidR="0007743C" w:rsidRPr="008E2ACA" w:rsidRDefault="0007743C" w:rsidP="008A329C">
            <w:pPr>
              <w:spacing w:before="60" w:after="60"/>
              <w:rPr>
                <w:sz w:val="20"/>
              </w:rPr>
            </w:pPr>
            <w:r w:rsidRPr="008E2ACA">
              <w:rPr>
                <w:sz w:val="20"/>
              </w:rPr>
              <w:t>To be developed</w:t>
            </w:r>
          </w:p>
        </w:tc>
      </w:tr>
      <w:tr w:rsidR="0007743C" w:rsidRPr="008E2ACA" w14:paraId="1D75D52F" w14:textId="77777777" w:rsidTr="008A329C">
        <w:tc>
          <w:tcPr>
            <w:tcW w:w="31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79047B" w14:textId="77777777" w:rsidR="0007743C" w:rsidRPr="008E2ACA" w:rsidRDefault="0007743C" w:rsidP="008A329C">
            <w:pPr>
              <w:spacing w:before="60" w:after="60"/>
              <w:rPr>
                <w:sz w:val="20"/>
              </w:rPr>
            </w:pPr>
            <w:r w:rsidRPr="008E2ACA">
              <w:rPr>
                <w:sz w:val="20"/>
              </w:rPr>
              <w:t>Category 4</w:t>
            </w:r>
          </w:p>
        </w:tc>
        <w:tc>
          <w:tcPr>
            <w:tcW w:w="68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ADDFF8" w14:textId="77777777" w:rsidR="0007743C" w:rsidRPr="008E2ACA" w:rsidRDefault="0007743C" w:rsidP="008A329C">
            <w:pPr>
              <w:spacing w:before="60" w:after="60"/>
              <w:rPr>
                <w:sz w:val="20"/>
              </w:rPr>
            </w:pPr>
            <w:r w:rsidRPr="008E2ACA">
              <w:rPr>
                <w:sz w:val="20"/>
              </w:rPr>
              <w:t>To be developed</w:t>
            </w:r>
          </w:p>
        </w:tc>
      </w:tr>
      <w:tr w:rsidR="0007743C" w:rsidRPr="008E2ACA" w14:paraId="7BF30FA1" w14:textId="77777777" w:rsidTr="008A329C">
        <w:tc>
          <w:tcPr>
            <w:tcW w:w="31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80265E" w14:textId="77777777" w:rsidR="0007743C" w:rsidRPr="008E2ACA" w:rsidRDefault="0007743C" w:rsidP="008A329C">
            <w:pPr>
              <w:spacing w:before="60" w:after="60"/>
              <w:rPr>
                <w:sz w:val="20"/>
              </w:rPr>
            </w:pPr>
            <w:r w:rsidRPr="008E2ACA">
              <w:rPr>
                <w:sz w:val="20"/>
              </w:rPr>
              <w:t>Category 5</w:t>
            </w:r>
          </w:p>
        </w:tc>
        <w:tc>
          <w:tcPr>
            <w:tcW w:w="68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4CCA20" w14:textId="77777777" w:rsidR="0007743C" w:rsidRPr="008E2ACA" w:rsidRDefault="0007743C" w:rsidP="008A329C">
            <w:pPr>
              <w:spacing w:before="60" w:after="60"/>
              <w:rPr>
                <w:sz w:val="20"/>
              </w:rPr>
            </w:pPr>
            <w:r w:rsidRPr="008E2ACA">
              <w:rPr>
                <w:sz w:val="20"/>
              </w:rPr>
              <w:t>To be developed</w:t>
            </w:r>
          </w:p>
        </w:tc>
      </w:tr>
    </w:tbl>
    <w:p w14:paraId="36AB83CF" w14:textId="77777777" w:rsidR="0007743C" w:rsidRPr="008E2ACA" w:rsidRDefault="0007743C" w:rsidP="0007743C">
      <w:pPr>
        <w:rPr>
          <w:rFonts w:ascii="Calibri" w:eastAsiaTheme="minorEastAsia" w:hAnsi="Calibri"/>
          <w:sz w:val="22"/>
          <w:szCs w:val="24"/>
        </w:rPr>
      </w:pPr>
    </w:p>
    <w:p w14:paraId="6CEC5A76" w14:textId="77777777" w:rsidR="00E069B6" w:rsidRPr="008E2ACA" w:rsidRDefault="006C251E" w:rsidP="008A329C">
      <w:pPr>
        <w:pStyle w:val="Heading1"/>
        <w:ind w:left="709" w:hanging="709"/>
      </w:pPr>
      <w:bookmarkStart w:id="144" w:name="_Toc97046808"/>
      <w:bookmarkStart w:id="145" w:name="_Toc66949245"/>
      <w:r w:rsidRPr="008E2ACA">
        <w:t>Definitions</w:t>
      </w:r>
      <w:bookmarkEnd w:id="144"/>
      <w:bookmarkEnd w:id="145"/>
    </w:p>
    <w:p w14:paraId="42575EE6" w14:textId="77777777" w:rsidR="006744D8" w:rsidRPr="008E2ACA" w:rsidRDefault="005E6B4B" w:rsidP="00E069B6">
      <w:pPr>
        <w:pStyle w:val="BodyText"/>
      </w:pPr>
      <w:r w:rsidRPr="008E2ACA">
        <w:t xml:space="preserve">The definitions of terms used in this </w:t>
      </w:r>
      <w:r w:rsidR="00B3400D" w:rsidRPr="008E2ACA">
        <w:t>IALA Guideline</w:t>
      </w:r>
      <w:r w:rsidRPr="008E2ACA">
        <w:t xml:space="preserve"> can be found in the International Dictionary of Marine Aids to Navigation (IALA Dictionary) at </w:t>
      </w:r>
      <w:hyperlink r:id="rId30" w:history="1">
        <w:r w:rsidRPr="008E2ACA">
          <w:rPr>
            <w:rStyle w:val="Hyperlink"/>
          </w:rPr>
          <w:t>http://www.iala-aism.org/wiki/dictionary</w:t>
        </w:r>
      </w:hyperlink>
      <w:r w:rsidRPr="008E2ACA">
        <w:t xml:space="preserve"> and were checked as correct at the time of going to print.  Where conflict arises, the IALA Dictionary should be considered as the authoritative source of definitions used in IALA documents.</w:t>
      </w:r>
    </w:p>
    <w:p w14:paraId="2CE0651D" w14:textId="77777777" w:rsidR="00501E06" w:rsidRPr="008E2ACA" w:rsidRDefault="00A43F2B" w:rsidP="00A43F2B">
      <w:pPr>
        <w:pStyle w:val="BodyText"/>
        <w:rPr>
          <w:color w:val="000000" w:themeColor="text1"/>
        </w:rPr>
      </w:pPr>
      <w:r w:rsidRPr="008E2ACA">
        <w:rPr>
          <w:color w:val="000000" w:themeColor="text1"/>
        </w:rPr>
        <w:t>“</w:t>
      </w:r>
      <w:r w:rsidR="00501E06" w:rsidRPr="008E2ACA">
        <w:rPr>
          <w:color w:val="000000" w:themeColor="text1"/>
        </w:rPr>
        <w:t>Accident investigator</w:t>
      </w:r>
      <w:r w:rsidRPr="008E2ACA">
        <w:rPr>
          <w:color w:val="000000" w:themeColor="text1"/>
        </w:rPr>
        <w:t>”</w:t>
      </w:r>
      <w:r w:rsidR="00501E06" w:rsidRPr="008E2ACA">
        <w:rPr>
          <w:color w:val="000000" w:themeColor="text1"/>
        </w:rPr>
        <w:t xml:space="preserve"> refers to the Marine Casualty Investigator of the flag State or, where it has been agreed, for Investigation of Marine Casualties and Incidents, that another State will lead the investigation, the Marine Casualty Investigator of that State</w:t>
      </w:r>
    </w:p>
    <w:p w14:paraId="3793CEEB" w14:textId="77777777" w:rsidR="009253B2" w:rsidRPr="008E2ACA" w:rsidRDefault="009253B2" w:rsidP="00A43F2B">
      <w:pPr>
        <w:pStyle w:val="BodyText"/>
        <w:rPr>
          <w:color w:val="000000" w:themeColor="text1"/>
        </w:rPr>
      </w:pPr>
      <w:r w:rsidRPr="008E2ACA">
        <w:rPr>
          <w:color w:val="000000" w:themeColor="text1"/>
        </w:rPr>
        <w:t>“Area of operation” are those identified and promulgated</w:t>
      </w:r>
      <w:r w:rsidR="007F2F7E" w:rsidRPr="008E2ACA">
        <w:rPr>
          <w:color w:val="000000" w:themeColor="text1"/>
        </w:rPr>
        <w:t xml:space="preserve"> by competent authorities</w:t>
      </w:r>
    </w:p>
    <w:p w14:paraId="3C75EEDA" w14:textId="77777777" w:rsidR="00DC24E7" w:rsidRPr="008E2ACA" w:rsidRDefault="00DC24E7" w:rsidP="00A43F2B">
      <w:pPr>
        <w:pStyle w:val="BodyText"/>
        <w:rPr>
          <w:color w:val="000000" w:themeColor="text1"/>
        </w:rPr>
      </w:pPr>
      <w:r w:rsidRPr="008E2ACA">
        <w:rPr>
          <w:color w:val="000000" w:themeColor="text1"/>
        </w:rPr>
        <w:t xml:space="preserve">“Automatic” - Pertaining to a process or device that, under specified conditions, functions without human intervention (ISO/TR 11065). </w:t>
      </w:r>
    </w:p>
    <w:p w14:paraId="1359071A" w14:textId="77777777" w:rsidR="00DC24E7" w:rsidRPr="008E2ACA" w:rsidRDefault="00DC24E7" w:rsidP="00A43F2B">
      <w:pPr>
        <w:pStyle w:val="BodyText"/>
        <w:rPr>
          <w:color w:val="000000" w:themeColor="text1"/>
        </w:rPr>
      </w:pPr>
      <w:r w:rsidRPr="008E2ACA">
        <w:rPr>
          <w:color w:val="000000" w:themeColor="text1"/>
        </w:rPr>
        <w:t xml:space="preserve">“Autonomy” - In the context of ships, autonomy (e.g. as in "Autonomous Ship") means that the ship can operate without human intervention, related to one or more ship functions, for the full or limited periods of the ship operations or voyage. </w:t>
      </w:r>
    </w:p>
    <w:p w14:paraId="5972251E" w14:textId="77777777" w:rsidR="00DC24E7" w:rsidRPr="008E2ACA" w:rsidRDefault="00DC24E7" w:rsidP="00A43F2B">
      <w:pPr>
        <w:pStyle w:val="BodyText"/>
        <w:rPr>
          <w:color w:val="000000" w:themeColor="text1"/>
        </w:rPr>
      </w:pPr>
      <w:r w:rsidRPr="008E2ACA">
        <w:rPr>
          <w:color w:val="000000" w:themeColor="text1"/>
        </w:rPr>
        <w:t xml:space="preserve">“Autonomous Ship System” - All physical and human elements that together ensure sustainable operation of an autonomous ship in its intended operations or voyage. </w:t>
      </w:r>
    </w:p>
    <w:p w14:paraId="0B06E457" w14:textId="77777777" w:rsidR="00DC24E7" w:rsidRPr="008E2ACA" w:rsidRDefault="00DC24E7" w:rsidP="00A43F2B">
      <w:pPr>
        <w:pStyle w:val="BodyText"/>
        <w:rPr>
          <w:color w:val="000000" w:themeColor="text1"/>
        </w:rPr>
      </w:pPr>
      <w:r w:rsidRPr="008E2ACA">
        <w:rPr>
          <w:color w:val="000000" w:themeColor="text1"/>
        </w:rPr>
        <w:lastRenderedPageBreak/>
        <w:t xml:space="preserve">“Company” means the owner of the ship or any other organisation or person such as the manager, or the bareboat charterer, who has assumed responsibility for the operation of the ship from the ship owner and who, on assuming such responsibility, has agreed to take over all duties and responsibility (and by extension the associated IMO instruments). </w:t>
      </w:r>
    </w:p>
    <w:p w14:paraId="22729B6C" w14:textId="77777777" w:rsidR="00DC24E7" w:rsidRPr="008E2ACA" w:rsidRDefault="00DC24E7" w:rsidP="00A43F2B">
      <w:pPr>
        <w:pStyle w:val="BodyText"/>
        <w:rPr>
          <w:color w:val="000000" w:themeColor="text1"/>
        </w:rPr>
      </w:pPr>
      <w:r w:rsidRPr="008E2ACA">
        <w:rPr>
          <w:color w:val="000000" w:themeColor="text1"/>
        </w:rPr>
        <w:t xml:space="preserve">"Competent Authority", in respect of operating qualifications (Ch 0), means either the MCA or an organisation that issues Certificates of Competence which has applied for and been granted recognition by the MCA as having the appropriate technical and administrative expertise in accordance with the procedures established for vessels of any type or size. </w:t>
      </w:r>
    </w:p>
    <w:p w14:paraId="21C15275" w14:textId="77777777" w:rsidR="00DC24E7" w:rsidRPr="008E2ACA" w:rsidRDefault="00DC24E7" w:rsidP="00A43F2B">
      <w:pPr>
        <w:pStyle w:val="BodyText"/>
        <w:rPr>
          <w:color w:val="000000" w:themeColor="text1"/>
        </w:rPr>
      </w:pPr>
      <w:r w:rsidRPr="008E2ACA">
        <w:rPr>
          <w:color w:val="000000" w:themeColor="text1"/>
        </w:rPr>
        <w:t xml:space="preserve">“Control position” means a location on the ship/seagoing vessel/watercraft during any periods of manned operation from which control of propulsion, steering and other systems can be exercised. </w:t>
      </w:r>
    </w:p>
    <w:p w14:paraId="10850C47" w14:textId="77777777" w:rsidR="00DC24E7" w:rsidRPr="008E2ACA" w:rsidRDefault="00DC24E7" w:rsidP="00A43F2B">
      <w:pPr>
        <w:pStyle w:val="BodyText"/>
        <w:rPr>
          <w:color w:val="000000" w:themeColor="text1"/>
        </w:rPr>
      </w:pPr>
      <w:r w:rsidRPr="008E2ACA">
        <w:rPr>
          <w:color w:val="000000" w:themeColor="text1"/>
        </w:rPr>
        <w:t xml:space="preserve">“Controller” means a person undertaking control functions appropriate for the </w:t>
      </w:r>
      <w:r w:rsidR="00620D8F" w:rsidRPr="008E2ACA">
        <w:rPr>
          <w:color w:val="000000" w:themeColor="text1"/>
        </w:rPr>
        <w:t xml:space="preserve">LoC </w:t>
      </w:r>
      <w:r w:rsidRPr="008E2ACA">
        <w:rPr>
          <w:color w:val="000000" w:themeColor="text1"/>
        </w:rPr>
        <w:t>of the MASS. The controller may report to either a Watch Officer or the Master depending on the constitution of the control function, the MASS category and the required</w:t>
      </w:r>
      <w:r w:rsidR="00620D8F" w:rsidRPr="008E2ACA">
        <w:rPr>
          <w:color w:val="000000" w:themeColor="text1"/>
        </w:rPr>
        <w:t xml:space="preserve"> </w:t>
      </w:r>
      <w:proofErr w:type="spellStart"/>
      <w:r w:rsidR="00620D8F" w:rsidRPr="008E2ACA">
        <w:rPr>
          <w:color w:val="000000" w:themeColor="text1"/>
        </w:rPr>
        <w:t>LoC</w:t>
      </w:r>
      <w:r w:rsidRPr="008E2ACA">
        <w:rPr>
          <w:color w:val="000000" w:themeColor="text1"/>
        </w:rPr>
        <w:t>.</w:t>
      </w:r>
      <w:proofErr w:type="spellEnd"/>
      <w:r w:rsidRPr="008E2ACA">
        <w:rPr>
          <w:color w:val="000000" w:themeColor="text1"/>
        </w:rPr>
        <w:t xml:space="preserve"> </w:t>
      </w:r>
    </w:p>
    <w:p w14:paraId="5B34B4FE" w14:textId="77777777" w:rsidR="00DC24E7" w:rsidRPr="008E2ACA" w:rsidRDefault="00DC24E7" w:rsidP="00A43F2B">
      <w:pPr>
        <w:pStyle w:val="BodyText"/>
        <w:rPr>
          <w:color w:val="000000" w:themeColor="text1"/>
        </w:rPr>
      </w:pPr>
      <w:r w:rsidRPr="008E2ACA">
        <w:rPr>
          <w:color w:val="000000" w:themeColor="text1"/>
        </w:rPr>
        <w:t xml:space="preserve">“Coxswain” refers to any person controlling the MASS, either remotely (depending on the category of control applicable to the MASS during an operation) or to a person controlling the MASS from an onboard control station during any period of operation under direct manned control (e.g. pilotage). </w:t>
      </w:r>
    </w:p>
    <w:p w14:paraId="10104CC4" w14:textId="77777777" w:rsidR="00DC24E7" w:rsidRPr="008E2ACA" w:rsidRDefault="00DC24E7" w:rsidP="00A43F2B">
      <w:pPr>
        <w:pStyle w:val="BodyText"/>
        <w:rPr>
          <w:color w:val="000000" w:themeColor="text1"/>
        </w:rPr>
      </w:pPr>
      <w:r w:rsidRPr="008E2ACA">
        <w:rPr>
          <w:color w:val="000000" w:themeColor="text1"/>
        </w:rPr>
        <w:t xml:space="preserve">“Crew” means a person employed or engaged in any capacity on-board a ship on the business of the ship or any person engaged in the direct control and operation of the ship from a remote location. </w:t>
      </w:r>
    </w:p>
    <w:p w14:paraId="5C5DC289" w14:textId="77777777" w:rsidR="00DC24E7" w:rsidRPr="008E2ACA" w:rsidRDefault="00DC24E7" w:rsidP="00A43F2B">
      <w:pPr>
        <w:pStyle w:val="BodyText"/>
        <w:rPr>
          <w:color w:val="000000" w:themeColor="text1"/>
        </w:rPr>
      </w:pPr>
      <w:r w:rsidRPr="008E2ACA">
        <w:rPr>
          <w:color w:val="000000" w:themeColor="text1"/>
        </w:rPr>
        <w:t xml:space="preserve">“Crewless Ship” means a ship with no crew on board. Crew does not include passengers, special personnel etc. </w:t>
      </w:r>
    </w:p>
    <w:p w14:paraId="13FCD89D" w14:textId="77777777" w:rsidR="009253B2" w:rsidRPr="008E2ACA" w:rsidRDefault="00DC24E7" w:rsidP="00A43F2B">
      <w:pPr>
        <w:pStyle w:val="BodyText"/>
        <w:rPr>
          <w:color w:val="000000" w:themeColor="text1"/>
        </w:rPr>
      </w:pPr>
      <w:r w:rsidRPr="008E2ACA">
        <w:rPr>
          <w:color w:val="000000" w:themeColor="text1"/>
        </w:rPr>
        <w:t>“Degrees of Autonomy” The Degrees of Autonomy as established by the IMO for their Regulatory Scoping Exercise.</w:t>
      </w:r>
    </w:p>
    <w:p w14:paraId="660EC684" w14:textId="77777777" w:rsidR="009253B2" w:rsidRPr="008E2ACA" w:rsidRDefault="00DC24E7" w:rsidP="00A43F2B">
      <w:pPr>
        <w:pStyle w:val="BodyText"/>
        <w:rPr>
          <w:color w:val="000000" w:themeColor="text1"/>
        </w:rPr>
      </w:pPr>
      <w:r w:rsidRPr="008E2ACA">
        <w:rPr>
          <w:color w:val="000000" w:themeColor="text1"/>
        </w:rPr>
        <w:t>“Designated Person Ashore” identified in the IMO ISM Code as a person ashore who should be designated by the company who has direct access to the highest level of management.</w:t>
      </w:r>
    </w:p>
    <w:p w14:paraId="5FE29ABB" w14:textId="77777777" w:rsidR="00DC24E7" w:rsidRPr="008E2ACA" w:rsidRDefault="00DC24E7" w:rsidP="00A43F2B">
      <w:pPr>
        <w:pStyle w:val="BodyText"/>
        <w:rPr>
          <w:color w:val="000000" w:themeColor="text1"/>
        </w:rPr>
      </w:pPr>
      <w:r w:rsidRPr="008E2ACA">
        <w:rPr>
          <w:color w:val="000000" w:themeColor="text1"/>
        </w:rPr>
        <w:t xml:space="preserve">“Emergency Stop” means the ability to reduce propulsion to a safe state in a timely manner. In this context: </w:t>
      </w:r>
    </w:p>
    <w:p w14:paraId="1356DD8A" w14:textId="77777777" w:rsidR="00DC24E7" w:rsidRPr="008E2ACA" w:rsidRDefault="00DC24E7" w:rsidP="00A43F2B">
      <w:pPr>
        <w:pStyle w:val="BodyText"/>
        <w:rPr>
          <w:color w:val="000000" w:themeColor="text1"/>
        </w:rPr>
      </w:pPr>
      <w:r w:rsidRPr="008E2ACA">
        <w:rPr>
          <w:color w:val="000000" w:themeColor="text1"/>
        </w:rPr>
        <w:t>“</w:t>
      </w:r>
      <w:r w:rsidR="0044081D" w:rsidRPr="008E2ACA">
        <w:rPr>
          <w:color w:val="000000" w:themeColor="text1"/>
        </w:rPr>
        <w:t>S</w:t>
      </w:r>
      <w:r w:rsidRPr="008E2ACA">
        <w:rPr>
          <w:color w:val="000000" w:themeColor="text1"/>
        </w:rPr>
        <w:t xml:space="preserve">afe state” means a level at which it is not likely to cause damage either directly or indirectly. Note that some MASS (e.g. wave propelled) may not have any means of cutting propulsion power to zero but in a harbour or sheltered waters the wave propulsive power may reasonably be expected to be a safely low level </w:t>
      </w:r>
    </w:p>
    <w:p w14:paraId="067DB64D" w14:textId="77777777" w:rsidR="00DC24E7" w:rsidRPr="008E2ACA" w:rsidRDefault="00DC24E7" w:rsidP="00A43F2B">
      <w:pPr>
        <w:pStyle w:val="BodyText"/>
        <w:rPr>
          <w:color w:val="000000" w:themeColor="text1"/>
        </w:rPr>
      </w:pPr>
      <w:r w:rsidRPr="008E2ACA">
        <w:rPr>
          <w:color w:val="000000" w:themeColor="text1"/>
        </w:rPr>
        <w:t>“</w:t>
      </w:r>
      <w:r w:rsidR="0044081D" w:rsidRPr="008E2ACA">
        <w:rPr>
          <w:color w:val="000000" w:themeColor="text1"/>
        </w:rPr>
        <w:t>I</w:t>
      </w:r>
      <w:r w:rsidRPr="008E2ACA">
        <w:rPr>
          <w:color w:val="000000" w:themeColor="text1"/>
        </w:rPr>
        <w:t xml:space="preserve">n a timely manner” means within a time that is short enough to ensure that the risk from uncontrolled propulsive power can be contained before it is likely to cause damage. In open ocean conditions this may be relaxed, whereas in a docking situation the propulsion may need to be cut more quickly, within seconds or less; </w:t>
      </w:r>
    </w:p>
    <w:p w14:paraId="1FC7602C" w14:textId="77777777" w:rsidR="00DC24E7" w:rsidRPr="008E2ACA" w:rsidRDefault="00DC24E7" w:rsidP="00A43F2B">
      <w:pPr>
        <w:pStyle w:val="BodyText"/>
        <w:rPr>
          <w:color w:val="000000" w:themeColor="text1"/>
        </w:rPr>
      </w:pPr>
      <w:r w:rsidRPr="008E2ACA">
        <w:rPr>
          <w:color w:val="000000" w:themeColor="text1"/>
        </w:rPr>
        <w:t xml:space="preserve">“Full Shut Down” means the ability to turn off all systems as required on the MASS remotely, for example in the case of a fire. </w:t>
      </w:r>
    </w:p>
    <w:p w14:paraId="3EC1344D" w14:textId="77777777" w:rsidR="00A43F2B" w:rsidRPr="008E2ACA" w:rsidRDefault="00A43F2B" w:rsidP="00A43F2B">
      <w:pPr>
        <w:pStyle w:val="BodyText"/>
        <w:rPr>
          <w:rFonts w:eastAsia="Arial"/>
          <w:color w:val="000000" w:themeColor="text1"/>
        </w:rPr>
      </w:pPr>
      <w:r w:rsidRPr="008E2ACA">
        <w:rPr>
          <w:color w:val="000000" w:themeColor="text1"/>
        </w:rPr>
        <w:t>“Just Culture” is a prerequisite to a Reporting Culture where people feel they will be treated fairly, are encouraged to and therefore readily report hazards, safety concerns, errors and near misses which provide the organisation with vital safety-related information.</w:t>
      </w:r>
    </w:p>
    <w:p w14:paraId="15005048" w14:textId="77777777" w:rsidR="00DC24E7" w:rsidRPr="008E2ACA" w:rsidRDefault="00DC24E7" w:rsidP="00A43F2B">
      <w:pPr>
        <w:pStyle w:val="BodyText"/>
        <w:rPr>
          <w:color w:val="000000" w:themeColor="text1"/>
        </w:rPr>
      </w:pPr>
      <w:r w:rsidRPr="008E2ACA">
        <w:rPr>
          <w:color w:val="000000" w:themeColor="text1"/>
        </w:rPr>
        <w:t>“Fail Safe” is a design feature or practice that in the event of a specific type of failure, inherently responds in a way that will cause no or minimal harm to other equipment, to the environment or to people. Unlike inherent safety to a particular hazard, a system being "fail-safe" does not mean that failure is impossible or improbable, but rather that the system's design prevents or mitigates unsafe consequences of the system's failure. That is, if and when a "fail-safe" system fails, it remains at least as safe as it was before the failure. Since many types of failure are possible, failure mode and effects analysis are used to examine failure situations and recommend safety design and procedures</w:t>
      </w:r>
    </w:p>
    <w:p w14:paraId="4814999F" w14:textId="77777777" w:rsidR="00DC24E7" w:rsidRPr="008E2ACA" w:rsidRDefault="00DC24E7" w:rsidP="00A43F2B">
      <w:pPr>
        <w:pStyle w:val="BodyText"/>
        <w:rPr>
          <w:color w:val="000000" w:themeColor="text1"/>
        </w:rPr>
      </w:pPr>
      <w:r w:rsidRPr="008E2ACA">
        <w:rPr>
          <w:color w:val="000000" w:themeColor="text1"/>
        </w:rPr>
        <w:lastRenderedPageBreak/>
        <w:t xml:space="preserve">“MASS” – Maritime Autonomous Surface Ship is a term adopted by the IMO for their scoping exercise which means a surface ship that is capable of being operated without a human onboard in charge of that ship and for which the </w:t>
      </w:r>
      <w:r w:rsidR="00620D8F" w:rsidRPr="008E2ACA">
        <w:rPr>
          <w:color w:val="000000" w:themeColor="text1"/>
        </w:rPr>
        <w:t xml:space="preserve">LoC </w:t>
      </w:r>
      <w:r w:rsidRPr="008E2ACA">
        <w:rPr>
          <w:color w:val="000000" w:themeColor="text1"/>
        </w:rPr>
        <w:t xml:space="preserve">may encompass any of those shown at Table 1-4. </w:t>
      </w:r>
    </w:p>
    <w:p w14:paraId="59563CD4" w14:textId="77777777" w:rsidR="002C42E6" w:rsidRDefault="002C42E6" w:rsidP="00A43F2B">
      <w:pPr>
        <w:pStyle w:val="BodyText"/>
        <w:rPr>
          <w:color w:val="000000" w:themeColor="text1"/>
        </w:rPr>
      </w:pPr>
      <w:r w:rsidRPr="004106B0">
        <w:rPr>
          <w:color w:val="000000" w:themeColor="text1"/>
        </w:rPr>
        <w:t>“</w:t>
      </w:r>
      <w:r w:rsidRPr="004106B0">
        <w:t>MASS system</w:t>
      </w:r>
      <w:r w:rsidR="004106B0" w:rsidRPr="004106B0">
        <w:t>”</w:t>
      </w:r>
      <w:r w:rsidR="004106B0">
        <w:t xml:space="preserve"> </w:t>
      </w:r>
      <w:r w:rsidR="004106B0" w:rsidRPr="004106B0">
        <w:rPr>
          <w:highlight w:val="yellow"/>
        </w:rPr>
        <w:t>means …………………..</w:t>
      </w:r>
    </w:p>
    <w:p w14:paraId="5C688993" w14:textId="77777777" w:rsidR="00DC24E7" w:rsidRPr="008E2ACA" w:rsidRDefault="00DC24E7" w:rsidP="00A43F2B">
      <w:pPr>
        <w:pStyle w:val="BodyText"/>
        <w:rPr>
          <w:color w:val="000000" w:themeColor="text1"/>
        </w:rPr>
      </w:pPr>
      <w:r w:rsidRPr="008E2ACA">
        <w:rPr>
          <w:color w:val="000000" w:themeColor="text1"/>
        </w:rPr>
        <w:t xml:space="preserve">“MASS Watch Officer” is the individual who has responsibility for the MASS when it is operational. </w:t>
      </w:r>
    </w:p>
    <w:p w14:paraId="3172B035" w14:textId="77777777" w:rsidR="00DC24E7" w:rsidRPr="008E2ACA" w:rsidRDefault="00DC24E7" w:rsidP="00A43F2B">
      <w:pPr>
        <w:pStyle w:val="BodyText"/>
        <w:rPr>
          <w:color w:val="000000" w:themeColor="text1"/>
        </w:rPr>
      </w:pPr>
      <w:r w:rsidRPr="008E2ACA">
        <w:rPr>
          <w:color w:val="000000" w:themeColor="text1"/>
        </w:rPr>
        <w:t xml:space="preserve">“Operator” – An entity (e.g. a company) that discharges the responsibilities necessary to maintain the MASS in a seaworthy condition and compliant with all relevant IMO Instruments and national legislation. The operator is also responsible for ensuring that all staff concerned with the control of MASS hold appropriate qualifications as required by IMO instruments and national legislation. </w:t>
      </w:r>
    </w:p>
    <w:p w14:paraId="17DEB8FF" w14:textId="77777777" w:rsidR="00DC24E7" w:rsidRPr="008E2ACA" w:rsidRDefault="00DC24E7" w:rsidP="00A43F2B">
      <w:pPr>
        <w:pStyle w:val="BodyText"/>
        <w:rPr>
          <w:color w:val="000000" w:themeColor="text1"/>
        </w:rPr>
      </w:pPr>
      <w:r w:rsidRPr="008E2ACA">
        <w:rPr>
          <w:color w:val="000000" w:themeColor="text1"/>
        </w:rPr>
        <w:t xml:space="preserve">“Remote Control” – Operational control of some or all ship operations or functions, at a point remote from the ship. </w:t>
      </w:r>
    </w:p>
    <w:p w14:paraId="566BDD03" w14:textId="77777777" w:rsidR="00DC24E7" w:rsidRPr="008E2ACA" w:rsidRDefault="00DC24E7" w:rsidP="00A43F2B">
      <w:pPr>
        <w:pStyle w:val="BodyText"/>
        <w:rPr>
          <w:color w:val="000000" w:themeColor="text1"/>
        </w:rPr>
      </w:pPr>
      <w:r w:rsidRPr="008E2ACA">
        <w:rPr>
          <w:color w:val="000000" w:themeColor="text1"/>
        </w:rPr>
        <w:t xml:space="preserve">“Remote Control Centre” (RCC) is a site off the ship from which control of an autonomous ship can be executed. The RCC may be located either ashore or afloat and may exercise varying degrees of control as defined under “Levels of Control”. An RCC may consist of more than one Control Station or Room. </w:t>
      </w:r>
    </w:p>
    <w:p w14:paraId="030A95C8" w14:textId="77777777" w:rsidR="00DC24E7" w:rsidRPr="008E2ACA" w:rsidRDefault="00DC24E7" w:rsidP="00A43F2B">
      <w:pPr>
        <w:pStyle w:val="BodyText"/>
        <w:rPr>
          <w:color w:val="000000" w:themeColor="text1"/>
        </w:rPr>
      </w:pPr>
      <w:r w:rsidRPr="008E2ACA">
        <w:rPr>
          <w:color w:val="000000" w:themeColor="text1"/>
        </w:rPr>
        <w:t xml:space="preserve">“Remote Monitoring” – Monitoring some or all ship operations or functions at a point remote from the ship. </w:t>
      </w:r>
    </w:p>
    <w:p w14:paraId="4820DD64" w14:textId="77777777" w:rsidR="00DC24E7" w:rsidRPr="008E2ACA" w:rsidRDefault="00DC24E7" w:rsidP="00A43F2B">
      <w:pPr>
        <w:pStyle w:val="BodyText"/>
        <w:rPr>
          <w:color w:val="000000" w:themeColor="text1"/>
        </w:rPr>
      </w:pPr>
      <w:r w:rsidRPr="008E2ACA">
        <w:rPr>
          <w:color w:val="000000" w:themeColor="text1"/>
        </w:rPr>
        <w:t xml:space="preserve">“Unattended” – Used for a control position, e.g. an unattended bridge, without a crew available to operate it. </w:t>
      </w:r>
    </w:p>
    <w:p w14:paraId="2FDA26F7" w14:textId="77777777" w:rsidR="00DC24E7" w:rsidRPr="008E2ACA" w:rsidRDefault="00DC24E7" w:rsidP="00A43F2B">
      <w:pPr>
        <w:pStyle w:val="BodyText"/>
        <w:rPr>
          <w:color w:val="000000" w:themeColor="text1"/>
        </w:rPr>
      </w:pPr>
      <w:r w:rsidRPr="008E2ACA">
        <w:rPr>
          <w:color w:val="000000" w:themeColor="text1"/>
        </w:rPr>
        <w:t xml:space="preserve">“Uncrewed” – This term is reserved for a ship with no crew on board. Crew does not include passengers or special personnel. </w:t>
      </w:r>
    </w:p>
    <w:p w14:paraId="5F158FD8" w14:textId="77777777" w:rsidR="00DC24E7" w:rsidRPr="008E2ACA" w:rsidRDefault="00DC24E7" w:rsidP="00A43F2B">
      <w:pPr>
        <w:pStyle w:val="BodyText"/>
        <w:rPr>
          <w:color w:val="000000" w:themeColor="text1"/>
        </w:rPr>
      </w:pPr>
      <w:r w:rsidRPr="008E2ACA">
        <w:rPr>
          <w:color w:val="000000" w:themeColor="text1"/>
        </w:rPr>
        <w:t xml:space="preserve">“Unmanned” – An unmanned ship is a ship with no humans onboard. </w:t>
      </w:r>
    </w:p>
    <w:p w14:paraId="593C418F" w14:textId="77777777" w:rsidR="00E069B6" w:rsidRPr="008E2ACA" w:rsidRDefault="006C251E" w:rsidP="008A329C">
      <w:pPr>
        <w:pStyle w:val="Heading1"/>
        <w:ind w:left="709" w:hanging="709"/>
      </w:pPr>
      <w:bookmarkStart w:id="146" w:name="_Toc97046809"/>
      <w:r w:rsidRPr="008E2ACA">
        <w:t>Acronyms</w:t>
      </w:r>
      <w:r w:rsidR="003E4A6E" w:rsidRPr="008E2ACA">
        <w:t xml:space="preserve"> </w:t>
      </w:r>
      <w:r w:rsidR="00894F71" w:rsidRPr="008E2ACA">
        <w:rPr>
          <w:b w:val="0"/>
          <w:bCs w:val="0"/>
          <w:caps w:val="0"/>
          <w:sz w:val="22"/>
          <w:szCs w:val="22"/>
          <w:highlight w:val="yellow"/>
        </w:rPr>
        <w:t>(</w:t>
      </w:r>
      <w:r w:rsidR="002712F0">
        <w:rPr>
          <w:b w:val="0"/>
          <w:bCs w:val="0"/>
          <w:caps w:val="0"/>
          <w:sz w:val="22"/>
          <w:szCs w:val="22"/>
          <w:highlight w:val="yellow"/>
        </w:rPr>
        <w:t xml:space="preserve">At </w:t>
      </w:r>
      <w:r w:rsidR="00620D8F" w:rsidRPr="008E2ACA">
        <w:rPr>
          <w:b w:val="0"/>
          <w:bCs w:val="0"/>
          <w:caps w:val="0"/>
          <w:sz w:val="22"/>
          <w:szCs w:val="22"/>
          <w:highlight w:val="yellow"/>
        </w:rPr>
        <w:t xml:space="preserve">end, check completeness and </w:t>
      </w:r>
      <w:r w:rsidR="00894F71" w:rsidRPr="008E2ACA">
        <w:rPr>
          <w:b w:val="0"/>
          <w:bCs w:val="0"/>
          <w:caps w:val="0"/>
          <w:sz w:val="22"/>
          <w:szCs w:val="22"/>
          <w:highlight w:val="yellow"/>
        </w:rPr>
        <w:t>sort</w:t>
      </w:r>
      <w:r w:rsidR="00070DC5">
        <w:rPr>
          <w:b w:val="0"/>
          <w:bCs w:val="0"/>
          <w:caps w:val="0"/>
          <w:sz w:val="22"/>
          <w:szCs w:val="22"/>
          <w:highlight w:val="yellow"/>
        </w:rPr>
        <w:t xml:space="preserve"> </w:t>
      </w:r>
      <w:r w:rsidR="00894F71" w:rsidRPr="008E2ACA">
        <w:rPr>
          <w:b w:val="0"/>
          <w:bCs w:val="0"/>
          <w:caps w:val="0"/>
          <w:sz w:val="22"/>
          <w:szCs w:val="22"/>
          <w:highlight w:val="yellow"/>
        </w:rPr>
        <w:t xml:space="preserve">in </w:t>
      </w:r>
      <w:r w:rsidR="00894F71" w:rsidRPr="008A329C">
        <w:rPr>
          <w:b w:val="0"/>
          <w:caps w:val="0"/>
          <w:sz w:val="22"/>
          <w:highlight w:val="yellow"/>
        </w:rPr>
        <w:t>alphabetical order)</w:t>
      </w:r>
      <w:bookmarkEnd w:id="146"/>
    </w:p>
    <w:p w14:paraId="77AC00F5" w14:textId="77777777" w:rsidR="00E069B6" w:rsidRPr="008E2ACA" w:rsidRDefault="00E069B6" w:rsidP="00E069B6">
      <w:pPr>
        <w:pStyle w:val="Heading1separatationline"/>
      </w:pPr>
    </w:p>
    <w:p w14:paraId="1CADBA6E" w14:textId="77777777" w:rsidR="00620D8F" w:rsidRPr="008A329C" w:rsidRDefault="00620D8F" w:rsidP="008A329C">
      <w:pPr>
        <w:pStyle w:val="BodyText"/>
        <w:ind w:left="993" w:hanging="993"/>
        <w:rPr>
          <w:rFonts w:ascii="Calibri" w:hAnsi="Calibri"/>
          <w:color w:val="000000" w:themeColor="text1"/>
        </w:rPr>
      </w:pPr>
      <w:r w:rsidRPr="008A329C">
        <w:rPr>
          <w:rFonts w:ascii="Calibri" w:hAnsi="Calibri"/>
          <w:color w:val="000000" w:themeColor="text1"/>
        </w:rPr>
        <w:t>AIS</w:t>
      </w:r>
      <w:r w:rsidRPr="008A329C">
        <w:rPr>
          <w:rFonts w:ascii="Calibri" w:hAnsi="Calibri"/>
          <w:color w:val="000000" w:themeColor="text1"/>
        </w:rPr>
        <w:tab/>
        <w:t>Automatic Identification System</w:t>
      </w:r>
    </w:p>
    <w:p w14:paraId="4FD5D884" w14:textId="77777777" w:rsidR="00620D8F" w:rsidRPr="008E2ACA" w:rsidRDefault="00620D8F" w:rsidP="00620D8F">
      <w:pPr>
        <w:pStyle w:val="BodyText"/>
        <w:ind w:left="993" w:hanging="993"/>
        <w:rPr>
          <w:rFonts w:ascii="Calibri" w:hAnsi="Calibri" w:cs="Calibri"/>
          <w:color w:val="000000" w:themeColor="text1"/>
          <w:szCs w:val="18"/>
          <w:lang w:eastAsia="en-ZA"/>
        </w:rPr>
      </w:pPr>
      <w:r w:rsidRPr="008E2ACA">
        <w:rPr>
          <w:rFonts w:ascii="Calibri" w:hAnsi="Calibri" w:cs="Calibri"/>
          <w:color w:val="000000" w:themeColor="text1"/>
          <w:szCs w:val="18"/>
          <w:lang w:eastAsia="en-ZA"/>
        </w:rPr>
        <w:t>ALARP</w:t>
      </w:r>
      <w:r w:rsidRPr="008E2ACA">
        <w:rPr>
          <w:rFonts w:ascii="Calibri" w:hAnsi="Calibri" w:cs="Calibri"/>
          <w:color w:val="000000" w:themeColor="text1"/>
          <w:szCs w:val="18"/>
          <w:lang w:eastAsia="en-ZA"/>
        </w:rPr>
        <w:tab/>
        <w:t xml:space="preserve">As Low As Reasonably Practicable </w:t>
      </w:r>
    </w:p>
    <w:p w14:paraId="59E00F87" w14:textId="77777777" w:rsidR="00620D8F" w:rsidRPr="008A329C" w:rsidRDefault="00620D8F" w:rsidP="008A329C">
      <w:pPr>
        <w:pStyle w:val="BodyText"/>
        <w:ind w:left="993" w:hanging="993"/>
        <w:rPr>
          <w:rFonts w:ascii="Calibri" w:hAnsi="Calibri"/>
          <w:color w:val="000000" w:themeColor="text1"/>
        </w:rPr>
      </w:pPr>
      <w:r w:rsidRPr="008A329C">
        <w:rPr>
          <w:rFonts w:ascii="Calibri" w:hAnsi="Calibri"/>
          <w:color w:val="000000" w:themeColor="text1"/>
        </w:rPr>
        <w:t>ASM</w:t>
      </w:r>
      <w:r w:rsidRPr="008A329C">
        <w:rPr>
          <w:rFonts w:ascii="Calibri" w:hAnsi="Calibri"/>
          <w:color w:val="000000" w:themeColor="text1"/>
        </w:rPr>
        <w:tab/>
      </w:r>
      <w:proofErr w:type="spellStart"/>
      <w:r w:rsidRPr="008A329C">
        <w:rPr>
          <w:rFonts w:ascii="Calibri" w:hAnsi="Calibri"/>
          <w:color w:val="000000" w:themeColor="text1"/>
        </w:rPr>
        <w:t>ASM</w:t>
      </w:r>
      <w:proofErr w:type="spellEnd"/>
      <w:r w:rsidRPr="008A329C">
        <w:rPr>
          <w:rFonts w:ascii="Calibri" w:hAnsi="Calibri"/>
          <w:color w:val="000000" w:themeColor="text1"/>
        </w:rPr>
        <w:t xml:space="preserve"> as part of the VHF Data Exchange System </w:t>
      </w:r>
      <w:r w:rsidR="00D523FD" w:rsidRPr="008A329C">
        <w:rPr>
          <w:rFonts w:ascii="Calibri" w:hAnsi="Calibri"/>
          <w:color w:val="000000" w:themeColor="text1"/>
          <w:highlight w:val="yellow"/>
        </w:rPr>
        <w:t>???</w:t>
      </w:r>
    </w:p>
    <w:p w14:paraId="03C08424" w14:textId="77777777" w:rsidR="00620D8F" w:rsidRPr="008A329C" w:rsidRDefault="00620D8F" w:rsidP="008A329C">
      <w:pPr>
        <w:pStyle w:val="BodyText"/>
        <w:ind w:left="993" w:hanging="993"/>
        <w:rPr>
          <w:rFonts w:ascii="Calibri" w:hAnsi="Calibri"/>
          <w:color w:val="000000" w:themeColor="text1"/>
        </w:rPr>
      </w:pPr>
      <w:r w:rsidRPr="008A329C">
        <w:rPr>
          <w:rFonts w:ascii="Calibri" w:hAnsi="Calibri"/>
          <w:color w:val="000000" w:themeColor="text1"/>
        </w:rPr>
        <w:t>ASM</w:t>
      </w:r>
      <w:r w:rsidRPr="008A329C">
        <w:rPr>
          <w:rFonts w:ascii="Calibri" w:hAnsi="Calibri"/>
          <w:color w:val="000000" w:themeColor="text1"/>
        </w:rPr>
        <w:tab/>
        <w:t>Application Specific Message</w:t>
      </w:r>
      <w:r w:rsidR="00D523FD">
        <w:rPr>
          <w:rFonts w:ascii="Calibri" w:hAnsi="Calibri"/>
          <w:color w:val="000000" w:themeColor="text1"/>
        </w:rPr>
        <w:t xml:space="preserve"> </w:t>
      </w:r>
      <w:r w:rsidR="00D523FD" w:rsidRPr="008A329C">
        <w:rPr>
          <w:rFonts w:ascii="Calibri" w:hAnsi="Calibri"/>
          <w:color w:val="000000" w:themeColor="text1"/>
          <w:highlight w:val="yellow"/>
        </w:rPr>
        <w:t>???</w:t>
      </w:r>
    </w:p>
    <w:p w14:paraId="0B9A013E" w14:textId="77777777" w:rsidR="00620D8F" w:rsidRPr="008E2ACA" w:rsidRDefault="00620D8F" w:rsidP="00620D8F">
      <w:pPr>
        <w:pStyle w:val="BodyText"/>
        <w:ind w:left="993" w:hanging="993"/>
        <w:rPr>
          <w:rFonts w:ascii="Calibri" w:hAnsi="Calibri" w:cs="Calibri"/>
          <w:color w:val="000000" w:themeColor="text1"/>
          <w:szCs w:val="18"/>
          <w:lang w:eastAsia="en-ZA"/>
        </w:rPr>
      </w:pPr>
      <w:r w:rsidRPr="008E2ACA">
        <w:rPr>
          <w:rFonts w:ascii="Calibri" w:hAnsi="Calibri" w:cs="Calibri"/>
          <w:color w:val="000000" w:themeColor="text1"/>
          <w:szCs w:val="18"/>
          <w:lang w:eastAsia="en-ZA"/>
        </w:rPr>
        <w:t>AUV</w:t>
      </w:r>
      <w:r w:rsidRPr="008E2ACA">
        <w:rPr>
          <w:rFonts w:ascii="Calibri" w:hAnsi="Calibri" w:cs="Calibri"/>
          <w:color w:val="000000" w:themeColor="text1"/>
          <w:szCs w:val="18"/>
          <w:lang w:eastAsia="en-ZA"/>
        </w:rPr>
        <w:tab/>
        <w:t xml:space="preserve">Autonomous Underwater Vehicle </w:t>
      </w:r>
    </w:p>
    <w:p w14:paraId="2E2E68CA" w14:textId="77777777" w:rsidR="00620D8F" w:rsidRPr="008E2ACA" w:rsidRDefault="00620D8F" w:rsidP="00620D8F">
      <w:pPr>
        <w:pStyle w:val="BodyText"/>
        <w:ind w:left="993" w:hanging="993"/>
        <w:rPr>
          <w:rFonts w:ascii="Calibri" w:hAnsi="Calibri" w:cs="Calibri"/>
          <w:color w:val="000000" w:themeColor="text1"/>
          <w:szCs w:val="18"/>
          <w:lang w:eastAsia="en-ZA"/>
        </w:rPr>
      </w:pPr>
      <w:r w:rsidRPr="008E2ACA">
        <w:rPr>
          <w:rFonts w:ascii="Calibri" w:hAnsi="Calibri" w:cs="Calibri"/>
          <w:color w:val="000000" w:themeColor="text1"/>
          <w:szCs w:val="18"/>
          <w:lang w:eastAsia="en-ZA"/>
        </w:rPr>
        <w:t>COG</w:t>
      </w:r>
      <w:r w:rsidRPr="008E2ACA">
        <w:rPr>
          <w:rFonts w:ascii="Calibri" w:hAnsi="Calibri" w:cs="Calibri"/>
          <w:color w:val="000000" w:themeColor="text1"/>
          <w:szCs w:val="18"/>
          <w:lang w:eastAsia="en-ZA"/>
        </w:rPr>
        <w:tab/>
        <w:t xml:space="preserve">Course over Ground </w:t>
      </w:r>
    </w:p>
    <w:p w14:paraId="4576C8E0" w14:textId="77777777" w:rsidR="00620D8F" w:rsidRPr="008E2ACA" w:rsidRDefault="00620D8F" w:rsidP="00620D8F">
      <w:pPr>
        <w:pStyle w:val="BodyText"/>
        <w:ind w:left="993" w:hanging="993"/>
        <w:rPr>
          <w:rFonts w:ascii="Calibri" w:hAnsi="Calibri" w:cs="Calibri"/>
          <w:color w:val="000000" w:themeColor="text1"/>
          <w:szCs w:val="18"/>
          <w:lang w:eastAsia="en-ZA"/>
        </w:rPr>
      </w:pPr>
      <w:r w:rsidRPr="008E2ACA">
        <w:rPr>
          <w:rFonts w:ascii="Calibri" w:hAnsi="Calibri" w:cs="Calibri"/>
          <w:color w:val="000000" w:themeColor="text1"/>
          <w:szCs w:val="18"/>
          <w:lang w:eastAsia="en-ZA"/>
        </w:rPr>
        <w:t>COLREG</w:t>
      </w:r>
      <w:r w:rsidRPr="008E2ACA">
        <w:rPr>
          <w:rFonts w:ascii="Calibri" w:hAnsi="Calibri" w:cs="Calibri"/>
          <w:color w:val="000000" w:themeColor="text1"/>
          <w:szCs w:val="18"/>
          <w:lang w:eastAsia="en-ZA"/>
        </w:rPr>
        <w:tab/>
        <w:t xml:space="preserve">International Regulations for Preventing Collisions at Sea 1972, as amended (IMO) </w:t>
      </w:r>
    </w:p>
    <w:p w14:paraId="79051BC1" w14:textId="77777777" w:rsidR="00620D8F" w:rsidRPr="008E2ACA" w:rsidRDefault="00620D8F" w:rsidP="00620D8F">
      <w:pPr>
        <w:pStyle w:val="BodyText"/>
        <w:ind w:left="993" w:hanging="993"/>
        <w:rPr>
          <w:rFonts w:ascii="Calibri" w:hAnsi="Calibri" w:cs="Calibri"/>
          <w:color w:val="000000" w:themeColor="text1"/>
          <w:szCs w:val="18"/>
          <w:lang w:eastAsia="en-ZA"/>
        </w:rPr>
      </w:pPr>
      <w:r w:rsidRPr="008E2ACA">
        <w:rPr>
          <w:rFonts w:ascii="Calibri" w:hAnsi="Calibri" w:cs="Calibri"/>
          <w:color w:val="000000" w:themeColor="text1"/>
          <w:szCs w:val="18"/>
          <w:lang w:eastAsia="en-ZA"/>
        </w:rPr>
        <w:t>DGNSS</w:t>
      </w:r>
      <w:r w:rsidRPr="008E2ACA">
        <w:rPr>
          <w:rFonts w:ascii="Calibri" w:hAnsi="Calibri" w:cs="Calibri"/>
          <w:color w:val="000000" w:themeColor="text1"/>
          <w:szCs w:val="18"/>
          <w:lang w:eastAsia="en-ZA"/>
        </w:rPr>
        <w:tab/>
        <w:t>Differential Global Navigation Satellite System</w:t>
      </w:r>
    </w:p>
    <w:p w14:paraId="5406A7E9" w14:textId="77777777" w:rsidR="00620D8F" w:rsidRPr="008E2ACA" w:rsidRDefault="00620D8F" w:rsidP="00620D8F">
      <w:pPr>
        <w:pStyle w:val="BodyText"/>
        <w:ind w:left="993" w:hanging="993"/>
        <w:rPr>
          <w:rFonts w:ascii="Calibri" w:hAnsi="Calibri" w:cs="Calibri"/>
          <w:color w:val="000000" w:themeColor="text1"/>
          <w:szCs w:val="18"/>
          <w:lang w:eastAsia="en-ZA"/>
        </w:rPr>
      </w:pPr>
      <w:r w:rsidRPr="008E2ACA">
        <w:rPr>
          <w:rFonts w:ascii="Calibri" w:hAnsi="Calibri" w:cs="Calibri"/>
          <w:color w:val="000000" w:themeColor="text1"/>
          <w:szCs w:val="18"/>
          <w:lang w:eastAsia="en-ZA"/>
        </w:rPr>
        <w:t>GMDSS</w:t>
      </w:r>
      <w:r w:rsidRPr="008E2ACA">
        <w:rPr>
          <w:rFonts w:ascii="Calibri" w:hAnsi="Calibri" w:cs="Calibri"/>
          <w:color w:val="000000" w:themeColor="text1"/>
          <w:szCs w:val="18"/>
          <w:lang w:eastAsia="en-ZA"/>
        </w:rPr>
        <w:tab/>
        <w:t xml:space="preserve">Global Maritime Distress &amp; Safety System </w:t>
      </w:r>
    </w:p>
    <w:p w14:paraId="1E646598" w14:textId="77777777" w:rsidR="00620D8F" w:rsidRPr="008E2ACA" w:rsidRDefault="00620D8F" w:rsidP="00620D8F">
      <w:pPr>
        <w:pStyle w:val="BodyText"/>
        <w:ind w:left="993" w:hanging="993"/>
        <w:rPr>
          <w:rFonts w:ascii="Calibri" w:hAnsi="Calibri" w:cs="Calibri"/>
          <w:color w:val="000000" w:themeColor="text1"/>
          <w:szCs w:val="18"/>
          <w:lang w:eastAsia="en-ZA"/>
        </w:rPr>
      </w:pPr>
      <w:r w:rsidRPr="008E2ACA">
        <w:rPr>
          <w:rFonts w:ascii="Calibri" w:hAnsi="Calibri" w:cs="Calibri"/>
          <w:color w:val="000000" w:themeColor="text1"/>
          <w:szCs w:val="18"/>
          <w:lang w:eastAsia="en-ZA"/>
        </w:rPr>
        <w:t>GNSS</w:t>
      </w:r>
      <w:r w:rsidRPr="008E2ACA">
        <w:rPr>
          <w:rFonts w:ascii="Calibri" w:hAnsi="Calibri" w:cs="Calibri"/>
          <w:color w:val="000000" w:themeColor="text1"/>
          <w:szCs w:val="18"/>
          <w:lang w:eastAsia="en-ZA"/>
        </w:rPr>
        <w:tab/>
        <w:t xml:space="preserve">Global Navigation Satellite System </w:t>
      </w:r>
    </w:p>
    <w:p w14:paraId="0C9A4ACB" w14:textId="77777777" w:rsidR="00620D8F" w:rsidRPr="008E2ACA" w:rsidRDefault="00620D8F" w:rsidP="00620D8F">
      <w:pPr>
        <w:pStyle w:val="BodyText"/>
        <w:ind w:left="993" w:hanging="993"/>
        <w:rPr>
          <w:rFonts w:ascii="Calibri" w:hAnsi="Calibri" w:cs="Calibri"/>
          <w:color w:val="000000" w:themeColor="text1"/>
          <w:szCs w:val="18"/>
          <w:lang w:eastAsia="en-ZA"/>
        </w:rPr>
      </w:pPr>
      <w:r w:rsidRPr="008E2ACA">
        <w:rPr>
          <w:rFonts w:ascii="Calibri" w:hAnsi="Calibri" w:cs="Calibri"/>
          <w:color w:val="000000" w:themeColor="text1"/>
          <w:szCs w:val="18"/>
          <w:lang w:eastAsia="en-ZA"/>
        </w:rPr>
        <w:t>GPS</w:t>
      </w:r>
      <w:r w:rsidRPr="008E2ACA">
        <w:rPr>
          <w:rFonts w:ascii="Calibri" w:hAnsi="Calibri" w:cs="Calibri"/>
          <w:color w:val="000000" w:themeColor="text1"/>
          <w:szCs w:val="18"/>
          <w:lang w:eastAsia="en-ZA"/>
        </w:rPr>
        <w:tab/>
        <w:t xml:space="preserve">Global Positioning System </w:t>
      </w:r>
    </w:p>
    <w:p w14:paraId="163407AB" w14:textId="77777777" w:rsidR="00620D8F" w:rsidRPr="008E2ACA" w:rsidRDefault="00620D8F" w:rsidP="00620D8F">
      <w:pPr>
        <w:pStyle w:val="BodyText"/>
        <w:ind w:left="993" w:hanging="993"/>
        <w:rPr>
          <w:rFonts w:ascii="Calibri" w:hAnsi="Calibri" w:cs="Calibri"/>
          <w:color w:val="000000" w:themeColor="text1"/>
          <w:szCs w:val="18"/>
          <w:lang w:eastAsia="en-ZA"/>
        </w:rPr>
      </w:pPr>
      <w:r w:rsidRPr="008E2ACA">
        <w:rPr>
          <w:rFonts w:ascii="Calibri" w:hAnsi="Calibri" w:cs="Calibri"/>
          <w:color w:val="000000" w:themeColor="text1"/>
          <w:szCs w:val="18"/>
          <w:lang w:eastAsia="en-ZA"/>
        </w:rPr>
        <w:t>GUI</w:t>
      </w:r>
      <w:r w:rsidRPr="008E2ACA">
        <w:rPr>
          <w:rFonts w:ascii="Calibri" w:hAnsi="Calibri" w:cs="Calibri"/>
          <w:color w:val="000000" w:themeColor="text1"/>
          <w:szCs w:val="18"/>
          <w:lang w:eastAsia="en-ZA"/>
        </w:rPr>
        <w:tab/>
        <w:t xml:space="preserve">Graphical User Interface </w:t>
      </w:r>
    </w:p>
    <w:p w14:paraId="6516EE41" w14:textId="77777777" w:rsidR="00620D8F" w:rsidRPr="008E2ACA" w:rsidRDefault="00620D8F" w:rsidP="00620D8F">
      <w:pPr>
        <w:pStyle w:val="BodyText"/>
        <w:ind w:left="993" w:hanging="993"/>
        <w:rPr>
          <w:rFonts w:ascii="Calibri" w:hAnsi="Calibri" w:cs="Calibri"/>
          <w:color w:val="000000" w:themeColor="text1"/>
          <w:szCs w:val="18"/>
          <w:lang w:eastAsia="en-ZA"/>
        </w:rPr>
      </w:pPr>
      <w:r w:rsidRPr="008E2ACA">
        <w:rPr>
          <w:rFonts w:ascii="Calibri" w:hAnsi="Calibri" w:cs="Calibri"/>
          <w:color w:val="000000" w:themeColor="text1"/>
          <w:szCs w:val="18"/>
          <w:lang w:eastAsia="en-ZA"/>
        </w:rPr>
        <w:t>IMO</w:t>
      </w:r>
      <w:r w:rsidRPr="008E2ACA">
        <w:rPr>
          <w:rFonts w:ascii="Calibri" w:hAnsi="Calibri" w:cs="Calibri"/>
          <w:color w:val="000000" w:themeColor="text1"/>
          <w:szCs w:val="18"/>
          <w:lang w:eastAsia="en-ZA"/>
        </w:rPr>
        <w:tab/>
        <w:t xml:space="preserve">International Maritime Organization </w:t>
      </w:r>
    </w:p>
    <w:p w14:paraId="3BBF2A3A" w14:textId="77777777" w:rsidR="00620D8F" w:rsidRPr="008E2ACA" w:rsidRDefault="00620D8F" w:rsidP="00620D8F">
      <w:pPr>
        <w:pStyle w:val="BodyText"/>
        <w:ind w:left="993" w:hanging="993"/>
        <w:rPr>
          <w:rFonts w:ascii="Calibri" w:hAnsi="Calibri" w:cs="Calibri"/>
          <w:color w:val="000000" w:themeColor="text1"/>
          <w:szCs w:val="18"/>
          <w:lang w:eastAsia="en-ZA"/>
        </w:rPr>
      </w:pPr>
      <w:r w:rsidRPr="008E2ACA">
        <w:rPr>
          <w:rFonts w:ascii="Calibri" w:hAnsi="Calibri" w:cs="Calibri"/>
          <w:color w:val="000000" w:themeColor="text1"/>
          <w:szCs w:val="18"/>
          <w:lang w:eastAsia="en-ZA"/>
        </w:rPr>
        <w:t>ISM</w:t>
      </w:r>
      <w:r w:rsidRPr="008E2ACA">
        <w:rPr>
          <w:rFonts w:ascii="Calibri" w:hAnsi="Calibri" w:cs="Calibri"/>
          <w:color w:val="000000" w:themeColor="text1"/>
          <w:szCs w:val="18"/>
          <w:lang w:eastAsia="en-ZA"/>
        </w:rPr>
        <w:tab/>
        <w:t xml:space="preserve">International Safety Management Code (IMO) </w:t>
      </w:r>
    </w:p>
    <w:p w14:paraId="2FC3BB27" w14:textId="77777777" w:rsidR="00620D8F" w:rsidRPr="008E2ACA" w:rsidRDefault="00620D8F" w:rsidP="00620D8F">
      <w:pPr>
        <w:pStyle w:val="BodyText"/>
        <w:ind w:left="993" w:hanging="993"/>
        <w:rPr>
          <w:rFonts w:ascii="Calibri" w:hAnsi="Calibri" w:cs="Calibri"/>
          <w:color w:val="000000" w:themeColor="text1"/>
          <w:szCs w:val="18"/>
          <w:lang w:eastAsia="en-ZA"/>
        </w:rPr>
      </w:pPr>
      <w:r w:rsidRPr="008E2ACA">
        <w:rPr>
          <w:rFonts w:ascii="Calibri" w:hAnsi="Calibri" w:cs="Calibri"/>
          <w:color w:val="000000" w:themeColor="text1"/>
          <w:szCs w:val="18"/>
          <w:lang w:eastAsia="en-ZA"/>
        </w:rPr>
        <w:t>ISO</w:t>
      </w:r>
      <w:r w:rsidRPr="008E2ACA">
        <w:rPr>
          <w:rFonts w:ascii="Calibri" w:hAnsi="Calibri" w:cs="Calibri"/>
          <w:color w:val="000000" w:themeColor="text1"/>
          <w:szCs w:val="18"/>
          <w:lang w:eastAsia="en-ZA"/>
        </w:rPr>
        <w:tab/>
        <w:t xml:space="preserve">International Organisation for Standardisation </w:t>
      </w:r>
    </w:p>
    <w:p w14:paraId="02EF96F8" w14:textId="77777777" w:rsidR="00620D8F" w:rsidRPr="008E2ACA" w:rsidRDefault="00620D8F" w:rsidP="00620D8F">
      <w:pPr>
        <w:pStyle w:val="BodyText"/>
        <w:ind w:left="993" w:hanging="993"/>
        <w:rPr>
          <w:rFonts w:ascii="Calibri" w:hAnsi="Calibri" w:cs="Calibri"/>
          <w:color w:val="000000" w:themeColor="text1"/>
          <w:szCs w:val="18"/>
          <w:lang w:eastAsia="en-ZA"/>
        </w:rPr>
      </w:pPr>
      <w:r w:rsidRPr="008E2ACA">
        <w:rPr>
          <w:rFonts w:ascii="Calibri" w:hAnsi="Calibri" w:cs="Calibri"/>
          <w:color w:val="000000" w:themeColor="text1"/>
          <w:szCs w:val="18"/>
          <w:lang w:eastAsia="en-ZA"/>
        </w:rPr>
        <w:t>ISPS</w:t>
      </w:r>
      <w:r w:rsidRPr="008E2ACA">
        <w:rPr>
          <w:rFonts w:ascii="Calibri" w:hAnsi="Calibri" w:cs="Calibri"/>
          <w:color w:val="000000" w:themeColor="text1"/>
          <w:szCs w:val="18"/>
          <w:lang w:eastAsia="en-ZA"/>
        </w:rPr>
        <w:tab/>
        <w:t>International Ship &amp; Port Facility Security Code (IMO) (should this feature somewhere in the document?)</w:t>
      </w:r>
    </w:p>
    <w:p w14:paraId="3C7F6CBB" w14:textId="77777777" w:rsidR="007F2F7E" w:rsidRPr="008E2ACA" w:rsidRDefault="007F2F7E" w:rsidP="00620D8F">
      <w:pPr>
        <w:pStyle w:val="BodyText"/>
        <w:ind w:left="993" w:hanging="993"/>
        <w:rPr>
          <w:rFonts w:ascii="Calibri" w:hAnsi="Calibri" w:cs="Calibri"/>
          <w:color w:val="000000" w:themeColor="text1"/>
          <w:szCs w:val="18"/>
          <w:lang w:eastAsia="en-ZA"/>
        </w:rPr>
      </w:pPr>
      <w:r w:rsidRPr="008E2ACA">
        <w:rPr>
          <w:rFonts w:ascii="Calibri" w:hAnsi="Calibri" w:cs="Calibri"/>
          <w:color w:val="000000" w:themeColor="text1"/>
          <w:szCs w:val="18"/>
          <w:lang w:eastAsia="en-ZA"/>
        </w:rPr>
        <w:t>ITU</w:t>
      </w:r>
      <w:r w:rsidRPr="008E2ACA">
        <w:rPr>
          <w:rFonts w:ascii="Calibri" w:hAnsi="Calibri" w:cs="Calibri"/>
          <w:color w:val="000000" w:themeColor="text1"/>
          <w:szCs w:val="18"/>
          <w:lang w:eastAsia="en-ZA"/>
        </w:rPr>
        <w:tab/>
        <w:t>International Telecommunications Union</w:t>
      </w:r>
    </w:p>
    <w:p w14:paraId="7F7B0418" w14:textId="77777777" w:rsidR="00620D8F" w:rsidRPr="008E2ACA" w:rsidRDefault="00620D8F" w:rsidP="00620D8F">
      <w:pPr>
        <w:pStyle w:val="BodyText"/>
        <w:ind w:left="993" w:hanging="993"/>
        <w:rPr>
          <w:rFonts w:ascii="Calibri" w:hAnsi="Calibri" w:cs="Calibri"/>
          <w:color w:val="000000" w:themeColor="text1"/>
          <w:szCs w:val="18"/>
          <w:lang w:eastAsia="en-ZA"/>
        </w:rPr>
      </w:pPr>
      <w:r w:rsidRPr="008E2ACA">
        <w:rPr>
          <w:rFonts w:ascii="Calibri" w:hAnsi="Calibri" w:cs="Calibri"/>
          <w:color w:val="000000" w:themeColor="text1"/>
          <w:szCs w:val="18"/>
          <w:lang w:eastAsia="en-ZA"/>
        </w:rPr>
        <w:lastRenderedPageBreak/>
        <w:t>LoC</w:t>
      </w:r>
      <w:r w:rsidRPr="008E2ACA">
        <w:rPr>
          <w:rFonts w:ascii="Calibri" w:hAnsi="Calibri" w:cs="Calibri"/>
          <w:color w:val="000000" w:themeColor="text1"/>
          <w:szCs w:val="18"/>
          <w:lang w:eastAsia="en-ZA"/>
        </w:rPr>
        <w:tab/>
        <w:t xml:space="preserve">Level of Control </w:t>
      </w:r>
    </w:p>
    <w:p w14:paraId="2D590C79" w14:textId="77777777" w:rsidR="00620D8F" w:rsidRPr="008E2ACA" w:rsidRDefault="00620D8F" w:rsidP="00620D8F">
      <w:pPr>
        <w:pStyle w:val="BodyText"/>
        <w:ind w:left="993" w:hanging="993"/>
        <w:rPr>
          <w:rFonts w:ascii="Calibri" w:hAnsi="Calibri" w:cs="Calibri"/>
          <w:color w:val="000000" w:themeColor="text1"/>
          <w:szCs w:val="18"/>
          <w:lang w:eastAsia="en-ZA"/>
        </w:rPr>
      </w:pPr>
      <w:proofErr w:type="spellStart"/>
      <w:r w:rsidRPr="008E2ACA">
        <w:rPr>
          <w:rFonts w:ascii="Calibri" w:hAnsi="Calibri" w:cs="Calibri"/>
          <w:color w:val="000000" w:themeColor="text1"/>
          <w:szCs w:val="18"/>
          <w:lang w:eastAsia="en-ZA"/>
        </w:rPr>
        <w:t>LoS</w:t>
      </w:r>
      <w:proofErr w:type="spellEnd"/>
      <w:r w:rsidRPr="008E2ACA">
        <w:rPr>
          <w:rFonts w:ascii="Calibri" w:hAnsi="Calibri" w:cs="Calibri"/>
          <w:color w:val="000000" w:themeColor="text1"/>
          <w:szCs w:val="18"/>
          <w:lang w:eastAsia="en-ZA"/>
        </w:rPr>
        <w:tab/>
        <w:t>Line of Sight</w:t>
      </w:r>
    </w:p>
    <w:p w14:paraId="4C404C42" w14:textId="77777777" w:rsidR="00620D8F" w:rsidRPr="008E2ACA" w:rsidRDefault="00620D8F" w:rsidP="00620D8F">
      <w:pPr>
        <w:pStyle w:val="BodyText"/>
        <w:ind w:left="993" w:hanging="993"/>
        <w:rPr>
          <w:rFonts w:ascii="Calibri" w:hAnsi="Calibri" w:cs="Calibri"/>
          <w:color w:val="000000" w:themeColor="text1"/>
          <w:szCs w:val="18"/>
          <w:lang w:eastAsia="en-ZA"/>
        </w:rPr>
      </w:pPr>
      <w:r w:rsidRPr="008E2ACA">
        <w:rPr>
          <w:rFonts w:ascii="Calibri" w:hAnsi="Calibri" w:cs="Calibri"/>
          <w:color w:val="000000" w:themeColor="text1"/>
          <w:szCs w:val="18"/>
          <w:lang w:eastAsia="en-ZA"/>
        </w:rPr>
        <w:t>MARPOL</w:t>
      </w:r>
      <w:r w:rsidRPr="008E2ACA">
        <w:rPr>
          <w:rFonts w:ascii="Calibri" w:hAnsi="Calibri" w:cs="Calibri"/>
          <w:color w:val="000000" w:themeColor="text1"/>
          <w:szCs w:val="18"/>
          <w:lang w:eastAsia="en-ZA"/>
        </w:rPr>
        <w:tab/>
        <w:t xml:space="preserve">International Convention for the Prevention of Pollution from Ships 1973/78, as amended (IMO) </w:t>
      </w:r>
    </w:p>
    <w:p w14:paraId="59BA52B2" w14:textId="77777777" w:rsidR="00620D8F" w:rsidRPr="008E2ACA" w:rsidRDefault="00620D8F" w:rsidP="00620D8F">
      <w:pPr>
        <w:pStyle w:val="BodyText"/>
        <w:ind w:left="993" w:hanging="993"/>
        <w:rPr>
          <w:rFonts w:ascii="Calibri" w:hAnsi="Calibri" w:cs="Calibri"/>
          <w:color w:val="000000" w:themeColor="text1"/>
          <w:lang w:eastAsia="en-ZA"/>
        </w:rPr>
      </w:pPr>
      <w:r w:rsidRPr="008E2ACA">
        <w:rPr>
          <w:rFonts w:ascii="Calibri" w:hAnsi="Calibri" w:cs="Calibri"/>
          <w:color w:val="000000" w:themeColor="text1"/>
          <w:lang w:eastAsia="en-ZA"/>
        </w:rPr>
        <w:t>MASS</w:t>
      </w:r>
      <w:r w:rsidRPr="008E2ACA">
        <w:rPr>
          <w:rFonts w:ascii="Calibri" w:hAnsi="Calibri" w:cs="Calibri"/>
          <w:color w:val="000000" w:themeColor="text1"/>
          <w:lang w:eastAsia="en-ZA"/>
        </w:rPr>
        <w:tab/>
        <w:t>Maritime Autonomous Surface Ships</w:t>
      </w:r>
    </w:p>
    <w:p w14:paraId="5C0364E2" w14:textId="77777777" w:rsidR="00620D8F" w:rsidRPr="008E2ACA" w:rsidRDefault="00620D8F" w:rsidP="00620D8F">
      <w:pPr>
        <w:pStyle w:val="BodyText"/>
        <w:ind w:left="993" w:hanging="993"/>
        <w:rPr>
          <w:rFonts w:ascii="Calibri" w:hAnsi="Calibri" w:cs="Calibri"/>
          <w:color w:val="000000" w:themeColor="text1"/>
          <w:szCs w:val="18"/>
          <w:lang w:eastAsia="en-ZA"/>
        </w:rPr>
      </w:pPr>
      <w:r w:rsidRPr="008E2ACA">
        <w:rPr>
          <w:rFonts w:ascii="Calibri" w:hAnsi="Calibri" w:cs="Calibri"/>
          <w:color w:val="000000" w:themeColor="text1"/>
          <w:szCs w:val="18"/>
          <w:lang w:eastAsia="en-ZA"/>
        </w:rPr>
        <w:t>MASS</w:t>
      </w:r>
      <w:r w:rsidRPr="008E2ACA">
        <w:rPr>
          <w:rFonts w:ascii="Calibri" w:hAnsi="Calibri" w:cs="Calibri"/>
          <w:color w:val="000000" w:themeColor="text1"/>
          <w:szCs w:val="18"/>
          <w:lang w:eastAsia="en-ZA"/>
        </w:rPr>
        <w:tab/>
        <w:t xml:space="preserve">Maritime Autonomous Ship System </w:t>
      </w:r>
    </w:p>
    <w:p w14:paraId="0942135D" w14:textId="77777777" w:rsidR="00620D8F" w:rsidRPr="008E2ACA" w:rsidRDefault="00620D8F" w:rsidP="00620D8F">
      <w:pPr>
        <w:pStyle w:val="BodyText"/>
        <w:ind w:left="993" w:hanging="993"/>
        <w:rPr>
          <w:rFonts w:ascii="Calibri" w:hAnsi="Calibri" w:cs="Calibri"/>
          <w:color w:val="000000" w:themeColor="text1"/>
          <w:szCs w:val="18"/>
          <w:lang w:eastAsia="en-ZA"/>
        </w:rPr>
      </w:pPr>
      <w:r w:rsidRPr="008E2ACA">
        <w:rPr>
          <w:rFonts w:ascii="Calibri" w:hAnsi="Calibri" w:cs="Calibri"/>
          <w:color w:val="000000" w:themeColor="text1"/>
          <w:szCs w:val="18"/>
          <w:lang w:eastAsia="en-ZA"/>
        </w:rPr>
        <w:t>MMS</w:t>
      </w:r>
      <w:r w:rsidRPr="008E2ACA">
        <w:rPr>
          <w:rFonts w:ascii="Calibri" w:hAnsi="Calibri" w:cs="Calibri"/>
          <w:color w:val="000000" w:themeColor="text1"/>
          <w:szCs w:val="18"/>
          <w:lang w:eastAsia="en-ZA"/>
        </w:rPr>
        <w:tab/>
        <w:t xml:space="preserve">Maintenance Management System </w:t>
      </w:r>
    </w:p>
    <w:p w14:paraId="46ED816B" w14:textId="77777777" w:rsidR="00620D8F" w:rsidRPr="008E2ACA" w:rsidRDefault="00620D8F" w:rsidP="00620D8F">
      <w:pPr>
        <w:pStyle w:val="BodyText"/>
        <w:ind w:left="993" w:hanging="993"/>
        <w:rPr>
          <w:rFonts w:ascii="Calibri" w:hAnsi="Calibri" w:cs="Calibri"/>
          <w:color w:val="000000" w:themeColor="text1"/>
          <w:szCs w:val="18"/>
          <w:lang w:eastAsia="en-ZA"/>
        </w:rPr>
      </w:pPr>
      <w:r w:rsidRPr="008E2ACA">
        <w:rPr>
          <w:rFonts w:ascii="Calibri" w:hAnsi="Calibri" w:cs="Calibri"/>
          <w:color w:val="000000" w:themeColor="text1"/>
          <w:szCs w:val="18"/>
          <w:lang w:eastAsia="en-ZA"/>
        </w:rPr>
        <w:t>MPA</w:t>
      </w:r>
      <w:r w:rsidRPr="008E2ACA">
        <w:rPr>
          <w:rFonts w:ascii="Calibri" w:hAnsi="Calibri" w:cs="Calibri"/>
          <w:color w:val="000000" w:themeColor="text1"/>
          <w:szCs w:val="18"/>
          <w:lang w:eastAsia="en-ZA"/>
        </w:rPr>
        <w:tab/>
        <w:t xml:space="preserve">Marine Protected Areas </w:t>
      </w:r>
    </w:p>
    <w:p w14:paraId="208ACD46" w14:textId="77777777" w:rsidR="00620D8F" w:rsidRPr="008E2ACA" w:rsidRDefault="00620D8F" w:rsidP="00620D8F">
      <w:pPr>
        <w:pStyle w:val="BodyText"/>
        <w:ind w:left="993" w:hanging="993"/>
        <w:rPr>
          <w:rFonts w:ascii="Calibri" w:hAnsi="Calibri" w:cs="Calibri"/>
          <w:color w:val="000000" w:themeColor="text1"/>
          <w:szCs w:val="18"/>
          <w:lang w:eastAsia="en-ZA"/>
        </w:rPr>
      </w:pPr>
      <w:r w:rsidRPr="008E2ACA">
        <w:rPr>
          <w:rFonts w:ascii="Calibri" w:hAnsi="Calibri" w:cs="Calibri"/>
          <w:color w:val="000000" w:themeColor="text1"/>
          <w:szCs w:val="18"/>
          <w:lang w:eastAsia="en-ZA"/>
        </w:rPr>
        <w:t>MSC</w:t>
      </w:r>
      <w:r w:rsidRPr="008E2ACA">
        <w:rPr>
          <w:rFonts w:ascii="Calibri" w:hAnsi="Calibri" w:cs="Calibri"/>
          <w:color w:val="000000" w:themeColor="text1"/>
          <w:szCs w:val="18"/>
          <w:lang w:eastAsia="en-ZA"/>
        </w:rPr>
        <w:tab/>
        <w:t xml:space="preserve">Maritime Safety Committee (IMO) </w:t>
      </w:r>
    </w:p>
    <w:p w14:paraId="07F1C363" w14:textId="77777777" w:rsidR="00620D8F" w:rsidRPr="008E2ACA" w:rsidRDefault="00620D8F" w:rsidP="00620D8F">
      <w:pPr>
        <w:pStyle w:val="BodyText"/>
        <w:ind w:left="993" w:hanging="993"/>
        <w:rPr>
          <w:rFonts w:ascii="Calibri" w:hAnsi="Calibri" w:cs="Calibri"/>
          <w:color w:val="000000" w:themeColor="text1"/>
          <w:szCs w:val="18"/>
          <w:lang w:eastAsia="en-ZA"/>
        </w:rPr>
      </w:pPr>
      <w:r w:rsidRPr="008E2ACA">
        <w:rPr>
          <w:rFonts w:ascii="Calibri" w:hAnsi="Calibri" w:cs="Calibri"/>
          <w:color w:val="000000" w:themeColor="text1"/>
          <w:szCs w:val="18"/>
          <w:lang w:eastAsia="en-ZA"/>
        </w:rPr>
        <w:t>OEM</w:t>
      </w:r>
      <w:r w:rsidRPr="008E2ACA">
        <w:rPr>
          <w:rFonts w:ascii="Calibri" w:hAnsi="Calibri" w:cs="Calibri"/>
          <w:color w:val="000000" w:themeColor="text1"/>
          <w:szCs w:val="18"/>
          <w:lang w:eastAsia="en-ZA"/>
        </w:rPr>
        <w:tab/>
        <w:t xml:space="preserve">Original Equipment Manufacturer </w:t>
      </w:r>
    </w:p>
    <w:p w14:paraId="60E14EFB" w14:textId="77777777" w:rsidR="00620D8F" w:rsidRPr="008E2ACA" w:rsidRDefault="00620D8F" w:rsidP="00620D8F">
      <w:pPr>
        <w:pStyle w:val="BodyText"/>
        <w:ind w:left="993" w:hanging="993"/>
        <w:rPr>
          <w:rFonts w:ascii="Calibri" w:hAnsi="Calibri" w:cs="Calibri"/>
          <w:color w:val="000000" w:themeColor="text1"/>
          <w:szCs w:val="18"/>
          <w:lang w:eastAsia="en-ZA"/>
        </w:rPr>
      </w:pPr>
      <w:r w:rsidRPr="008E2ACA">
        <w:rPr>
          <w:rFonts w:ascii="Calibri" w:hAnsi="Calibri" w:cs="Calibri"/>
          <w:color w:val="000000" w:themeColor="text1"/>
          <w:szCs w:val="18"/>
          <w:lang w:eastAsia="en-ZA"/>
        </w:rPr>
        <w:t>RCC</w:t>
      </w:r>
      <w:r w:rsidRPr="008E2ACA">
        <w:rPr>
          <w:rFonts w:ascii="Calibri" w:hAnsi="Calibri" w:cs="Calibri"/>
          <w:color w:val="000000" w:themeColor="text1"/>
          <w:szCs w:val="18"/>
          <w:lang w:eastAsia="en-ZA"/>
        </w:rPr>
        <w:tab/>
        <w:t xml:space="preserve">Remote Control Centre </w:t>
      </w:r>
    </w:p>
    <w:p w14:paraId="3E9FDEDB" w14:textId="77777777" w:rsidR="00620D8F" w:rsidRPr="008E2ACA" w:rsidRDefault="00620D8F" w:rsidP="00620D8F">
      <w:pPr>
        <w:pStyle w:val="BodyText"/>
        <w:ind w:left="993" w:hanging="993"/>
        <w:rPr>
          <w:rFonts w:ascii="Calibri" w:hAnsi="Calibri" w:cs="Calibri"/>
          <w:color w:val="000000" w:themeColor="text1"/>
          <w:szCs w:val="18"/>
          <w:lang w:eastAsia="en-ZA"/>
        </w:rPr>
      </w:pPr>
      <w:proofErr w:type="spellStart"/>
      <w:r w:rsidRPr="008E2ACA">
        <w:rPr>
          <w:rFonts w:ascii="Calibri" w:hAnsi="Calibri" w:cs="Calibri"/>
          <w:color w:val="000000" w:themeColor="text1"/>
          <w:szCs w:val="18"/>
          <w:lang w:eastAsia="en-ZA"/>
        </w:rPr>
        <w:t>RoT</w:t>
      </w:r>
      <w:proofErr w:type="spellEnd"/>
      <w:r w:rsidRPr="008E2ACA">
        <w:rPr>
          <w:rFonts w:ascii="Calibri" w:hAnsi="Calibri" w:cs="Calibri"/>
          <w:color w:val="000000" w:themeColor="text1"/>
          <w:szCs w:val="18"/>
          <w:lang w:eastAsia="en-ZA"/>
        </w:rPr>
        <w:tab/>
        <w:t xml:space="preserve">Rate of Turn </w:t>
      </w:r>
    </w:p>
    <w:p w14:paraId="16355213" w14:textId="77777777" w:rsidR="00620D8F" w:rsidRPr="008E2ACA" w:rsidRDefault="00620D8F" w:rsidP="00620D8F">
      <w:pPr>
        <w:pStyle w:val="BodyText"/>
        <w:ind w:left="993" w:hanging="993"/>
        <w:rPr>
          <w:rFonts w:ascii="Calibri" w:hAnsi="Calibri" w:cs="Calibri"/>
          <w:color w:val="000000" w:themeColor="text1"/>
          <w:szCs w:val="18"/>
          <w:lang w:eastAsia="en-ZA"/>
        </w:rPr>
      </w:pPr>
      <w:r w:rsidRPr="008E2ACA">
        <w:rPr>
          <w:rFonts w:ascii="Calibri" w:hAnsi="Calibri" w:cs="Calibri"/>
          <w:color w:val="000000" w:themeColor="text1"/>
          <w:szCs w:val="18"/>
          <w:lang w:eastAsia="en-ZA"/>
        </w:rPr>
        <w:t>ROV</w:t>
      </w:r>
      <w:r w:rsidRPr="008E2ACA">
        <w:rPr>
          <w:rFonts w:ascii="Calibri" w:hAnsi="Calibri" w:cs="Calibri"/>
          <w:color w:val="000000" w:themeColor="text1"/>
          <w:szCs w:val="18"/>
          <w:lang w:eastAsia="en-ZA"/>
        </w:rPr>
        <w:tab/>
        <w:t xml:space="preserve">Remotely operated vehicle </w:t>
      </w:r>
    </w:p>
    <w:p w14:paraId="169A6691" w14:textId="77777777" w:rsidR="00620D8F" w:rsidRPr="008E2ACA" w:rsidRDefault="00620D8F" w:rsidP="00620D8F">
      <w:pPr>
        <w:pStyle w:val="BodyText"/>
        <w:ind w:left="993" w:hanging="993"/>
        <w:rPr>
          <w:rFonts w:ascii="Calibri" w:hAnsi="Calibri" w:cs="Calibri"/>
          <w:color w:val="000000" w:themeColor="text1"/>
          <w:szCs w:val="18"/>
          <w:lang w:eastAsia="en-ZA"/>
        </w:rPr>
      </w:pPr>
      <w:r w:rsidRPr="008E2ACA">
        <w:rPr>
          <w:rFonts w:ascii="Calibri" w:hAnsi="Calibri" w:cs="Calibri"/>
          <w:color w:val="000000" w:themeColor="text1"/>
          <w:szCs w:val="18"/>
          <w:lang w:eastAsia="en-ZA"/>
        </w:rPr>
        <w:t>SMS</w:t>
      </w:r>
      <w:r w:rsidRPr="008E2ACA">
        <w:rPr>
          <w:rFonts w:ascii="Calibri" w:hAnsi="Calibri" w:cs="Calibri"/>
          <w:color w:val="000000" w:themeColor="text1"/>
          <w:szCs w:val="18"/>
          <w:lang w:eastAsia="en-ZA"/>
        </w:rPr>
        <w:tab/>
        <w:t xml:space="preserve">Safety Management System </w:t>
      </w:r>
    </w:p>
    <w:p w14:paraId="3C5D7CFA" w14:textId="77777777" w:rsidR="00620D8F" w:rsidRPr="008E2ACA" w:rsidRDefault="00620D8F" w:rsidP="00620D8F">
      <w:pPr>
        <w:pStyle w:val="BodyText"/>
        <w:ind w:left="993" w:hanging="993"/>
        <w:rPr>
          <w:rFonts w:ascii="Calibri" w:hAnsi="Calibri" w:cs="Calibri"/>
          <w:color w:val="000000" w:themeColor="text1"/>
          <w:szCs w:val="18"/>
          <w:lang w:eastAsia="en-ZA"/>
        </w:rPr>
      </w:pPr>
      <w:proofErr w:type="spellStart"/>
      <w:r w:rsidRPr="008E2ACA">
        <w:rPr>
          <w:rFonts w:ascii="Calibri" w:hAnsi="Calibri" w:cs="Calibri"/>
          <w:color w:val="000000" w:themeColor="text1"/>
          <w:szCs w:val="18"/>
          <w:lang w:eastAsia="en-ZA"/>
        </w:rPr>
        <w:t>SoG</w:t>
      </w:r>
      <w:proofErr w:type="spellEnd"/>
      <w:r w:rsidRPr="008E2ACA">
        <w:rPr>
          <w:rFonts w:ascii="Calibri" w:hAnsi="Calibri" w:cs="Calibri"/>
          <w:color w:val="000000" w:themeColor="text1"/>
          <w:szCs w:val="18"/>
          <w:lang w:eastAsia="en-ZA"/>
        </w:rPr>
        <w:tab/>
        <w:t xml:space="preserve">Speed over Ground </w:t>
      </w:r>
    </w:p>
    <w:p w14:paraId="6990546A" w14:textId="77777777" w:rsidR="00620D8F" w:rsidRPr="008E2ACA" w:rsidRDefault="00620D8F" w:rsidP="00620D8F">
      <w:pPr>
        <w:pStyle w:val="BodyText"/>
        <w:ind w:left="993" w:hanging="993"/>
        <w:rPr>
          <w:rFonts w:ascii="Calibri" w:hAnsi="Calibri" w:cs="Calibri"/>
          <w:color w:val="000000" w:themeColor="text1"/>
          <w:szCs w:val="18"/>
          <w:lang w:eastAsia="en-ZA"/>
        </w:rPr>
      </w:pPr>
      <w:r w:rsidRPr="008E2ACA">
        <w:rPr>
          <w:rFonts w:ascii="Calibri" w:hAnsi="Calibri" w:cs="Calibri"/>
          <w:color w:val="000000" w:themeColor="text1"/>
          <w:szCs w:val="18"/>
          <w:lang w:eastAsia="en-ZA"/>
        </w:rPr>
        <w:t>SOLAS</w:t>
      </w:r>
      <w:r w:rsidRPr="008E2ACA">
        <w:rPr>
          <w:rFonts w:ascii="Calibri" w:hAnsi="Calibri" w:cs="Calibri"/>
          <w:color w:val="000000" w:themeColor="text1"/>
          <w:szCs w:val="18"/>
          <w:lang w:eastAsia="en-ZA"/>
        </w:rPr>
        <w:tab/>
        <w:t xml:space="preserve">Safety of Life at Sea 1974, as amended (IMO) </w:t>
      </w:r>
    </w:p>
    <w:p w14:paraId="61035F4A" w14:textId="77777777" w:rsidR="00620D8F" w:rsidRPr="008E2ACA" w:rsidRDefault="00620D8F" w:rsidP="00620D8F">
      <w:pPr>
        <w:pStyle w:val="BodyText"/>
        <w:ind w:left="993" w:hanging="993"/>
        <w:rPr>
          <w:rFonts w:ascii="Calibri" w:hAnsi="Calibri" w:cs="Calibri"/>
          <w:color w:val="000000" w:themeColor="text1"/>
          <w:szCs w:val="18"/>
          <w:lang w:eastAsia="en-ZA"/>
        </w:rPr>
      </w:pPr>
      <w:r w:rsidRPr="008E2ACA">
        <w:rPr>
          <w:rFonts w:ascii="Calibri" w:hAnsi="Calibri" w:cs="Calibri"/>
          <w:color w:val="000000" w:themeColor="text1"/>
          <w:szCs w:val="18"/>
          <w:lang w:eastAsia="en-ZA"/>
        </w:rPr>
        <w:t>STCW</w:t>
      </w:r>
      <w:r w:rsidRPr="008E2ACA">
        <w:rPr>
          <w:rFonts w:ascii="Calibri" w:hAnsi="Calibri" w:cs="Calibri"/>
          <w:color w:val="000000" w:themeColor="text1"/>
          <w:szCs w:val="18"/>
          <w:lang w:eastAsia="en-ZA"/>
        </w:rPr>
        <w:tab/>
        <w:t xml:space="preserve">Standards of Training, Certification and Watchkeeping for Seafarers 1978, as amended (IMO) </w:t>
      </w:r>
    </w:p>
    <w:p w14:paraId="596B9297" w14:textId="77777777" w:rsidR="00620D8F" w:rsidRPr="008E2ACA" w:rsidRDefault="00620D8F" w:rsidP="00620D8F">
      <w:pPr>
        <w:pStyle w:val="BodyText"/>
        <w:ind w:left="993" w:hanging="993"/>
        <w:rPr>
          <w:rFonts w:ascii="Calibri" w:hAnsi="Calibri" w:cs="Calibri"/>
          <w:color w:val="000000" w:themeColor="text1"/>
          <w:szCs w:val="18"/>
          <w:lang w:eastAsia="en-ZA"/>
        </w:rPr>
      </w:pPr>
      <w:r w:rsidRPr="008E2ACA">
        <w:rPr>
          <w:rFonts w:ascii="Calibri" w:hAnsi="Calibri" w:cs="Calibri"/>
          <w:color w:val="000000" w:themeColor="text1"/>
          <w:szCs w:val="18"/>
          <w:lang w:eastAsia="en-ZA"/>
        </w:rPr>
        <w:t>STW</w:t>
      </w:r>
      <w:r w:rsidRPr="008E2ACA">
        <w:rPr>
          <w:rFonts w:ascii="Calibri" w:hAnsi="Calibri" w:cs="Calibri"/>
          <w:color w:val="000000" w:themeColor="text1"/>
          <w:szCs w:val="18"/>
          <w:lang w:eastAsia="en-ZA"/>
        </w:rPr>
        <w:tab/>
        <w:t xml:space="preserve">Speed Through the Water </w:t>
      </w:r>
    </w:p>
    <w:p w14:paraId="0EE39C9A" w14:textId="77777777" w:rsidR="00620D8F" w:rsidRPr="008E2ACA" w:rsidRDefault="00620D8F" w:rsidP="00620D8F">
      <w:pPr>
        <w:pStyle w:val="BodyText"/>
        <w:ind w:left="993" w:hanging="993"/>
        <w:rPr>
          <w:rFonts w:ascii="Calibri" w:hAnsi="Calibri" w:cs="Calibri"/>
          <w:color w:val="000000" w:themeColor="text1"/>
          <w:szCs w:val="18"/>
          <w:lang w:eastAsia="en-ZA"/>
        </w:rPr>
      </w:pPr>
      <w:r w:rsidRPr="008E2ACA">
        <w:rPr>
          <w:rFonts w:ascii="Calibri" w:hAnsi="Calibri" w:cs="Calibri"/>
          <w:color w:val="000000" w:themeColor="text1"/>
          <w:szCs w:val="18"/>
          <w:lang w:eastAsia="en-ZA"/>
        </w:rPr>
        <w:t>UAS</w:t>
      </w:r>
      <w:r w:rsidRPr="008E2ACA">
        <w:rPr>
          <w:rFonts w:ascii="Calibri" w:hAnsi="Calibri" w:cs="Calibri"/>
          <w:color w:val="000000" w:themeColor="text1"/>
          <w:szCs w:val="18"/>
          <w:lang w:eastAsia="en-ZA"/>
        </w:rPr>
        <w:tab/>
        <w:t xml:space="preserve">Uncrewed Air System </w:t>
      </w:r>
    </w:p>
    <w:p w14:paraId="4CFB6915" w14:textId="77777777" w:rsidR="00620D8F" w:rsidRPr="008E2ACA" w:rsidRDefault="00620D8F" w:rsidP="00620D8F">
      <w:pPr>
        <w:pStyle w:val="BodyText"/>
        <w:ind w:left="993" w:hanging="993"/>
        <w:rPr>
          <w:rFonts w:ascii="Calibri" w:hAnsi="Calibri" w:cs="Calibri"/>
          <w:color w:val="000000" w:themeColor="text1"/>
          <w:szCs w:val="18"/>
          <w:lang w:eastAsia="en-ZA"/>
        </w:rPr>
      </w:pPr>
      <w:r w:rsidRPr="008E2ACA">
        <w:rPr>
          <w:rFonts w:ascii="Calibri" w:hAnsi="Calibri" w:cs="Calibri"/>
          <w:color w:val="000000" w:themeColor="text1"/>
          <w:szCs w:val="18"/>
          <w:lang w:eastAsia="en-ZA"/>
        </w:rPr>
        <w:t>UNCLOS</w:t>
      </w:r>
      <w:r w:rsidRPr="008E2ACA">
        <w:rPr>
          <w:rFonts w:ascii="Calibri" w:hAnsi="Calibri" w:cs="Calibri"/>
          <w:color w:val="000000" w:themeColor="text1"/>
          <w:szCs w:val="18"/>
          <w:lang w:eastAsia="en-ZA"/>
        </w:rPr>
        <w:tab/>
        <w:t xml:space="preserve">United Nations Convention on the Law of the Sea, 1982 </w:t>
      </w:r>
    </w:p>
    <w:p w14:paraId="63FB19C0" w14:textId="77777777" w:rsidR="00620D8F" w:rsidRPr="008E2ACA" w:rsidRDefault="00620D8F" w:rsidP="00620D8F">
      <w:pPr>
        <w:pStyle w:val="BodyText"/>
        <w:ind w:left="993" w:hanging="993"/>
        <w:rPr>
          <w:rFonts w:ascii="Calibri" w:hAnsi="Calibri" w:cs="Calibri"/>
          <w:color w:val="000000" w:themeColor="text1"/>
          <w:szCs w:val="18"/>
          <w:lang w:eastAsia="en-ZA"/>
        </w:rPr>
      </w:pPr>
      <w:r w:rsidRPr="008E2ACA">
        <w:rPr>
          <w:rFonts w:ascii="Calibri" w:hAnsi="Calibri" w:cs="Calibri"/>
          <w:color w:val="000000" w:themeColor="text1"/>
          <w:szCs w:val="18"/>
          <w:lang w:eastAsia="en-ZA"/>
        </w:rPr>
        <w:t>USV</w:t>
      </w:r>
      <w:r w:rsidRPr="008E2ACA">
        <w:rPr>
          <w:rFonts w:ascii="Calibri" w:hAnsi="Calibri" w:cs="Calibri"/>
          <w:color w:val="000000" w:themeColor="text1"/>
          <w:szCs w:val="18"/>
          <w:lang w:eastAsia="en-ZA"/>
        </w:rPr>
        <w:tab/>
        <w:t xml:space="preserve">Unmanned Surface Vessel </w:t>
      </w:r>
    </w:p>
    <w:p w14:paraId="3317D3C3" w14:textId="77777777" w:rsidR="00620D8F" w:rsidRPr="008A329C" w:rsidRDefault="00620D8F" w:rsidP="008A329C">
      <w:pPr>
        <w:pStyle w:val="BodyText"/>
        <w:ind w:left="993" w:hanging="993"/>
        <w:rPr>
          <w:rFonts w:ascii="Calibri" w:hAnsi="Calibri"/>
          <w:color w:val="000000" w:themeColor="text1"/>
        </w:rPr>
      </w:pPr>
      <w:r w:rsidRPr="008A329C">
        <w:rPr>
          <w:rFonts w:ascii="Calibri" w:hAnsi="Calibri"/>
          <w:color w:val="000000" w:themeColor="text1"/>
        </w:rPr>
        <w:t>VDES</w:t>
      </w:r>
      <w:r w:rsidRPr="008A329C">
        <w:rPr>
          <w:rFonts w:ascii="Calibri" w:hAnsi="Calibri"/>
          <w:color w:val="000000" w:themeColor="text1"/>
        </w:rPr>
        <w:tab/>
        <w:t>VHF Data Exchange System</w:t>
      </w:r>
    </w:p>
    <w:p w14:paraId="3423A0BB" w14:textId="77777777" w:rsidR="00620D8F" w:rsidRPr="008A329C" w:rsidRDefault="00620D8F" w:rsidP="008A329C">
      <w:pPr>
        <w:pStyle w:val="BodyText"/>
        <w:ind w:left="993" w:hanging="993"/>
        <w:rPr>
          <w:rFonts w:ascii="Calibri" w:hAnsi="Calibri"/>
          <w:color w:val="000000" w:themeColor="text1"/>
        </w:rPr>
      </w:pPr>
      <w:r w:rsidRPr="008A329C">
        <w:rPr>
          <w:rFonts w:ascii="Calibri" w:hAnsi="Calibri"/>
          <w:color w:val="000000" w:themeColor="text1"/>
        </w:rPr>
        <w:t>VTS</w:t>
      </w:r>
      <w:r w:rsidRPr="008A329C">
        <w:rPr>
          <w:rFonts w:ascii="Calibri" w:hAnsi="Calibri"/>
          <w:color w:val="000000" w:themeColor="text1"/>
        </w:rPr>
        <w:tab/>
        <w:t>Vessel Traffic Services</w:t>
      </w:r>
    </w:p>
    <w:p w14:paraId="55D9E4F3" w14:textId="77777777" w:rsidR="00D32DDF" w:rsidRPr="008E2ACA" w:rsidRDefault="006C251E" w:rsidP="008A329C">
      <w:pPr>
        <w:pStyle w:val="Heading1"/>
        <w:ind w:left="709" w:hanging="709"/>
      </w:pPr>
      <w:bookmarkStart w:id="147" w:name="_Toc97046810"/>
      <w:bookmarkStart w:id="148" w:name="_Toc66949247"/>
      <w:r w:rsidRPr="008E2ACA">
        <w:t>References</w:t>
      </w:r>
      <w:bookmarkEnd w:id="147"/>
      <w:bookmarkEnd w:id="148"/>
    </w:p>
    <w:p w14:paraId="23310EE7" w14:textId="77777777" w:rsidR="00D32DDF" w:rsidRPr="008E2ACA" w:rsidRDefault="00D32DDF" w:rsidP="00D32DDF">
      <w:pPr>
        <w:pStyle w:val="Heading1separatationline"/>
      </w:pPr>
    </w:p>
    <w:p w14:paraId="2C15787B" w14:textId="77777777" w:rsidR="008E7A11" w:rsidRPr="008E2ACA" w:rsidRDefault="003A20D3" w:rsidP="008E2841">
      <w:pPr>
        <w:pStyle w:val="BodyText"/>
        <w:numPr>
          <w:ilvl w:val="0"/>
          <w:numId w:val="65"/>
        </w:numPr>
        <w:ind w:left="567" w:hanging="567"/>
        <w:rPr>
          <w:rFonts w:eastAsia="Times New Roman" w:cs="Times New Roman"/>
          <w:szCs w:val="20"/>
        </w:rPr>
      </w:pPr>
      <w:r w:rsidRPr="008E2ACA">
        <w:rPr>
          <w:rFonts w:eastAsia="Times New Roman" w:cs="Times New Roman"/>
          <w:szCs w:val="20"/>
        </w:rPr>
        <w:t xml:space="preserve">IMO </w:t>
      </w:r>
      <w:r w:rsidR="008E7A11" w:rsidRPr="008E2ACA">
        <w:rPr>
          <w:rFonts w:eastAsia="Times New Roman" w:cs="Times New Roman"/>
          <w:szCs w:val="20"/>
        </w:rPr>
        <w:t xml:space="preserve">MSC.1-Circ.1638 - Outcome </w:t>
      </w:r>
      <w:r w:rsidR="007656B1">
        <w:rPr>
          <w:rFonts w:eastAsia="Times New Roman" w:cs="Times New Roman"/>
          <w:szCs w:val="20"/>
        </w:rPr>
        <w:t>o</w:t>
      </w:r>
      <w:r w:rsidR="008E7A11" w:rsidRPr="008E2ACA">
        <w:rPr>
          <w:rFonts w:eastAsia="Times New Roman" w:cs="Times New Roman"/>
          <w:szCs w:val="20"/>
        </w:rPr>
        <w:t>f The Regulatory Scoping Exercise for the use of Maritime Autonomous Surface Ships</w:t>
      </w:r>
    </w:p>
    <w:p w14:paraId="4EBBC1E0" w14:textId="77777777" w:rsidR="000670B7" w:rsidRPr="008E2ACA" w:rsidRDefault="003A20D3" w:rsidP="008E2841">
      <w:pPr>
        <w:pStyle w:val="BodyText"/>
        <w:numPr>
          <w:ilvl w:val="0"/>
          <w:numId w:val="65"/>
        </w:numPr>
        <w:ind w:left="567" w:hanging="567"/>
        <w:rPr>
          <w:rFonts w:eastAsia="Times New Roman" w:cs="Times New Roman"/>
          <w:szCs w:val="20"/>
        </w:rPr>
      </w:pPr>
      <w:r w:rsidRPr="008E2ACA">
        <w:rPr>
          <w:rFonts w:eastAsia="Times New Roman" w:cs="Times New Roman"/>
          <w:szCs w:val="20"/>
        </w:rPr>
        <w:t>Maritime UK Maritime Autonomous Ship Sy</w:t>
      </w:r>
      <w:r w:rsidR="00862CFB" w:rsidRPr="008E2ACA">
        <w:rPr>
          <w:rFonts w:eastAsia="Times New Roman" w:cs="Times New Roman"/>
          <w:szCs w:val="20"/>
        </w:rPr>
        <w:t>s</w:t>
      </w:r>
      <w:r w:rsidRPr="008E2ACA">
        <w:rPr>
          <w:rFonts w:eastAsia="Times New Roman" w:cs="Times New Roman"/>
          <w:szCs w:val="20"/>
        </w:rPr>
        <w:t>te</w:t>
      </w:r>
      <w:r w:rsidR="00862CFB" w:rsidRPr="008E2ACA">
        <w:rPr>
          <w:rFonts w:eastAsia="Times New Roman" w:cs="Times New Roman"/>
          <w:szCs w:val="20"/>
        </w:rPr>
        <w:t>m</w:t>
      </w:r>
      <w:r w:rsidRPr="008E2ACA">
        <w:rPr>
          <w:rFonts w:eastAsia="Times New Roman" w:cs="Times New Roman"/>
          <w:szCs w:val="20"/>
        </w:rPr>
        <w:t>s (MASS) , UK Industry Conduct Principles and Code of Practice, Version 5, November 2021</w:t>
      </w:r>
    </w:p>
    <w:p w14:paraId="14099B40" w14:textId="77777777" w:rsidR="000670B7" w:rsidRPr="008E2ACA" w:rsidRDefault="000670B7" w:rsidP="008A329C">
      <w:pPr>
        <w:pStyle w:val="BodyText"/>
        <w:numPr>
          <w:ilvl w:val="0"/>
          <w:numId w:val="65"/>
        </w:numPr>
        <w:ind w:left="567" w:hanging="567"/>
        <w:rPr>
          <w:rFonts w:eastAsia="Times New Roman" w:cs="Times New Roman"/>
          <w:szCs w:val="20"/>
        </w:rPr>
      </w:pPr>
      <w:r w:rsidRPr="008E2ACA">
        <w:rPr>
          <w:rFonts w:eastAsia="Times New Roman" w:cs="Times New Roman"/>
          <w:szCs w:val="20"/>
        </w:rPr>
        <w:t>DNV.GL, Group Technology and Research, Position paper 2018, Remote Controlled and Autonomous ships</w:t>
      </w:r>
    </w:p>
    <w:p w14:paraId="4F9596CE" w14:textId="77777777" w:rsidR="000670B7" w:rsidRPr="008E2ACA" w:rsidRDefault="000670B7" w:rsidP="008A329C">
      <w:pPr>
        <w:pStyle w:val="BodyText"/>
        <w:numPr>
          <w:ilvl w:val="0"/>
          <w:numId w:val="65"/>
        </w:numPr>
        <w:ind w:left="567" w:hanging="567"/>
        <w:rPr>
          <w:rFonts w:eastAsia="Times New Roman" w:cs="Times New Roman"/>
          <w:szCs w:val="20"/>
        </w:rPr>
      </w:pPr>
      <w:r w:rsidRPr="008E2ACA">
        <w:rPr>
          <w:rFonts w:eastAsia="Times New Roman" w:cs="Times New Roman"/>
          <w:szCs w:val="20"/>
        </w:rPr>
        <w:t>AWA Position paper, Rolls Royce, Remote and Autonomous Ships, the next steps</w:t>
      </w:r>
    </w:p>
    <w:p w14:paraId="38C72B49" w14:textId="77777777" w:rsidR="0042565E" w:rsidRPr="008E2ACA" w:rsidRDefault="000670B7" w:rsidP="008E2841">
      <w:pPr>
        <w:pStyle w:val="BodyText"/>
        <w:numPr>
          <w:ilvl w:val="0"/>
          <w:numId w:val="65"/>
        </w:numPr>
        <w:ind w:left="567" w:hanging="567"/>
        <w:rPr>
          <w:rFonts w:eastAsia="Times New Roman" w:cs="Times New Roman"/>
          <w:szCs w:val="20"/>
        </w:rPr>
      </w:pPr>
      <w:r w:rsidRPr="008E2ACA">
        <w:rPr>
          <w:rFonts w:eastAsia="Times New Roman" w:cs="Times New Roman"/>
          <w:szCs w:val="20"/>
        </w:rPr>
        <w:t>Review of Maritime Transports, 2018, UNCTAD</w:t>
      </w:r>
      <w:bookmarkEnd w:id="0"/>
    </w:p>
    <w:p w14:paraId="4BD4702D" w14:textId="77777777" w:rsidR="003A20D3" w:rsidRPr="008E2ACA" w:rsidRDefault="003A20D3" w:rsidP="008A329C">
      <w:pPr>
        <w:pStyle w:val="BodyText"/>
        <w:numPr>
          <w:ilvl w:val="0"/>
          <w:numId w:val="65"/>
        </w:numPr>
        <w:ind w:left="567" w:hanging="567"/>
        <w:rPr>
          <w:rFonts w:eastAsia="Times New Roman" w:cs="Times New Roman"/>
          <w:szCs w:val="20"/>
        </w:rPr>
      </w:pPr>
      <w:r w:rsidRPr="008E2ACA">
        <w:rPr>
          <w:rFonts w:eastAsia="Times New Roman" w:cs="Times New Roman"/>
          <w:szCs w:val="20"/>
        </w:rPr>
        <w:t>Lloyds Register</w:t>
      </w:r>
      <w:r w:rsidR="008E2ACA">
        <w:rPr>
          <w:rFonts w:eastAsia="Times New Roman" w:cs="Times New Roman"/>
          <w:szCs w:val="20"/>
        </w:rPr>
        <w:t>,</w:t>
      </w:r>
      <w:r w:rsidRPr="008E2ACA">
        <w:t xml:space="preserve"> Code for Unmanned Marine Systems, February 2017</w:t>
      </w:r>
    </w:p>
    <w:sectPr w:rsidR="003A20D3" w:rsidRPr="008E2ACA" w:rsidSect="008A329C">
      <w:headerReference w:type="even" r:id="rId31"/>
      <w:headerReference w:type="default" r:id="rId32"/>
      <w:footerReference w:type="default" r:id="rId33"/>
      <w:headerReference w:type="first" r:id="rId34"/>
      <w:pgSz w:w="11906" w:h="16838" w:code="9"/>
      <w:pgMar w:top="567" w:right="794" w:bottom="567" w:left="907"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Jillian Carson-Jackson" w:date="2021-03-17T21:43:00Z" w:initials="JC">
    <w:p w14:paraId="6FEDC04C" w14:textId="77777777" w:rsidR="006C268E" w:rsidRDefault="006C268E">
      <w:pPr>
        <w:pStyle w:val="CommentText"/>
      </w:pPr>
      <w:r>
        <w:rPr>
          <w:rStyle w:val="CommentReference"/>
        </w:rPr>
        <w:annotationRef/>
      </w:r>
      <w:r>
        <w:t xml:space="preserve">IALA Secretariat – please assist with formatting </w:t>
      </w:r>
    </w:p>
    <w:p w14:paraId="0EF70A44" w14:textId="77777777" w:rsidR="006C268E" w:rsidRDefault="006C268E">
      <w:pPr>
        <w:pStyle w:val="CommentText"/>
      </w:pPr>
      <w:r>
        <w:t xml:space="preserve">One table included, but format not picked up in the refresh of the tables. </w:t>
      </w:r>
    </w:p>
  </w:comment>
  <w:comment w:id="10" w:author="James Collocott" w:date="2022-02-22T13:24:00Z" w:initials="JC">
    <w:p w14:paraId="3651807C" w14:textId="77777777" w:rsidR="006C268E" w:rsidRDefault="006C268E" w:rsidP="006C268E">
      <w:pPr>
        <w:pStyle w:val="CommentText"/>
      </w:pPr>
      <w:r>
        <w:rPr>
          <w:rStyle w:val="CommentReference"/>
        </w:rPr>
        <w:annotationRef/>
      </w:r>
      <w:r>
        <w:t>Extract from the current draft MBS</w:t>
      </w:r>
    </w:p>
  </w:comment>
  <w:comment w:id="11" w:author="Tomren, Guttorm" w:date="2022-02-15T10:17:00Z" w:initials="TG">
    <w:p w14:paraId="6FBAEE35" w14:textId="77777777" w:rsidR="006C268E" w:rsidRDefault="006C268E" w:rsidP="00DB214C">
      <w:pPr>
        <w:pStyle w:val="CommentText"/>
      </w:pPr>
      <w:r>
        <w:rPr>
          <w:rStyle w:val="CommentReference"/>
        </w:rPr>
        <w:annotationRef/>
      </w:r>
      <w:r>
        <w:t>Consider to include a note regarding MBS?</w:t>
      </w:r>
    </w:p>
  </w:comment>
  <w:comment w:id="12" w:author="James Collocott" w:date="2022-02-22T13:21:00Z" w:initials="JC">
    <w:p w14:paraId="71516D4C" w14:textId="77777777" w:rsidR="006C268E" w:rsidRDefault="006C268E" w:rsidP="006C268E">
      <w:pPr>
        <w:pStyle w:val="CommentText"/>
      </w:pPr>
      <w:r>
        <w:rPr>
          <w:rStyle w:val="CommentReference"/>
        </w:rPr>
        <w:annotationRef/>
      </w:r>
      <w:r>
        <w:t>Done</w:t>
      </w:r>
    </w:p>
  </w:comment>
  <w:comment w:id="13" w:author="Tomren, Guttorm" w:date="2022-02-13T18:02:00Z" w:initials="TG">
    <w:p w14:paraId="5BDAFB29" w14:textId="77777777" w:rsidR="006C268E" w:rsidRDefault="006C268E" w:rsidP="00DB214C">
      <w:pPr>
        <w:pStyle w:val="CommentText"/>
      </w:pPr>
      <w:r>
        <w:rPr>
          <w:rStyle w:val="CommentReference"/>
        </w:rPr>
        <w:annotationRef/>
      </w:r>
      <w:r>
        <w:t>Jakob: Many areas are not covered by VTS, e.g. in Denmark, but tracking of vessels are still maintained by e.g. the Navy, JRCC, DMA etc.</w:t>
      </w:r>
    </w:p>
  </w:comment>
  <w:comment w:id="14" w:author="Tomren, Guttorm" w:date="2022-02-15T10:24:00Z" w:initials="TG">
    <w:p w14:paraId="7AE24C27" w14:textId="77777777" w:rsidR="006C268E" w:rsidRDefault="006C268E">
      <w:pPr>
        <w:pStyle w:val="CommentText"/>
      </w:pPr>
      <w:r>
        <w:rPr>
          <w:rStyle w:val="CommentReference"/>
        </w:rPr>
        <w:annotationRef/>
      </w:r>
      <w:r>
        <w:t>ENAV have to confirm this section.</w:t>
      </w:r>
    </w:p>
  </w:comment>
  <w:comment w:id="17" w:author="Jillian Carson-Jackson" w:date="2021-03-17T20:44:00Z" w:initials="JC">
    <w:p w14:paraId="56906276" w14:textId="77777777" w:rsidR="006C268E" w:rsidRDefault="006C268E">
      <w:pPr>
        <w:pStyle w:val="CommentText"/>
      </w:pPr>
      <w:r>
        <w:rPr>
          <w:rStyle w:val="CommentReference"/>
        </w:rPr>
        <w:annotationRef/>
      </w:r>
      <w:r>
        <w:t xml:space="preserve">Include phases of voyage as per IMO </w:t>
      </w:r>
    </w:p>
  </w:comment>
  <w:comment w:id="20" w:author="Tomren, Guttorm" w:date="2022-02-15T09:01:00Z" w:initials="TG">
    <w:p w14:paraId="7C1E3117" w14:textId="77777777" w:rsidR="006C268E" w:rsidRDefault="006C268E">
      <w:pPr>
        <w:pStyle w:val="CommentText"/>
      </w:pPr>
      <w:r>
        <w:rPr>
          <w:rStyle w:val="CommentReference"/>
        </w:rPr>
        <w:annotationRef/>
      </w:r>
      <w:r>
        <w:t xml:space="preserve">Is this  valid for MASS, since it points to the “pilot”? </w:t>
      </w:r>
    </w:p>
    <w:p w14:paraId="2D4E3299" w14:textId="77777777" w:rsidR="006C268E" w:rsidRDefault="006C268E">
      <w:pPr>
        <w:pStyle w:val="CommentText"/>
      </w:pPr>
      <w:r>
        <w:t>SWE comment, intention need to be verified for this point.</w:t>
      </w:r>
    </w:p>
  </w:comment>
  <w:comment w:id="21" w:author="Tomren, Guttorm" w:date="2022-02-15T10:29:00Z" w:initials="TG">
    <w:p w14:paraId="2BF7D925" w14:textId="77777777" w:rsidR="006C268E" w:rsidRDefault="006C268E">
      <w:pPr>
        <w:pStyle w:val="CommentText"/>
      </w:pPr>
      <w:r>
        <w:rPr>
          <w:rStyle w:val="CommentReference"/>
        </w:rPr>
        <w:annotationRef/>
      </w:r>
      <w:r>
        <w:t>Align with 3.2.10</w:t>
      </w:r>
    </w:p>
  </w:comment>
  <w:comment w:id="22" w:author="Tomren, Guttorm" w:date="2022-03-03T07:23:00Z" w:initials="TG">
    <w:p w14:paraId="5E5237CE" w14:textId="77777777" w:rsidR="006C268E" w:rsidRDefault="006C268E">
      <w:pPr>
        <w:pStyle w:val="CommentText"/>
      </w:pPr>
      <w:r>
        <w:rPr>
          <w:rStyle w:val="CommentReference"/>
        </w:rPr>
        <w:annotationRef/>
      </w:r>
      <w:r>
        <w:t>To have tracking of all vessels/boats are quite challenging for a VTS, I guess? Possible?</w:t>
      </w:r>
    </w:p>
  </w:comment>
  <w:comment w:id="28" w:author="Tomren, Guttorm" w:date="2022-02-01T17:15:00Z" w:initials="TG">
    <w:p w14:paraId="1333D219" w14:textId="77777777" w:rsidR="006C268E" w:rsidRDefault="006C268E" w:rsidP="000E689B">
      <w:pPr>
        <w:pStyle w:val="CommentText"/>
      </w:pPr>
      <w:r>
        <w:rPr>
          <w:rStyle w:val="CommentReference"/>
        </w:rPr>
        <w:annotationRef/>
      </w:r>
      <w:r>
        <w:t>I just added a random chapter, from input MASS TG, might be moved later.</w:t>
      </w:r>
    </w:p>
    <w:p w14:paraId="460FD103" w14:textId="77777777" w:rsidR="006C268E" w:rsidRDefault="006C268E" w:rsidP="000E689B">
      <w:pPr>
        <w:pStyle w:val="CommentText"/>
      </w:pPr>
      <w:r>
        <w:t>Level of detail will have to be adjusted according to other committees contributions.</w:t>
      </w:r>
    </w:p>
  </w:comment>
  <w:comment w:id="26" w:author="James Collocott" w:date="2022-03-01T15:04:00Z" w:initials="JC">
    <w:p w14:paraId="67D24850" w14:textId="77777777" w:rsidR="006C268E" w:rsidRDefault="006C268E" w:rsidP="006C268E">
      <w:pPr>
        <w:pStyle w:val="CommentText"/>
      </w:pPr>
      <w:r>
        <w:rPr>
          <w:rStyle w:val="CommentReference"/>
        </w:rPr>
        <w:annotationRef/>
      </w:r>
      <w:r>
        <w:t>It is suggested that this section is developed by all IALA Committees.  My thinking is that it does not have to be separated Committee Sections, but more topics related, and could intertwine as per the flow of the layout</w:t>
      </w:r>
    </w:p>
  </w:comment>
  <w:comment w:id="27" w:author="Tomren, Guttorm" w:date="2022-03-03T07:25:00Z" w:initials="TG">
    <w:p w14:paraId="092D184E" w14:textId="77777777" w:rsidR="006C268E" w:rsidRDefault="006C268E">
      <w:pPr>
        <w:pStyle w:val="CommentText"/>
      </w:pPr>
      <w:r>
        <w:rPr>
          <w:rStyle w:val="CommentReference"/>
        </w:rPr>
        <w:annotationRef/>
      </w:r>
      <w:r>
        <w:t>Agree</w:t>
      </w:r>
    </w:p>
  </w:comment>
  <w:comment w:id="30" w:author="Tomren, Guttorm" w:date="2022-03-03T07:25:00Z" w:initials="TG">
    <w:p w14:paraId="220A29C0" w14:textId="77777777" w:rsidR="006C268E" w:rsidRDefault="006C268E">
      <w:pPr>
        <w:pStyle w:val="CommentText"/>
      </w:pPr>
      <w:r>
        <w:rPr>
          <w:rStyle w:val="CommentReference"/>
        </w:rPr>
        <w:annotationRef/>
      </w:r>
      <w:r>
        <w:t>Should it be more highlighted that this section is about trials, if I am correct?</w:t>
      </w:r>
    </w:p>
  </w:comment>
  <w:comment w:id="35" w:author="Tomren, Guttorm" w:date="2022-03-03T07:26:00Z" w:initials="TG">
    <w:p w14:paraId="7AF0742D" w14:textId="77777777" w:rsidR="006C268E" w:rsidRDefault="006C268E">
      <w:pPr>
        <w:pStyle w:val="CommentText"/>
      </w:pPr>
      <w:r>
        <w:rPr>
          <w:rStyle w:val="CommentReference"/>
        </w:rPr>
        <w:annotationRef/>
      </w:r>
      <w:r>
        <w:t>Is this relevant for IALA to consider?</w:t>
      </w:r>
    </w:p>
  </w:comment>
  <w:comment w:id="37" w:author="Tomren, Guttorm" w:date="2022-03-03T07:28:00Z" w:initials="TG">
    <w:p w14:paraId="75A5E2D9" w14:textId="77777777" w:rsidR="006C268E" w:rsidRDefault="006C268E">
      <w:pPr>
        <w:pStyle w:val="CommentText"/>
      </w:pPr>
      <w:r>
        <w:rPr>
          <w:rStyle w:val="CommentReference"/>
        </w:rPr>
        <w:annotationRef/>
      </w:r>
      <w:r>
        <w:t>How should we handle section 5.1.6 and 5.1.8, both needed?</w:t>
      </w:r>
    </w:p>
  </w:comment>
  <w:comment w:id="39" w:author="Tomren, Guttorm" w:date="2022-03-03T07:28:00Z" w:initials="TG">
    <w:p w14:paraId="77FC8C73" w14:textId="77777777" w:rsidR="006C268E" w:rsidRDefault="006C268E">
      <w:pPr>
        <w:pStyle w:val="CommentText"/>
      </w:pPr>
      <w:r>
        <w:rPr>
          <w:rStyle w:val="CommentReference"/>
        </w:rPr>
        <w:annotationRef/>
      </w:r>
      <w:r>
        <w:t>This is also mentioned in 5.1.1</w:t>
      </w:r>
    </w:p>
  </w:comment>
  <w:comment w:id="40" w:author="James Collocott" w:date="2022-03-03T12:13:00Z" w:initials="JC">
    <w:p w14:paraId="4F0F3EF9" w14:textId="77777777" w:rsidR="00003C2D" w:rsidRDefault="00003C2D" w:rsidP="003D10F4">
      <w:pPr>
        <w:pStyle w:val="CommentText"/>
      </w:pPr>
      <w:r>
        <w:rPr>
          <w:rStyle w:val="CommentReference"/>
        </w:rPr>
        <w:annotationRef/>
      </w:r>
      <w:r>
        <w:t>Discuss at ARM15 TG</w:t>
      </w:r>
    </w:p>
  </w:comment>
  <w:comment w:id="42" w:author="James Collocott" w:date="2022-02-22T14:16:00Z" w:initials="JC">
    <w:p w14:paraId="2EA50E17" w14:textId="16EFA489" w:rsidR="006C268E" w:rsidRDefault="006C268E" w:rsidP="00003C2D">
      <w:pPr>
        <w:pStyle w:val="CommentText"/>
      </w:pPr>
      <w:r>
        <w:rPr>
          <w:rStyle w:val="CommentReference"/>
        </w:rPr>
        <w:annotationRef/>
      </w:r>
      <w:r>
        <w:t>Is it the thinking to have the laws changed first, and then allow for initial testing/trials with MASS?  This could take a long time to realise.  Would it not be more appropriate to adopt a Policy to allow for initial testing/trials with MAS</w:t>
      </w:r>
    </w:p>
  </w:comment>
  <w:comment w:id="47" w:author="Tomren, Guttorm" w:date="2022-03-03T07:30:00Z" w:initials="TG">
    <w:p w14:paraId="0D1A5B01" w14:textId="77777777" w:rsidR="00AE1F52" w:rsidRDefault="00AE1F52">
      <w:pPr>
        <w:pStyle w:val="CommentText"/>
      </w:pPr>
      <w:r>
        <w:rPr>
          <w:rStyle w:val="CommentReference"/>
        </w:rPr>
        <w:annotationRef/>
      </w:r>
      <w:r>
        <w:t>IALA territory?</w:t>
      </w:r>
    </w:p>
  </w:comment>
  <w:comment w:id="49" w:author="Tomren, Guttorm" w:date="2022-03-03T07:30:00Z" w:initials="TG">
    <w:p w14:paraId="4721F640" w14:textId="77777777" w:rsidR="00AE1F52" w:rsidRDefault="00AE1F52">
      <w:pPr>
        <w:pStyle w:val="CommentText"/>
      </w:pPr>
      <w:r>
        <w:rPr>
          <w:rStyle w:val="CommentReference"/>
        </w:rPr>
        <w:annotationRef/>
      </w:r>
      <w:r>
        <w:t>IALA territory?</w:t>
      </w:r>
    </w:p>
  </w:comment>
  <w:comment w:id="51" w:author="Tomren, Guttorm" w:date="2022-03-03T07:31:00Z" w:initials="TG">
    <w:p w14:paraId="7CF0DAA0" w14:textId="77777777" w:rsidR="00AE1F52" w:rsidRDefault="00AE1F52">
      <w:pPr>
        <w:pStyle w:val="CommentText"/>
      </w:pPr>
      <w:r>
        <w:rPr>
          <w:rStyle w:val="CommentReference"/>
        </w:rPr>
        <w:annotationRef/>
      </w:r>
      <w:r>
        <w:t>IALA territory? Vessel crew or RCC crew?</w:t>
      </w:r>
    </w:p>
  </w:comment>
  <w:comment w:id="53" w:author="Tomren, Guttorm" w:date="2022-03-03T07:31:00Z" w:initials="TG">
    <w:p w14:paraId="3F00231D" w14:textId="77777777" w:rsidR="00AE1F52" w:rsidRDefault="00AE1F52">
      <w:pPr>
        <w:pStyle w:val="CommentText"/>
      </w:pPr>
      <w:r>
        <w:rPr>
          <w:rStyle w:val="CommentReference"/>
        </w:rPr>
        <w:annotationRef/>
      </w:r>
      <w:r>
        <w:t>IALA territory?</w:t>
      </w:r>
    </w:p>
  </w:comment>
  <w:comment w:id="55" w:author="Pieter Chris" w:date="2022-03-01T12:38:00Z" w:initials="PC">
    <w:p w14:paraId="034FD419" w14:textId="77777777" w:rsidR="006C268E" w:rsidRDefault="006C268E" w:rsidP="006C268E">
      <w:pPr>
        <w:pStyle w:val="CommentText"/>
      </w:pPr>
      <w:r>
        <w:rPr>
          <w:rStyle w:val="CommentReference"/>
        </w:rPr>
        <w:annotationRef/>
      </w:r>
      <w:r>
        <w:rPr>
          <w:lang w:val="en-US"/>
        </w:rPr>
        <w:t>Not to be confused for a Voyage Data Recorder (VDR) commonly in use globally.</w:t>
      </w:r>
    </w:p>
  </w:comment>
  <w:comment w:id="56" w:author="Tomren, Guttorm" w:date="2022-03-03T07:32:00Z" w:initials="TG">
    <w:p w14:paraId="28887E47" w14:textId="77777777" w:rsidR="00AE1F52" w:rsidRDefault="00AE1F52">
      <w:pPr>
        <w:pStyle w:val="CommentText"/>
      </w:pPr>
      <w:r>
        <w:rPr>
          <w:rStyle w:val="CommentReference"/>
        </w:rPr>
        <w:annotationRef/>
      </w:r>
      <w:r>
        <w:t>IALA territory?</w:t>
      </w:r>
    </w:p>
  </w:comment>
  <w:comment w:id="58" w:author="James Collocott" w:date="2022-02-27T06:49:00Z" w:initials="JC">
    <w:p w14:paraId="1761304E" w14:textId="77777777" w:rsidR="006C268E" w:rsidRDefault="006C268E" w:rsidP="006C268E">
      <w:pPr>
        <w:pStyle w:val="CommentText"/>
      </w:pPr>
      <w:r>
        <w:rPr>
          <w:rStyle w:val="CommentReference"/>
        </w:rPr>
        <w:annotationRef/>
      </w:r>
      <w:r>
        <w:t>Does this makes sense?</w:t>
      </w:r>
    </w:p>
  </w:comment>
  <w:comment w:id="59" w:author="Pieter Chris" w:date="2022-03-01T12:41:00Z" w:initials="PC">
    <w:p w14:paraId="0686E7E5" w14:textId="77777777" w:rsidR="006C268E" w:rsidRDefault="006C268E" w:rsidP="006C268E">
      <w:pPr>
        <w:pStyle w:val="CommentText"/>
      </w:pPr>
      <w:r>
        <w:rPr>
          <w:rStyle w:val="CommentReference"/>
        </w:rPr>
        <w:annotationRef/>
      </w:r>
      <w:r>
        <w:rPr>
          <w:lang w:val="en-US"/>
        </w:rPr>
        <w:t>..instantly recognisable?</w:t>
      </w:r>
    </w:p>
  </w:comment>
  <w:comment w:id="61" w:author="Pieter Chris" w:date="2022-02-11T09:45:00Z" w:initials="PC">
    <w:p w14:paraId="007B0194" w14:textId="77777777" w:rsidR="006C268E" w:rsidRDefault="006C268E" w:rsidP="007F2F7E">
      <w:pPr>
        <w:pStyle w:val="CommentText"/>
      </w:pPr>
      <w:r>
        <w:rPr>
          <w:rStyle w:val="CommentReference"/>
        </w:rPr>
        <w:annotationRef/>
      </w:r>
      <w:r>
        <w:t>Clarification required?</w:t>
      </w:r>
    </w:p>
  </w:comment>
  <w:comment w:id="70" w:author="Tomren, Guttorm" w:date="2022-02-15T10:43:00Z" w:initials="TG">
    <w:p w14:paraId="09F845E3" w14:textId="77777777" w:rsidR="006C268E" w:rsidRDefault="006C268E" w:rsidP="00993F35">
      <w:pPr>
        <w:pStyle w:val="CommentText"/>
      </w:pPr>
      <w:r>
        <w:rPr>
          <w:rStyle w:val="CommentReference"/>
        </w:rPr>
        <w:annotationRef/>
      </w:r>
      <w:r>
        <w:t>This might be dependent on the MASS level 1-4 of automation</w:t>
      </w:r>
    </w:p>
  </w:comment>
  <w:comment w:id="74" w:author="Tomren, Guttorm" w:date="2022-03-03T07:35:00Z" w:initials="TG">
    <w:p w14:paraId="7FE213A3" w14:textId="77777777" w:rsidR="00AE1F52" w:rsidRDefault="00AE1F52">
      <w:pPr>
        <w:pStyle w:val="CommentText"/>
      </w:pPr>
      <w:r>
        <w:rPr>
          <w:rStyle w:val="CommentReference"/>
        </w:rPr>
        <w:annotationRef/>
      </w:r>
      <w:r>
        <w:t>Most relevant for VTS?</w:t>
      </w:r>
    </w:p>
  </w:comment>
  <w:comment w:id="76" w:author="Pieter Chris" w:date="2022-03-01T12:54:00Z" w:initials="PC">
    <w:p w14:paraId="1F185F2C" w14:textId="77777777" w:rsidR="006C268E" w:rsidRDefault="006C268E" w:rsidP="006C268E">
      <w:pPr>
        <w:pStyle w:val="CommentText"/>
      </w:pPr>
      <w:r>
        <w:rPr>
          <w:rStyle w:val="CommentReference"/>
        </w:rPr>
        <w:annotationRef/>
      </w:r>
      <w:r>
        <w:t xml:space="preserve">Integrity of Position Monitoring (Systems)? </w:t>
      </w:r>
    </w:p>
  </w:comment>
  <w:comment w:id="77" w:author="Tomren, Guttorm" w:date="2022-03-03T07:35:00Z" w:initials="TG">
    <w:p w14:paraId="0507DC1A" w14:textId="77777777" w:rsidR="00AE1F52" w:rsidRDefault="00AE1F52">
      <w:pPr>
        <w:pStyle w:val="CommentText"/>
      </w:pPr>
      <w:r>
        <w:rPr>
          <w:rStyle w:val="CommentReference"/>
        </w:rPr>
        <w:annotationRef/>
      </w:r>
      <w:r>
        <w:t>Guidance to be developed by ENG?</w:t>
      </w:r>
    </w:p>
  </w:comment>
  <w:comment w:id="79" w:author="Tomren, Guttorm" w:date="2022-03-03T07:37:00Z" w:initials="TG">
    <w:p w14:paraId="19937F01" w14:textId="77777777" w:rsidR="00AE1F52" w:rsidRDefault="00AE1F52">
      <w:pPr>
        <w:pStyle w:val="CommentText"/>
      </w:pPr>
      <w:r>
        <w:rPr>
          <w:rStyle w:val="CommentReference"/>
        </w:rPr>
        <w:annotationRef/>
      </w:r>
      <w:r>
        <w:t>To be defined by IMO?</w:t>
      </w:r>
    </w:p>
  </w:comment>
  <w:comment w:id="80" w:author="Tomren, Guttorm" w:date="2022-03-03T07:40:00Z" w:initials="TG">
    <w:p w14:paraId="4A7C0D9F" w14:textId="77777777" w:rsidR="007E0048" w:rsidRDefault="007E0048">
      <w:pPr>
        <w:pStyle w:val="CommentText"/>
      </w:pPr>
      <w:r>
        <w:rPr>
          <w:rStyle w:val="CommentReference"/>
        </w:rPr>
        <w:annotationRef/>
      </w:r>
      <w:r>
        <w:t>Document from here and onwards closely connected to subject that are IMO territory, in my view, we keep it in, and then the TG can have comments on the subjects.</w:t>
      </w:r>
    </w:p>
  </w:comment>
  <w:comment w:id="82" w:author="Tomren, Guttorm" w:date="2022-03-03T07:37:00Z" w:initials="TG">
    <w:p w14:paraId="142378D0" w14:textId="77777777" w:rsidR="00AE1F52" w:rsidRDefault="00AE1F52">
      <w:pPr>
        <w:pStyle w:val="CommentText"/>
      </w:pPr>
      <w:r>
        <w:rPr>
          <w:rStyle w:val="CommentReference"/>
        </w:rPr>
        <w:annotationRef/>
      </w:r>
      <w:r>
        <w:t>IMO terrritory?</w:t>
      </w:r>
    </w:p>
  </w:comment>
  <w:comment w:id="84" w:author="Tomren, Guttorm" w:date="2022-03-03T07:37:00Z" w:initials="TG">
    <w:p w14:paraId="2FDE7431" w14:textId="77777777" w:rsidR="00AE1F52" w:rsidRDefault="00AE1F52">
      <w:pPr>
        <w:pStyle w:val="CommentText"/>
      </w:pPr>
      <w:r>
        <w:rPr>
          <w:rStyle w:val="CommentReference"/>
        </w:rPr>
        <w:annotationRef/>
      </w:r>
      <w:r>
        <w:t>IMO territory?</w:t>
      </w:r>
    </w:p>
  </w:comment>
  <w:comment w:id="86" w:author="Tomren, Guttorm" w:date="2022-03-03T07:38:00Z" w:initials="TG">
    <w:p w14:paraId="041C5139" w14:textId="77777777" w:rsidR="00AE1F52" w:rsidRDefault="00AE1F52">
      <w:pPr>
        <w:pStyle w:val="CommentText"/>
      </w:pPr>
      <w:r>
        <w:rPr>
          <w:rStyle w:val="CommentReference"/>
        </w:rPr>
        <w:annotationRef/>
      </w:r>
      <w:r>
        <w:t>IMO territory?</w:t>
      </w:r>
    </w:p>
  </w:comment>
  <w:comment w:id="88" w:author="Tomren, Guttorm" w:date="2022-03-03T07:38:00Z" w:initials="TG">
    <w:p w14:paraId="4D64ADE1" w14:textId="77777777" w:rsidR="00AE1F52" w:rsidRDefault="00AE1F52">
      <w:pPr>
        <w:pStyle w:val="CommentText"/>
      </w:pPr>
      <w:r>
        <w:rPr>
          <w:rStyle w:val="CommentReference"/>
        </w:rPr>
        <w:annotationRef/>
      </w:r>
      <w:r w:rsidR="007E0048">
        <w:t>IMO territory, and sections onward.</w:t>
      </w:r>
    </w:p>
  </w:comment>
  <w:comment w:id="102" w:author="Tomren, Guttorm" w:date="2022-03-03T07:43:00Z" w:initials="TG">
    <w:p w14:paraId="2A6F7718" w14:textId="77777777" w:rsidR="007E0048" w:rsidRDefault="007E0048">
      <w:pPr>
        <w:pStyle w:val="CommentText"/>
      </w:pPr>
      <w:r>
        <w:rPr>
          <w:rStyle w:val="CommentReference"/>
        </w:rPr>
        <w:annotationRef/>
      </w:r>
      <w:r>
        <w:t>This need to be discussed, difficult since no formal interface is yet defined.</w:t>
      </w:r>
    </w:p>
  </w:comment>
  <w:comment w:id="107" w:author="Tomren, Guttorm" w:date="2022-03-03T07:44:00Z" w:initials="TG">
    <w:p w14:paraId="11388BD8" w14:textId="77777777" w:rsidR="007E0048" w:rsidRDefault="007E0048">
      <w:pPr>
        <w:pStyle w:val="CommentText"/>
      </w:pPr>
      <w:r>
        <w:rPr>
          <w:rStyle w:val="CommentReference"/>
        </w:rPr>
        <w:annotationRef/>
      </w:r>
      <w:r>
        <w:t>VTS stuff?</w:t>
      </w:r>
    </w:p>
  </w:comment>
  <w:comment w:id="109" w:author="Tomren, Guttorm" w:date="2022-03-03T07:44:00Z" w:initials="TG">
    <w:p w14:paraId="415992D1" w14:textId="77777777" w:rsidR="007E0048" w:rsidRDefault="007E0048">
      <w:pPr>
        <w:pStyle w:val="CommentText"/>
      </w:pPr>
      <w:r>
        <w:rPr>
          <w:rStyle w:val="CommentReference"/>
        </w:rPr>
        <w:annotationRef/>
      </w:r>
      <w:r>
        <w:t>IALA territory?</w:t>
      </w:r>
    </w:p>
  </w:comment>
  <w:comment w:id="111" w:author="Tomren, Guttorm" w:date="2022-03-03T07:45:00Z" w:initials="TG">
    <w:p w14:paraId="2462425B" w14:textId="77777777" w:rsidR="007E0048" w:rsidRDefault="007E0048">
      <w:pPr>
        <w:pStyle w:val="CommentText"/>
      </w:pPr>
      <w:r>
        <w:rPr>
          <w:rStyle w:val="CommentReference"/>
        </w:rPr>
        <w:annotationRef/>
      </w:r>
      <w:r>
        <w:t>IALA territory?</w:t>
      </w:r>
    </w:p>
  </w:comment>
  <w:comment w:id="113" w:author="Tomren, Guttorm" w:date="2022-03-03T07:45:00Z" w:initials="TG">
    <w:p w14:paraId="68985C25" w14:textId="77777777" w:rsidR="007E0048" w:rsidRDefault="007E0048">
      <w:pPr>
        <w:pStyle w:val="CommentText"/>
      </w:pPr>
      <w:r>
        <w:rPr>
          <w:rStyle w:val="CommentReference"/>
        </w:rPr>
        <w:annotationRef/>
      </w:r>
      <w:r>
        <w:t>VTS view?</w:t>
      </w:r>
    </w:p>
  </w:comment>
  <w:comment w:id="116" w:author="Tomren, Guttorm" w:date="2022-03-03T07:45:00Z" w:initials="TG">
    <w:p w14:paraId="3813F566" w14:textId="77777777" w:rsidR="007E0048" w:rsidRDefault="007E0048">
      <w:pPr>
        <w:pStyle w:val="CommentText"/>
      </w:pPr>
      <w:r>
        <w:rPr>
          <w:rStyle w:val="CommentReference"/>
        </w:rPr>
        <w:annotationRef/>
      </w:r>
      <w:r>
        <w:t>IMO territory?</w:t>
      </w:r>
    </w:p>
  </w:comment>
  <w:comment w:id="118" w:author="Tomren, Guttorm" w:date="2022-03-03T07:46:00Z" w:initials="TG">
    <w:p w14:paraId="70BA0A7E" w14:textId="77777777" w:rsidR="007E0048" w:rsidRDefault="007E0048">
      <w:pPr>
        <w:pStyle w:val="CommentText"/>
      </w:pPr>
      <w:r>
        <w:rPr>
          <w:rStyle w:val="CommentReference"/>
        </w:rPr>
        <w:annotationRef/>
      </w:r>
      <w:r>
        <w:t>VTS stuff?</w:t>
      </w:r>
    </w:p>
  </w:comment>
  <w:comment w:id="120" w:author="Tomren, Guttorm" w:date="2022-03-03T07:46:00Z" w:initials="TG">
    <w:p w14:paraId="2C3165B5" w14:textId="77777777" w:rsidR="007E0048" w:rsidRDefault="007E0048">
      <w:pPr>
        <w:pStyle w:val="CommentText"/>
      </w:pPr>
      <w:r>
        <w:rPr>
          <w:rStyle w:val="CommentReference"/>
        </w:rPr>
        <w:annotationRef/>
      </w:r>
      <w:r>
        <w:t>HSQE for VTS?</w:t>
      </w:r>
    </w:p>
  </w:comment>
  <w:comment w:id="122" w:author="Tomren, Guttorm" w:date="2022-03-03T07:47:00Z" w:initials="TG">
    <w:p w14:paraId="7E1793D0" w14:textId="77777777" w:rsidR="007E0048" w:rsidRDefault="007E0048">
      <w:pPr>
        <w:pStyle w:val="CommentText"/>
      </w:pPr>
      <w:r>
        <w:rPr>
          <w:rStyle w:val="CommentReference"/>
        </w:rPr>
        <w:annotationRef/>
      </w:r>
      <w:r>
        <w:t>IMO territory? SAR</w:t>
      </w:r>
    </w:p>
  </w:comment>
  <w:comment w:id="127" w:author="Tomren, Guttorm" w:date="2022-03-03T07:47:00Z" w:initials="TG">
    <w:p w14:paraId="698E8234" w14:textId="77777777" w:rsidR="007E0048" w:rsidRDefault="007E0048">
      <w:pPr>
        <w:pStyle w:val="CommentText"/>
      </w:pPr>
      <w:r>
        <w:rPr>
          <w:rStyle w:val="CommentReference"/>
        </w:rPr>
        <w:annotationRef/>
      </w:r>
      <w:r>
        <w:t>IMO or VTS?</w:t>
      </w:r>
    </w:p>
  </w:comment>
  <w:comment w:id="130" w:author="Tomren, Guttorm" w:date="2022-02-15T09:15:00Z" w:initials="TG">
    <w:p w14:paraId="1B25F79C" w14:textId="77777777" w:rsidR="006C268E" w:rsidRDefault="006C268E" w:rsidP="007F2F7E">
      <w:pPr>
        <w:pStyle w:val="CommentText"/>
      </w:pPr>
      <w:r>
        <w:rPr>
          <w:rStyle w:val="CommentReference"/>
        </w:rPr>
        <w:annotationRef/>
      </w:r>
      <w:r>
        <w:t>According to Minsu, the consensus now is that ENAV shall coordinate this guideline and other committees submit contributions in various chapters.</w:t>
      </w:r>
    </w:p>
  </w:comment>
  <w:comment w:id="140" w:author="Jillian Carson-Jackson" w:date="2021-03-17T08:35:00Z" w:initials="JC">
    <w:p w14:paraId="1A98D2AC" w14:textId="77777777" w:rsidR="006C268E" w:rsidRDefault="006C268E" w:rsidP="00A8039E">
      <w:pPr>
        <w:pStyle w:val="CommentText"/>
      </w:pPr>
      <w:r>
        <w:rPr>
          <w:rStyle w:val="CommentReference"/>
        </w:rPr>
        <w:annotationRef/>
      </w:r>
      <w:r>
        <w:t>Propose a marine AtoN classification be developed</w:t>
      </w:r>
    </w:p>
    <w:p w14:paraId="73D6D065" w14:textId="77777777" w:rsidR="006C268E" w:rsidRDefault="006C268E">
      <w:pPr>
        <w:pStyle w:val="CommentText"/>
      </w:pPr>
      <w:r>
        <w:t xml:space="preserve">Possible work item for ARM </w:t>
      </w:r>
    </w:p>
    <w:p w14:paraId="1305B093" w14:textId="77777777" w:rsidR="006C268E" w:rsidRDefault="006C268E">
      <w:pPr>
        <w:pStyle w:val="CommentText"/>
      </w:pPr>
      <w:r>
        <w:t xml:space="preserve">Link the ‘categories’ to the MASS degrees/levels </w:t>
      </w:r>
    </w:p>
  </w:comment>
  <w:comment w:id="141" w:author="Tomren, Guttorm" w:date="2022-02-14T12:45:00Z" w:initials="TG">
    <w:p w14:paraId="5C53B0DF" w14:textId="77777777" w:rsidR="006C268E" w:rsidRDefault="006C268E">
      <w:pPr>
        <w:pStyle w:val="CommentText"/>
      </w:pPr>
      <w:r>
        <w:rPr>
          <w:rStyle w:val="CommentReference"/>
        </w:rPr>
        <w:annotationRef/>
      </w:r>
      <w:r>
        <w:t xml:space="preserve">Uncertain about this, there is always something to learn from other industries, but a huge difference from aviation is that at sea, there is a mix of all types of vessels, there is little tradition for having exclusive zones/ares for a certain type of vessel (except deep draft) We also have the existing O-130 categories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EF70A44" w15:done="0"/>
  <w15:commentEx w15:paraId="3651807C" w15:done="0"/>
  <w15:commentEx w15:paraId="6FBAEE35" w15:done="0"/>
  <w15:commentEx w15:paraId="71516D4C" w15:done="0"/>
  <w15:commentEx w15:paraId="5BDAFB29" w15:done="0"/>
  <w15:commentEx w15:paraId="7AE24C27" w15:done="0"/>
  <w15:commentEx w15:paraId="56906276" w15:done="0"/>
  <w15:commentEx w15:paraId="2D4E3299" w15:done="0"/>
  <w15:commentEx w15:paraId="2BF7D925" w15:done="0"/>
  <w15:commentEx w15:paraId="5E5237CE" w15:done="0"/>
  <w15:commentEx w15:paraId="460FD103" w15:done="0"/>
  <w15:commentEx w15:paraId="67D24850" w15:done="0"/>
  <w15:commentEx w15:paraId="092D184E" w15:done="0"/>
  <w15:commentEx w15:paraId="220A29C0" w15:done="0"/>
  <w15:commentEx w15:paraId="7AF0742D" w15:done="0"/>
  <w15:commentEx w15:paraId="75A5E2D9" w15:done="0"/>
  <w15:commentEx w15:paraId="77FC8C73" w15:done="0"/>
  <w15:commentEx w15:paraId="4F0F3EF9" w15:paraIdParent="77FC8C73" w15:done="0"/>
  <w15:commentEx w15:paraId="2EA50E17" w15:done="0"/>
  <w15:commentEx w15:paraId="0D1A5B01" w15:done="0"/>
  <w15:commentEx w15:paraId="4721F640" w15:done="0"/>
  <w15:commentEx w15:paraId="7CF0DAA0" w15:done="0"/>
  <w15:commentEx w15:paraId="3F00231D" w15:done="0"/>
  <w15:commentEx w15:paraId="034FD419" w15:done="0"/>
  <w15:commentEx w15:paraId="28887E47" w15:done="0"/>
  <w15:commentEx w15:paraId="1761304E" w15:done="0"/>
  <w15:commentEx w15:paraId="0686E7E5" w15:done="0"/>
  <w15:commentEx w15:paraId="007B0194" w15:done="0"/>
  <w15:commentEx w15:paraId="09F845E3" w15:done="0"/>
  <w15:commentEx w15:paraId="7FE213A3" w15:done="0"/>
  <w15:commentEx w15:paraId="1F185F2C" w15:done="0"/>
  <w15:commentEx w15:paraId="0507DC1A" w15:done="0"/>
  <w15:commentEx w15:paraId="19937F01" w15:done="0"/>
  <w15:commentEx w15:paraId="4A7C0D9F" w15:done="0"/>
  <w15:commentEx w15:paraId="142378D0" w15:done="0"/>
  <w15:commentEx w15:paraId="2FDE7431" w15:done="0"/>
  <w15:commentEx w15:paraId="041C5139" w15:done="0"/>
  <w15:commentEx w15:paraId="4D64ADE1" w15:done="0"/>
  <w15:commentEx w15:paraId="2A6F7718" w15:done="0"/>
  <w15:commentEx w15:paraId="11388BD8" w15:done="0"/>
  <w15:commentEx w15:paraId="415992D1" w15:done="0"/>
  <w15:commentEx w15:paraId="2462425B" w15:done="0"/>
  <w15:commentEx w15:paraId="68985C25" w15:done="0"/>
  <w15:commentEx w15:paraId="3813F566" w15:done="0"/>
  <w15:commentEx w15:paraId="70BA0A7E" w15:done="0"/>
  <w15:commentEx w15:paraId="2C3165B5" w15:done="0"/>
  <w15:commentEx w15:paraId="7E1793D0" w15:done="0"/>
  <w15:commentEx w15:paraId="698E8234" w15:done="0"/>
  <w15:commentEx w15:paraId="1B25F79C" w15:done="0"/>
  <w15:commentEx w15:paraId="1305B093" w15:done="0"/>
  <w15:commentEx w15:paraId="5C53B0D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B3769" w16cex:dateUtc="2021-03-17T21:43:00Z"/>
  <w16cex:commentExtensible w16cex:durableId="25CB376A" w16cex:dateUtc="2022-02-22T13:24:00Z"/>
  <w16cex:commentExtensible w16cex:durableId="25CB376B" w16cex:dateUtc="2022-02-15T10:17:00Z"/>
  <w16cex:commentExtensible w16cex:durableId="25CB376C" w16cex:dateUtc="2022-02-22T13:21:00Z"/>
  <w16cex:commentExtensible w16cex:durableId="25CB376D" w16cex:dateUtc="2022-02-13T18:02:00Z"/>
  <w16cex:commentExtensible w16cex:durableId="25CB376E" w16cex:dateUtc="2022-02-15T10:24:00Z"/>
  <w16cex:commentExtensible w16cex:durableId="25CB376F" w16cex:dateUtc="2021-03-17T20:44:00Z"/>
  <w16cex:commentExtensible w16cex:durableId="25CB3770" w16cex:dateUtc="2022-02-15T09:01:00Z"/>
  <w16cex:commentExtensible w16cex:durableId="25CB3771" w16cex:dateUtc="2022-02-15T10:29:00Z"/>
  <w16cex:commentExtensible w16cex:durableId="25CB3772" w16cex:dateUtc="2022-03-03T07:23:00Z"/>
  <w16cex:commentExtensible w16cex:durableId="25CB3773" w16cex:dateUtc="2022-02-01T17:15:00Z"/>
  <w16cex:commentExtensible w16cex:durableId="25CB3774" w16cex:dateUtc="2022-03-01T15:04:00Z"/>
  <w16cex:commentExtensible w16cex:durableId="25CB3775" w16cex:dateUtc="2022-03-03T07:25:00Z"/>
  <w16cex:commentExtensible w16cex:durableId="25CB3776" w16cex:dateUtc="2022-03-03T07:25:00Z"/>
  <w16cex:commentExtensible w16cex:durableId="25CB3777" w16cex:dateUtc="2022-03-03T07:26:00Z"/>
  <w16cex:commentExtensible w16cex:durableId="25CB3778" w16cex:dateUtc="2022-03-03T07:28:00Z"/>
  <w16cex:commentExtensible w16cex:durableId="25CB3779" w16cex:dateUtc="2022-03-03T07:28:00Z"/>
  <w16cex:commentExtensible w16cex:durableId="25CB4B9F" w16cex:dateUtc="2022-03-03T12:13:00Z"/>
  <w16cex:commentExtensible w16cex:durableId="25CB377A" w16cex:dateUtc="2022-02-22T14:16:00Z"/>
  <w16cex:commentExtensible w16cex:durableId="25CB377B" w16cex:dateUtc="2022-03-03T07:30:00Z"/>
  <w16cex:commentExtensible w16cex:durableId="25CB377C" w16cex:dateUtc="2022-03-03T07:30:00Z"/>
  <w16cex:commentExtensible w16cex:durableId="25CB377D" w16cex:dateUtc="2022-03-03T07:31:00Z"/>
  <w16cex:commentExtensible w16cex:durableId="25CB377E" w16cex:dateUtc="2022-03-03T07:31:00Z"/>
  <w16cex:commentExtensible w16cex:durableId="25CB377F" w16cex:dateUtc="2022-03-01T12:38:00Z"/>
  <w16cex:commentExtensible w16cex:durableId="25CB3780" w16cex:dateUtc="2022-03-03T07:32:00Z"/>
  <w16cex:commentExtensible w16cex:durableId="25CB3781" w16cex:dateUtc="2022-02-27T06:49:00Z"/>
  <w16cex:commentExtensible w16cex:durableId="25CB3782" w16cex:dateUtc="2022-03-01T12:41:00Z"/>
  <w16cex:commentExtensible w16cex:durableId="25CB3783" w16cex:dateUtc="2022-02-11T09:45:00Z"/>
  <w16cex:commentExtensible w16cex:durableId="25CB3784" w16cex:dateUtc="2022-02-15T10:43:00Z"/>
  <w16cex:commentExtensible w16cex:durableId="25CB3787" w16cex:dateUtc="2022-03-03T07:35:00Z"/>
  <w16cex:commentExtensible w16cex:durableId="25CB3788" w16cex:dateUtc="2022-03-01T12:54:00Z"/>
  <w16cex:commentExtensible w16cex:durableId="25CB3789" w16cex:dateUtc="2022-03-03T07:35:00Z"/>
  <w16cex:commentExtensible w16cex:durableId="25CB378A" w16cex:dateUtc="2022-03-03T07:37:00Z"/>
  <w16cex:commentExtensible w16cex:durableId="25CB378B" w16cex:dateUtc="2022-03-03T07:40:00Z"/>
  <w16cex:commentExtensible w16cex:durableId="25CB378C" w16cex:dateUtc="2022-03-03T07:37:00Z"/>
  <w16cex:commentExtensible w16cex:durableId="25CB378D" w16cex:dateUtc="2022-03-03T07:37:00Z"/>
  <w16cex:commentExtensible w16cex:durableId="25CB378E" w16cex:dateUtc="2022-03-03T07:38:00Z"/>
  <w16cex:commentExtensible w16cex:durableId="25CB378F" w16cex:dateUtc="2022-03-03T07:38:00Z"/>
  <w16cex:commentExtensible w16cex:durableId="25CB3790" w16cex:dateUtc="2022-03-03T07:43:00Z"/>
  <w16cex:commentExtensible w16cex:durableId="25CB3791" w16cex:dateUtc="2022-03-03T07:44:00Z"/>
  <w16cex:commentExtensible w16cex:durableId="25CB3792" w16cex:dateUtc="2022-03-03T07:44:00Z"/>
  <w16cex:commentExtensible w16cex:durableId="25CB3793" w16cex:dateUtc="2022-03-03T07:45:00Z"/>
  <w16cex:commentExtensible w16cex:durableId="25CB3794" w16cex:dateUtc="2022-03-03T07:45:00Z"/>
  <w16cex:commentExtensible w16cex:durableId="25CB3795" w16cex:dateUtc="2022-03-03T07:45:00Z"/>
  <w16cex:commentExtensible w16cex:durableId="25CB3796" w16cex:dateUtc="2022-03-03T07:46:00Z"/>
  <w16cex:commentExtensible w16cex:durableId="25CB3797" w16cex:dateUtc="2022-03-03T07:46:00Z"/>
  <w16cex:commentExtensible w16cex:durableId="25CB3798" w16cex:dateUtc="2022-03-03T07:47:00Z"/>
  <w16cex:commentExtensible w16cex:durableId="25CB3799" w16cex:dateUtc="2022-03-03T07:47:00Z"/>
  <w16cex:commentExtensible w16cex:durableId="25CB379A" w16cex:dateUtc="2022-02-15T09:15:00Z"/>
  <w16cex:commentExtensible w16cex:durableId="25CB379B" w16cex:dateUtc="2021-03-17T08:35:00Z"/>
  <w16cex:commentExtensible w16cex:durableId="25CB379C" w16cex:dateUtc="2022-02-14T12: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EF70A44" w16cid:durableId="25CB3769"/>
  <w16cid:commentId w16cid:paraId="3651807C" w16cid:durableId="25CB376A"/>
  <w16cid:commentId w16cid:paraId="6FBAEE35" w16cid:durableId="25CB376B"/>
  <w16cid:commentId w16cid:paraId="71516D4C" w16cid:durableId="25CB376C"/>
  <w16cid:commentId w16cid:paraId="5BDAFB29" w16cid:durableId="25CB376D"/>
  <w16cid:commentId w16cid:paraId="7AE24C27" w16cid:durableId="25CB376E"/>
  <w16cid:commentId w16cid:paraId="56906276" w16cid:durableId="25CB376F"/>
  <w16cid:commentId w16cid:paraId="2D4E3299" w16cid:durableId="25CB3770"/>
  <w16cid:commentId w16cid:paraId="2BF7D925" w16cid:durableId="25CB3771"/>
  <w16cid:commentId w16cid:paraId="5E5237CE" w16cid:durableId="25CB3772"/>
  <w16cid:commentId w16cid:paraId="460FD103" w16cid:durableId="25CB3773"/>
  <w16cid:commentId w16cid:paraId="67D24850" w16cid:durableId="25CB3774"/>
  <w16cid:commentId w16cid:paraId="092D184E" w16cid:durableId="25CB3775"/>
  <w16cid:commentId w16cid:paraId="220A29C0" w16cid:durableId="25CB3776"/>
  <w16cid:commentId w16cid:paraId="7AF0742D" w16cid:durableId="25CB3777"/>
  <w16cid:commentId w16cid:paraId="75A5E2D9" w16cid:durableId="25CB3778"/>
  <w16cid:commentId w16cid:paraId="77FC8C73" w16cid:durableId="25CB3779"/>
  <w16cid:commentId w16cid:paraId="4F0F3EF9" w16cid:durableId="25CB4B9F"/>
  <w16cid:commentId w16cid:paraId="2EA50E17" w16cid:durableId="25CB377A"/>
  <w16cid:commentId w16cid:paraId="0D1A5B01" w16cid:durableId="25CB377B"/>
  <w16cid:commentId w16cid:paraId="4721F640" w16cid:durableId="25CB377C"/>
  <w16cid:commentId w16cid:paraId="7CF0DAA0" w16cid:durableId="25CB377D"/>
  <w16cid:commentId w16cid:paraId="3F00231D" w16cid:durableId="25CB377E"/>
  <w16cid:commentId w16cid:paraId="034FD419" w16cid:durableId="25CB377F"/>
  <w16cid:commentId w16cid:paraId="28887E47" w16cid:durableId="25CB3780"/>
  <w16cid:commentId w16cid:paraId="1761304E" w16cid:durableId="25CB3781"/>
  <w16cid:commentId w16cid:paraId="0686E7E5" w16cid:durableId="25CB3782"/>
  <w16cid:commentId w16cid:paraId="007B0194" w16cid:durableId="25CB3783"/>
  <w16cid:commentId w16cid:paraId="09F845E3" w16cid:durableId="25CB3784"/>
  <w16cid:commentId w16cid:paraId="7FE213A3" w16cid:durableId="25CB3787"/>
  <w16cid:commentId w16cid:paraId="1F185F2C" w16cid:durableId="25CB3788"/>
  <w16cid:commentId w16cid:paraId="0507DC1A" w16cid:durableId="25CB3789"/>
  <w16cid:commentId w16cid:paraId="19937F01" w16cid:durableId="25CB378A"/>
  <w16cid:commentId w16cid:paraId="4A7C0D9F" w16cid:durableId="25CB378B"/>
  <w16cid:commentId w16cid:paraId="142378D0" w16cid:durableId="25CB378C"/>
  <w16cid:commentId w16cid:paraId="2FDE7431" w16cid:durableId="25CB378D"/>
  <w16cid:commentId w16cid:paraId="041C5139" w16cid:durableId="25CB378E"/>
  <w16cid:commentId w16cid:paraId="4D64ADE1" w16cid:durableId="25CB378F"/>
  <w16cid:commentId w16cid:paraId="2A6F7718" w16cid:durableId="25CB3790"/>
  <w16cid:commentId w16cid:paraId="11388BD8" w16cid:durableId="25CB3791"/>
  <w16cid:commentId w16cid:paraId="415992D1" w16cid:durableId="25CB3792"/>
  <w16cid:commentId w16cid:paraId="2462425B" w16cid:durableId="25CB3793"/>
  <w16cid:commentId w16cid:paraId="68985C25" w16cid:durableId="25CB3794"/>
  <w16cid:commentId w16cid:paraId="3813F566" w16cid:durableId="25CB3795"/>
  <w16cid:commentId w16cid:paraId="70BA0A7E" w16cid:durableId="25CB3796"/>
  <w16cid:commentId w16cid:paraId="2C3165B5" w16cid:durableId="25CB3797"/>
  <w16cid:commentId w16cid:paraId="7E1793D0" w16cid:durableId="25CB3798"/>
  <w16cid:commentId w16cid:paraId="698E8234" w16cid:durableId="25CB3799"/>
  <w16cid:commentId w16cid:paraId="1B25F79C" w16cid:durableId="25CB379A"/>
  <w16cid:commentId w16cid:paraId="1305B093" w16cid:durableId="25CB379B"/>
  <w16cid:commentId w16cid:paraId="5C53B0DF" w16cid:durableId="25CB379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E9F512" w14:textId="77777777" w:rsidR="00F665BC" w:rsidRDefault="00F665BC" w:rsidP="003274DB">
      <w:r>
        <w:separator/>
      </w:r>
    </w:p>
    <w:p w14:paraId="3D6B91B9" w14:textId="77777777" w:rsidR="00F665BC" w:rsidRDefault="00F665BC"/>
  </w:endnote>
  <w:endnote w:type="continuationSeparator" w:id="0">
    <w:p w14:paraId="52FA28B1" w14:textId="77777777" w:rsidR="00F665BC" w:rsidRDefault="00F665BC" w:rsidP="003274DB">
      <w:r>
        <w:continuationSeparator/>
      </w:r>
    </w:p>
    <w:p w14:paraId="61F7F241" w14:textId="77777777" w:rsidR="00F665BC" w:rsidRDefault="00F665BC"/>
  </w:endnote>
  <w:endnote w:type="continuationNotice" w:id="1">
    <w:p w14:paraId="55DA3C61" w14:textId="77777777" w:rsidR="00F665BC" w:rsidRDefault="00F665B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Book">
    <w:altName w:val="Tw Cen MT"/>
    <w:charset w:val="00"/>
    <w:family w:val="auto"/>
    <w:pitch w:val="variable"/>
    <w:sig w:usb0="800000AF" w:usb1="5000204A" w:usb2="00000000" w:usb3="00000000" w:csb0="0000009B" w:csb1="00000000"/>
  </w:font>
  <w:font w:name="Avenir Next Condensed">
    <w:altName w:val="Arial Narrow"/>
    <w:charset w:val="00"/>
    <w:family w:val="auto"/>
    <w:pitch w:val="variable"/>
    <w:sig w:usb0="8000002F" w:usb1="5000204A" w:usb2="00000000" w:usb3="00000000" w:csb0="0000009B" w:csb1="00000000"/>
  </w:font>
  <w:font w:name="EGPINH+ArialMT">
    <w:altName w:val="Arial"/>
    <w:panose1 w:val="00000000000000000000"/>
    <w:charset w:val="00"/>
    <w:family w:val="swiss"/>
    <w:notTrueType/>
    <w:pitch w:val="default"/>
    <w:sig w:usb0="00000003" w:usb1="00000000" w:usb2="00000000" w:usb3="00000000" w:csb0="00000001" w:csb1="00000000"/>
  </w:font>
  <w:font w:name="EGPINL+Aria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897E5" w14:textId="77777777" w:rsidR="006C268E" w:rsidRDefault="006C268E"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87DDB9" w14:textId="77777777" w:rsidR="006C268E" w:rsidRDefault="006C268E"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B51B828" w14:textId="77777777" w:rsidR="006C268E" w:rsidRDefault="006C268E"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912BEF9" w14:textId="77777777" w:rsidR="006C268E" w:rsidRDefault="006C268E"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35291B" w14:textId="77777777" w:rsidR="006C268E" w:rsidRDefault="006C268E"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BDF0B" w14:textId="77777777" w:rsidR="006C268E" w:rsidRPr="00330F50" w:rsidRDefault="006C268E" w:rsidP="00910058">
    <w:pPr>
      <w:rPr>
        <w:rFonts w:ascii="Avenir Book" w:hAnsi="Avenir Book"/>
        <w:color w:val="808080" w:themeColor="background1" w:themeShade="80"/>
        <w:sz w:val="13"/>
        <w:szCs w:val="13"/>
        <w:lang w:val="fr-FR"/>
      </w:rPr>
    </w:pPr>
    <w:r w:rsidRPr="00330F50">
      <w:rPr>
        <w:rFonts w:ascii="Avenir Book" w:hAnsi="Avenir Book"/>
        <w:color w:val="808080" w:themeColor="background1" w:themeShade="80"/>
        <w:sz w:val="13"/>
        <w:szCs w:val="13"/>
        <w:lang w:val="fr-FR"/>
      </w:rPr>
      <w:t>10, rue des Gaudines – 78100 Saint Germaine en Laye, France</w:t>
    </w:r>
  </w:p>
  <w:p w14:paraId="21F8799F" w14:textId="77777777" w:rsidR="006C268E" w:rsidRPr="00330F50" w:rsidRDefault="006C268E" w:rsidP="00910058">
    <w:pPr>
      <w:rPr>
        <w:rFonts w:ascii="Avenir Book" w:hAnsi="Avenir Book"/>
        <w:color w:val="808080" w:themeColor="background1" w:themeShade="80"/>
        <w:sz w:val="14"/>
        <w:szCs w:val="14"/>
        <w:lang w:val="fr-FR"/>
      </w:rPr>
    </w:pPr>
    <w:r w:rsidRPr="00330F50">
      <w:rPr>
        <w:rFonts w:ascii="Avenir Book" w:hAnsi="Avenir Book"/>
        <w:color w:val="808080" w:themeColor="background1" w:themeShade="80"/>
        <w:sz w:val="13"/>
        <w:szCs w:val="13"/>
        <w:lang w:val="fr-FR"/>
      </w:rPr>
      <w:t>Tél. +33(0)1 34 51 70 01 – Fax +33 (0)1 34 51 82 05 – contact@iala-aism.org</w:t>
    </w:r>
  </w:p>
  <w:p w14:paraId="545E8D52" w14:textId="77777777" w:rsidR="006C268E" w:rsidRPr="004B6107" w:rsidRDefault="006C268E" w:rsidP="00910058">
    <w:pPr>
      <w:rPr>
        <w:rFonts w:ascii="Avenir Book" w:hAnsi="Avenir Book"/>
        <w:b/>
        <w:color w:val="00558C"/>
        <w:sz w:val="14"/>
        <w:szCs w:val="14"/>
      </w:rPr>
    </w:pPr>
    <w:r w:rsidRPr="004B6107">
      <w:rPr>
        <w:rFonts w:ascii="Avenir Book" w:hAnsi="Avenir Book"/>
        <w:b/>
        <w:color w:val="00558C"/>
        <w:sz w:val="14"/>
        <w:szCs w:val="14"/>
      </w:rPr>
      <w:t>www.iala-aism.org</w:t>
    </w:r>
  </w:p>
  <w:p w14:paraId="4A606458" w14:textId="77777777" w:rsidR="006C268E" w:rsidRPr="004B6107" w:rsidRDefault="006C268E"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6EF670D6" w14:textId="77777777" w:rsidR="006C268E" w:rsidRPr="00910058" w:rsidRDefault="006C268E" w:rsidP="00910058">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910058">
      <w:rPr>
        <w:noProof/>
        <w:sz w:val="13"/>
        <w:szCs w:val="13"/>
        <w:lang w:val="nb-NO" w:eastAsia="nb-NO"/>
      </w:rPr>
      <mc:AlternateContent>
        <mc:Choice Requires="wps">
          <w:drawing>
            <wp:anchor distT="0" distB="0" distL="114300" distR="114300" simplePos="0" relativeHeight="251669504" behindDoc="0" locked="0" layoutInCell="1" allowOverlap="1" wp14:anchorId="731188B0" wp14:editId="02B5C466">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B8E78A9"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858F9" w14:textId="77777777" w:rsidR="006C268E" w:rsidRDefault="006C268E" w:rsidP="00525922">
    <w:pPr>
      <w:pStyle w:val="Footerlandscape"/>
    </w:pPr>
    <w:r>
      <w:rPr>
        <w:noProof/>
        <w:lang w:val="nb-NO" w:eastAsia="nb-NO"/>
      </w:rPr>
      <mc:AlternateContent>
        <mc:Choice Requires="wps">
          <w:drawing>
            <wp:anchor distT="0" distB="0" distL="114300" distR="114300" simplePos="0" relativeHeight="251691008" behindDoc="0" locked="0" layoutInCell="1" allowOverlap="1" wp14:anchorId="2C17E824" wp14:editId="2C3170D1">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C61878E"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09CA0A19" w14:textId="77777777" w:rsidR="006C268E" w:rsidRPr="00C907DF" w:rsidRDefault="006C268E"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nb-NO"/>
      </w:rPr>
      <w:t>Feil! Bruk fanen Hjem til å bruke Document title på teksten du vil skal vises her.</w:t>
    </w:r>
    <w:r w:rsidRPr="00C907DF">
      <w:rPr>
        <w:szCs w:val="15"/>
      </w:rPr>
      <w:fldChar w:fldCharType="end"/>
    </w:r>
    <w:r w:rsidRPr="00CB3578">
      <w:rPr>
        <w:szCs w:val="15"/>
        <w:lang w:val="nb-NO"/>
      </w:rPr>
      <w:t xml:space="preserve"> </w:t>
    </w:r>
    <w:r>
      <w:rPr>
        <w:szCs w:val="15"/>
      </w:rPr>
      <w:fldChar w:fldCharType="begin"/>
    </w:r>
    <w:r w:rsidRPr="00CB3578">
      <w:rPr>
        <w:szCs w:val="15"/>
        <w:lang w:val="nb-NO"/>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nb-NO"/>
      </w:rPr>
      <w:t>Feil! Bruk fanen Hjem til å bruke Subtitle på teksten du vil skal vises her.</w:t>
    </w:r>
    <w:r>
      <w:rPr>
        <w:szCs w:val="15"/>
      </w:rPr>
      <w:fldChar w:fldCharType="end"/>
    </w:r>
  </w:p>
  <w:p w14:paraId="26F2190E" w14:textId="77777777" w:rsidR="006C268E" w:rsidRPr="00525922" w:rsidRDefault="006C268E"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0C6D0" w14:textId="77777777" w:rsidR="006C268E" w:rsidRPr="00C716E5" w:rsidRDefault="006C268E" w:rsidP="00C716E5">
    <w:pPr>
      <w:pStyle w:val="Footer"/>
      <w:rPr>
        <w:sz w:val="15"/>
        <w:szCs w:val="15"/>
      </w:rPr>
    </w:pPr>
  </w:p>
  <w:p w14:paraId="50280442" w14:textId="77777777" w:rsidR="006C268E" w:rsidRDefault="006C268E" w:rsidP="00C716E5">
    <w:pPr>
      <w:pStyle w:val="Footerportrait"/>
    </w:pPr>
  </w:p>
  <w:p w14:paraId="2A384AFE" w14:textId="1B2EBBCF" w:rsidR="006C268E" w:rsidRPr="00C907DF" w:rsidRDefault="00F665BC" w:rsidP="00C716E5">
    <w:pPr>
      <w:pStyle w:val="Footerportrait"/>
      <w:rPr>
        <w:rStyle w:val="PageNumber"/>
        <w:szCs w:val="15"/>
      </w:rPr>
    </w:pPr>
    <w:fldSimple w:instr=" STYLEREF &quot;Document type&quot; \* MERGEFORMAT ">
      <w:r w:rsidR="00867451">
        <w:t>IALA Guideline</w:t>
      </w:r>
    </w:fldSimple>
    <w:r w:rsidR="006C268E" w:rsidRPr="00C907DF">
      <w:t xml:space="preserve"> </w:t>
    </w:r>
    <w:fldSimple w:instr=" STYLEREF &quot;Document number&quot; \* MERGEFORMAT ">
      <w:r w:rsidR="00867451">
        <w:t>1???</w:t>
      </w:r>
    </w:fldSimple>
    <w:r w:rsidR="006C268E" w:rsidRPr="00C907DF">
      <w:t xml:space="preserve"> –</w:t>
    </w:r>
    <w:r w:rsidR="006C268E">
      <w:t xml:space="preserve"> </w:t>
    </w:r>
    <w:fldSimple w:instr=" STYLEREF &quot;Document name&quot; \* MERGEFORMAT ">
      <w:r w:rsidR="00867451">
        <w:t>IALA GUideline on developments in maritime autonomous surface ships</w:t>
      </w:r>
    </w:fldSimple>
  </w:p>
  <w:p w14:paraId="4CA1C525" w14:textId="5F554B87" w:rsidR="006C268E" w:rsidRPr="00C907DF" w:rsidRDefault="00F665BC" w:rsidP="00C716E5">
    <w:pPr>
      <w:pStyle w:val="Footerportrait"/>
    </w:pPr>
    <w:fldSimple w:instr=" STYLEREF &quot;Edition number&quot; \* MERGEFORMAT ">
      <w:r w:rsidR="00867451">
        <w:t>Edition 1.0</w:t>
      </w:r>
    </w:fldSimple>
    <w:r w:rsidR="006C268E">
      <w:t xml:space="preserve">  </w:t>
    </w:r>
    <w:fldSimple w:instr=" STYLEREF &quot;Document date&quot; \* MERGEFORMAT ">
      <w:r w:rsidR="00867451">
        <w:t>Document date</w:t>
      </w:r>
    </w:fldSimple>
    <w:r w:rsidR="006C268E" w:rsidRPr="00C907DF">
      <w:tab/>
    </w:r>
    <w:r w:rsidR="006C268E">
      <w:t xml:space="preserve">P </w:t>
    </w:r>
    <w:r w:rsidR="006C268E" w:rsidRPr="00C907DF">
      <w:rPr>
        <w:rStyle w:val="PageNumber"/>
        <w:szCs w:val="15"/>
      </w:rPr>
      <w:fldChar w:fldCharType="begin"/>
    </w:r>
    <w:r w:rsidR="006C268E" w:rsidRPr="00C907DF">
      <w:rPr>
        <w:rStyle w:val="PageNumber"/>
        <w:szCs w:val="15"/>
      </w:rPr>
      <w:instrText xml:space="preserve">PAGE  </w:instrText>
    </w:r>
    <w:r w:rsidR="006C268E" w:rsidRPr="00C907DF">
      <w:rPr>
        <w:rStyle w:val="PageNumber"/>
        <w:szCs w:val="15"/>
      </w:rPr>
      <w:fldChar w:fldCharType="separate"/>
    </w:r>
    <w:r w:rsidR="00AE1F52">
      <w:rPr>
        <w:rStyle w:val="PageNumber"/>
        <w:szCs w:val="15"/>
      </w:rPr>
      <w:t>4</w:t>
    </w:r>
    <w:r w:rsidR="006C268E"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1D787" w14:textId="77777777" w:rsidR="006C268E" w:rsidRDefault="006C268E" w:rsidP="00C716E5">
    <w:pPr>
      <w:pStyle w:val="Footer"/>
    </w:pPr>
  </w:p>
  <w:p w14:paraId="49B6046C" w14:textId="77777777" w:rsidR="006C268E" w:rsidRDefault="006C268E" w:rsidP="00C716E5">
    <w:pPr>
      <w:pStyle w:val="Footerportrait"/>
    </w:pPr>
  </w:p>
  <w:p w14:paraId="66D48DC8" w14:textId="09465923" w:rsidR="006C268E" w:rsidRPr="00C907DF" w:rsidRDefault="00F665BC" w:rsidP="00C716E5">
    <w:pPr>
      <w:pStyle w:val="Footerportrait"/>
      <w:rPr>
        <w:rStyle w:val="PageNumber"/>
        <w:szCs w:val="15"/>
      </w:rPr>
    </w:pPr>
    <w:fldSimple w:instr=" STYLEREF &quot;Document type&quot; \* MERGEFORMAT ">
      <w:r w:rsidR="00F56B6F">
        <w:t>IALA Guideline</w:t>
      </w:r>
    </w:fldSimple>
    <w:r w:rsidR="006C268E" w:rsidRPr="00C907DF">
      <w:t xml:space="preserve"> </w:t>
    </w:r>
    <w:fldSimple w:instr=" STYLEREF &quot;Document number&quot; \* MERGEFORMAT ">
      <w:r w:rsidR="00F56B6F">
        <w:t>1???</w:t>
      </w:r>
    </w:fldSimple>
    <w:r w:rsidR="006C268E" w:rsidRPr="00C907DF">
      <w:t xml:space="preserve"> –</w:t>
    </w:r>
    <w:r w:rsidR="006C268E">
      <w:t xml:space="preserve"> </w:t>
    </w:r>
    <w:fldSimple w:instr=" STYLEREF &quot;Document name&quot; \* MERGEFORMAT ">
      <w:r w:rsidR="00F56B6F">
        <w:t>IALA GUideline on developments in maritime autonomous surface ships</w:t>
      </w:r>
    </w:fldSimple>
  </w:p>
  <w:p w14:paraId="035016BD" w14:textId="3B4A7F65" w:rsidR="006C268E" w:rsidRPr="00525922" w:rsidRDefault="00F665BC" w:rsidP="00C716E5">
    <w:pPr>
      <w:pStyle w:val="Footerportrait"/>
    </w:pPr>
    <w:fldSimple w:instr=" STYLEREF &quot;Edition number&quot; \* MERGEFORMAT ">
      <w:r w:rsidR="00F56B6F">
        <w:t>Edition 1.0</w:t>
      </w:r>
    </w:fldSimple>
    <w:r w:rsidR="006C268E" w:rsidRPr="00C907DF">
      <w:tab/>
    </w:r>
    <w:r w:rsidR="006C268E">
      <w:t xml:space="preserve">P </w:t>
    </w:r>
    <w:r w:rsidR="006C268E" w:rsidRPr="00C907DF">
      <w:rPr>
        <w:rStyle w:val="PageNumber"/>
        <w:szCs w:val="15"/>
      </w:rPr>
      <w:fldChar w:fldCharType="begin"/>
    </w:r>
    <w:r w:rsidR="006C268E" w:rsidRPr="00C907DF">
      <w:rPr>
        <w:rStyle w:val="PageNumber"/>
        <w:szCs w:val="15"/>
      </w:rPr>
      <w:instrText xml:space="preserve">PAGE  </w:instrText>
    </w:r>
    <w:r w:rsidR="006C268E" w:rsidRPr="00C907DF">
      <w:rPr>
        <w:rStyle w:val="PageNumber"/>
        <w:szCs w:val="15"/>
      </w:rPr>
      <w:fldChar w:fldCharType="separate"/>
    </w:r>
    <w:r w:rsidR="00AE1F52">
      <w:rPr>
        <w:rStyle w:val="PageNumber"/>
        <w:szCs w:val="15"/>
      </w:rPr>
      <w:t>3</w:t>
    </w:r>
    <w:r w:rsidR="006C268E"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2C8FE" w14:textId="77777777" w:rsidR="006C268E" w:rsidRDefault="006C268E" w:rsidP="00C716E5">
    <w:pPr>
      <w:pStyle w:val="Footer"/>
    </w:pPr>
  </w:p>
  <w:p w14:paraId="30F56C33" w14:textId="77777777" w:rsidR="006C268E" w:rsidRDefault="006C268E" w:rsidP="00C716E5">
    <w:pPr>
      <w:pStyle w:val="Footerportrait"/>
    </w:pPr>
  </w:p>
  <w:p w14:paraId="5244B5A5" w14:textId="326A5B2B" w:rsidR="006C268E" w:rsidRPr="00C907DF" w:rsidRDefault="00F665BC" w:rsidP="00184C2E">
    <w:pPr>
      <w:pStyle w:val="Footerportrait"/>
      <w:tabs>
        <w:tab w:val="clear" w:pos="10206"/>
        <w:tab w:val="right" w:pos="15137"/>
      </w:tabs>
    </w:pPr>
    <w:fldSimple w:instr=" STYLEREF &quot;Document type&quot; \* MERGEFORMAT ">
      <w:r w:rsidR="00867451">
        <w:t>IALA Guideline</w:t>
      </w:r>
    </w:fldSimple>
    <w:r w:rsidR="006C268E" w:rsidRPr="00C907DF">
      <w:t xml:space="preserve"> </w:t>
    </w:r>
    <w:fldSimple w:instr=" STYLEREF &quot;Document number&quot; \* MERGEFORMAT ">
      <w:r w:rsidR="00867451">
        <w:t>1???</w:t>
      </w:r>
    </w:fldSimple>
    <w:r w:rsidR="006C268E" w:rsidRPr="00C907DF">
      <w:t xml:space="preserve"> –</w:t>
    </w:r>
    <w:r w:rsidR="006C268E">
      <w:t xml:space="preserve"> </w:t>
    </w:r>
    <w:fldSimple w:instr=" STYLEREF &quot;Document name&quot; \* MERGEFORMAT ">
      <w:r w:rsidR="00867451">
        <w:t>IALA GUideline on developments in maritime autonomous surface ships</w:t>
      </w:r>
    </w:fldSimple>
    <w:r w:rsidR="006C268E">
      <w:tab/>
    </w:r>
  </w:p>
  <w:p w14:paraId="30F961F8" w14:textId="4DFCECAE" w:rsidR="006C268E" w:rsidRPr="00C907DF" w:rsidRDefault="00F665BC" w:rsidP="00184C2E">
    <w:pPr>
      <w:pStyle w:val="Footerportrait"/>
      <w:tabs>
        <w:tab w:val="clear" w:pos="10206"/>
        <w:tab w:val="right" w:pos="15137"/>
      </w:tabs>
    </w:pPr>
    <w:fldSimple w:instr=" STYLEREF &quot;Edition number&quot; \* MERGEFORMAT ">
      <w:r w:rsidR="00867451">
        <w:t>Edition 1.0</w:t>
      </w:r>
    </w:fldSimple>
    <w:r w:rsidR="006C268E">
      <w:t xml:space="preserve">  </w:t>
    </w:r>
    <w:fldSimple w:instr=" STYLEREF &quot;Document date&quot; \* MERGEFORMAT ">
      <w:r w:rsidR="00867451">
        <w:t>Document date</w:t>
      </w:r>
    </w:fldSimple>
    <w:r w:rsidR="006C268E">
      <w:tab/>
    </w:r>
    <w:r w:rsidR="006C268E">
      <w:rPr>
        <w:rStyle w:val="PageNumber"/>
        <w:szCs w:val="15"/>
      </w:rPr>
      <w:t xml:space="preserve">P </w:t>
    </w:r>
    <w:r w:rsidR="006C268E" w:rsidRPr="00C907DF">
      <w:rPr>
        <w:rStyle w:val="PageNumber"/>
        <w:szCs w:val="15"/>
      </w:rPr>
      <w:fldChar w:fldCharType="begin"/>
    </w:r>
    <w:r w:rsidR="006C268E" w:rsidRPr="00C907DF">
      <w:rPr>
        <w:rStyle w:val="PageNumber"/>
        <w:szCs w:val="15"/>
      </w:rPr>
      <w:instrText xml:space="preserve">PAGE  </w:instrText>
    </w:r>
    <w:r w:rsidR="006C268E" w:rsidRPr="00C907DF">
      <w:rPr>
        <w:rStyle w:val="PageNumber"/>
        <w:szCs w:val="15"/>
      </w:rPr>
      <w:fldChar w:fldCharType="separate"/>
    </w:r>
    <w:r w:rsidR="003D49F5">
      <w:rPr>
        <w:rStyle w:val="PageNumber"/>
        <w:szCs w:val="15"/>
      </w:rPr>
      <w:t>38</w:t>
    </w:r>
    <w:r w:rsidR="006C268E" w:rsidRPr="00C907DF">
      <w:rPr>
        <w:rStyle w:val="PageNumber"/>
        <w:szCs w:val="15"/>
      </w:rPr>
      <w:fldChar w:fldCharType="end"/>
    </w:r>
  </w:p>
  <w:p w14:paraId="6A303791" w14:textId="77777777" w:rsidR="006C268E" w:rsidRDefault="006C268E"/>
  <w:p w14:paraId="56D092A9" w14:textId="77777777" w:rsidR="006C268E" w:rsidRDefault="006C268E" w:rsidP="008A329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76DE0" w14:textId="77777777" w:rsidR="00F665BC" w:rsidRDefault="00F665BC" w:rsidP="003274DB">
      <w:r>
        <w:separator/>
      </w:r>
    </w:p>
    <w:p w14:paraId="610F0C28" w14:textId="77777777" w:rsidR="00F665BC" w:rsidRDefault="00F665BC"/>
  </w:footnote>
  <w:footnote w:type="continuationSeparator" w:id="0">
    <w:p w14:paraId="01EC4F79" w14:textId="77777777" w:rsidR="00F665BC" w:rsidRDefault="00F665BC" w:rsidP="003274DB">
      <w:r>
        <w:continuationSeparator/>
      </w:r>
    </w:p>
    <w:p w14:paraId="61B17E2A" w14:textId="77777777" w:rsidR="00F665BC" w:rsidRDefault="00F665BC"/>
  </w:footnote>
  <w:footnote w:type="continuationNotice" w:id="1">
    <w:p w14:paraId="0E150B03" w14:textId="77777777" w:rsidR="00F665BC" w:rsidRDefault="00F665B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68386" w14:textId="77777777" w:rsidR="006C268E" w:rsidRDefault="00867451">
    <w:pPr>
      <w:pStyle w:val="Header"/>
    </w:pPr>
    <w:r>
      <w:rPr>
        <w:noProof/>
      </w:rPr>
      <w:pict w14:anchorId="5654BC5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D6231" w14:textId="77777777" w:rsidR="006C268E" w:rsidRDefault="00867451">
    <w:pPr>
      <w:pStyle w:val="Header"/>
    </w:pPr>
    <w:r>
      <w:rPr>
        <w:noProof/>
      </w:rPr>
      <w:pict w14:anchorId="1E0A65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 o:spid="_x0000_s1041" type="#_x0000_t136" style="position:absolute;margin-left:0;margin-top:0;width:604.45pt;height:54.95pt;rotation:315;z-index:-25158451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p w14:paraId="4C1CC280" w14:textId="77777777" w:rsidR="006C268E" w:rsidRDefault="006C268E"/>
  <w:p w14:paraId="065E7408" w14:textId="77777777" w:rsidR="006C268E" w:rsidRDefault="006C268E" w:rsidP="008A329C"/>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31D11" w14:textId="77777777" w:rsidR="006C268E" w:rsidRDefault="00867451" w:rsidP="003369DA">
    <w:pPr>
      <w:pStyle w:val="Header"/>
      <w:jc w:val="center"/>
    </w:pPr>
    <w:r>
      <w:rPr>
        <w:noProof/>
        <w:highlight w:val="yellow"/>
      </w:rPr>
      <w:pict w14:anchorId="0FE0229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 o:spid="_x0000_s1040" type="#_x0000_t136" style="position:absolute;left:0;text-align:left;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6C268E" w:rsidRPr="00A027ED">
      <w:rPr>
        <w:noProof/>
        <w:highlight w:val="yellow"/>
        <w:lang w:val="nb-NO" w:eastAsia="nb-NO"/>
      </w:rPr>
      <w:drawing>
        <wp:anchor distT="0" distB="0" distL="114300" distR="114300" simplePos="0" relativeHeight="251678720" behindDoc="1" locked="0" layoutInCell="1" allowOverlap="1" wp14:anchorId="249CBBDA" wp14:editId="2BDF535E">
          <wp:simplePos x="0" y="0"/>
          <wp:positionH relativeFrom="page">
            <wp:posOffset>9991453</wp:posOffset>
          </wp:positionH>
          <wp:positionV relativeFrom="page">
            <wp:posOffset>1270</wp:posOffset>
          </wp:positionV>
          <wp:extent cx="720000" cy="720000"/>
          <wp:effectExtent l="0" t="0" r="4445" b="4445"/>
          <wp:wrapNone/>
          <wp:docPr id="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30EEC" w14:textId="77777777" w:rsidR="006C268E" w:rsidRDefault="00867451">
    <w:pPr>
      <w:pStyle w:val="Header"/>
    </w:pPr>
    <w:r>
      <w:rPr>
        <w:noProof/>
      </w:rPr>
      <w:pict w14:anchorId="318E07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 o:spid="_x0000_s1042" type="#_x0000_t136" style="position:absolute;margin-left:0;margin-top:0;width:604.45pt;height:54.95pt;rotation:315;z-index:-25158246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DB0A8" w14:textId="503EC088" w:rsidR="006C268E" w:rsidRPr="00ED2A8D" w:rsidRDefault="00867451" w:rsidP="00F56B6F">
    <w:pPr>
      <w:pStyle w:val="Header"/>
      <w:jc w:val="right"/>
    </w:pPr>
    <w:r>
      <w:rPr>
        <w:noProof/>
      </w:rPr>
      <w:pict w14:anchorId="0BCAB27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left:0;text-align:left;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6C268E" w:rsidRPr="00442889">
      <w:rPr>
        <w:noProof/>
        <w:lang w:val="nb-NO" w:eastAsia="nb-NO"/>
      </w:rPr>
      <w:drawing>
        <wp:anchor distT="0" distB="0" distL="114300" distR="114300" simplePos="0" relativeHeight="251657214" behindDoc="1" locked="0" layoutInCell="1" allowOverlap="1" wp14:anchorId="7A2E77E4" wp14:editId="63BA6A26">
          <wp:simplePos x="0" y="0"/>
          <wp:positionH relativeFrom="page">
            <wp:posOffset>2880360</wp:posOffset>
          </wp:positionH>
          <wp:positionV relativeFrom="page">
            <wp:posOffset>180340</wp:posOffset>
          </wp:positionV>
          <wp:extent cx="1803600" cy="1440000"/>
          <wp:effectExtent l="0" t="0" r="6350" b="8255"/>
          <wp:wrapNone/>
          <wp:docPr id="149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F56B6F">
      <w:t>ARM15</w:t>
    </w:r>
    <w:r w:rsidR="00E938DA">
      <w:t>-</w:t>
    </w:r>
    <w:r>
      <w:t>7.3.11</w:t>
    </w:r>
  </w:p>
  <w:p w14:paraId="676EFBF7" w14:textId="77777777" w:rsidR="006C268E" w:rsidRPr="00ED2A8D" w:rsidRDefault="006C268E" w:rsidP="008747E0">
    <w:pPr>
      <w:pStyle w:val="Header"/>
    </w:pPr>
  </w:p>
  <w:p w14:paraId="4E4C2587" w14:textId="77777777" w:rsidR="006C268E" w:rsidRDefault="006C268E" w:rsidP="008747E0">
    <w:pPr>
      <w:pStyle w:val="Header"/>
    </w:pPr>
  </w:p>
  <w:p w14:paraId="5A4893BE" w14:textId="77777777" w:rsidR="006C268E" w:rsidRDefault="006C268E" w:rsidP="008747E0">
    <w:pPr>
      <w:pStyle w:val="Header"/>
    </w:pPr>
  </w:p>
  <w:p w14:paraId="2D58C8D9" w14:textId="77777777" w:rsidR="006C268E" w:rsidRDefault="006C268E" w:rsidP="008747E0">
    <w:pPr>
      <w:pStyle w:val="Header"/>
    </w:pPr>
  </w:p>
  <w:p w14:paraId="421E0B18" w14:textId="77777777" w:rsidR="006C268E" w:rsidRDefault="006C268E" w:rsidP="008747E0">
    <w:pPr>
      <w:pStyle w:val="Header"/>
    </w:pPr>
    <w:r>
      <w:rPr>
        <w:noProof/>
        <w:lang w:val="nb-NO" w:eastAsia="nb-NO"/>
      </w:rPr>
      <w:drawing>
        <wp:anchor distT="0" distB="0" distL="114300" distR="114300" simplePos="0" relativeHeight="251656189" behindDoc="1" locked="0" layoutInCell="1" allowOverlap="1" wp14:anchorId="01872B9F" wp14:editId="39A110E2">
          <wp:simplePos x="0" y="0"/>
          <wp:positionH relativeFrom="page">
            <wp:posOffset>0</wp:posOffset>
          </wp:positionH>
          <wp:positionV relativeFrom="page">
            <wp:posOffset>1411918</wp:posOffset>
          </wp:positionV>
          <wp:extent cx="7555865" cy="2339975"/>
          <wp:effectExtent l="0" t="0" r="6985" b="3175"/>
          <wp:wrapNone/>
          <wp:docPr id="149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159C5E87" w14:textId="77777777" w:rsidR="006C268E" w:rsidRPr="00ED2A8D" w:rsidRDefault="006C268E" w:rsidP="008747E0">
    <w:pPr>
      <w:pStyle w:val="Header"/>
    </w:pPr>
  </w:p>
  <w:p w14:paraId="2AE32D79" w14:textId="77777777" w:rsidR="006C268E" w:rsidRPr="00ED2A8D" w:rsidRDefault="006C268E"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417A1" w14:textId="77777777" w:rsidR="006C268E" w:rsidRDefault="00867451">
    <w:pPr>
      <w:pStyle w:val="Header"/>
    </w:pPr>
    <w:r>
      <w:rPr>
        <w:noProof/>
      </w:rPr>
      <w:pict w14:anchorId="123C254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7"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6C268E">
      <w:rPr>
        <w:noProof/>
        <w:lang w:val="nb-NO" w:eastAsia="nb-NO"/>
      </w:rPr>
      <w:drawing>
        <wp:anchor distT="0" distB="0" distL="114300" distR="114300" simplePos="0" relativeHeight="251688960" behindDoc="1" locked="0" layoutInCell="1" allowOverlap="1" wp14:anchorId="286F767B" wp14:editId="57211B0F">
          <wp:simplePos x="0" y="0"/>
          <wp:positionH relativeFrom="page">
            <wp:posOffset>6827653</wp:posOffset>
          </wp:positionH>
          <wp:positionV relativeFrom="page">
            <wp:posOffset>0</wp:posOffset>
          </wp:positionV>
          <wp:extent cx="720000" cy="720000"/>
          <wp:effectExtent l="0" t="0" r="4445" b="4445"/>
          <wp:wrapNone/>
          <wp:docPr id="149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9B5C38" w14:textId="77777777" w:rsidR="006C268E" w:rsidRDefault="006C268E">
    <w:pPr>
      <w:pStyle w:val="Header"/>
    </w:pPr>
  </w:p>
  <w:p w14:paraId="742DBD49" w14:textId="77777777" w:rsidR="006C268E" w:rsidRDefault="006C268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F51BE" w14:textId="77777777" w:rsidR="006C268E" w:rsidRDefault="00867451">
    <w:pPr>
      <w:pStyle w:val="Header"/>
    </w:pPr>
    <w:r>
      <w:rPr>
        <w:noProof/>
      </w:rPr>
      <w:pict w14:anchorId="7FC1BD3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1029"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131B5" w14:textId="77777777" w:rsidR="006C268E" w:rsidRPr="00ED2A8D" w:rsidRDefault="00867451" w:rsidP="008747E0">
    <w:pPr>
      <w:pStyle w:val="Header"/>
    </w:pPr>
    <w:r>
      <w:rPr>
        <w:noProof/>
      </w:rPr>
      <w:pict w14:anchorId="4683F4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1028"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6C268E">
      <w:rPr>
        <w:noProof/>
        <w:lang w:val="nb-NO" w:eastAsia="nb-NO"/>
      </w:rPr>
      <w:drawing>
        <wp:anchor distT="0" distB="0" distL="114300" distR="114300" simplePos="0" relativeHeight="251658752" behindDoc="1" locked="0" layoutInCell="1" allowOverlap="1" wp14:anchorId="4F4D0A86" wp14:editId="59999371">
          <wp:simplePos x="0" y="0"/>
          <wp:positionH relativeFrom="page">
            <wp:posOffset>6840855</wp:posOffset>
          </wp:positionH>
          <wp:positionV relativeFrom="page">
            <wp:posOffset>0</wp:posOffset>
          </wp:positionV>
          <wp:extent cx="720000" cy="720000"/>
          <wp:effectExtent l="0" t="0" r="4445" b="4445"/>
          <wp:wrapNone/>
          <wp:docPr id="149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C2CD2F4" w14:textId="77777777" w:rsidR="006C268E" w:rsidRPr="00ED2A8D" w:rsidRDefault="006C268E" w:rsidP="008747E0">
    <w:pPr>
      <w:pStyle w:val="Header"/>
    </w:pPr>
  </w:p>
  <w:p w14:paraId="0EA5D18E" w14:textId="77777777" w:rsidR="006C268E" w:rsidRDefault="006C268E" w:rsidP="008747E0">
    <w:pPr>
      <w:pStyle w:val="Header"/>
    </w:pPr>
  </w:p>
  <w:p w14:paraId="0A64F241" w14:textId="77777777" w:rsidR="006C268E" w:rsidRDefault="006C268E" w:rsidP="008747E0">
    <w:pPr>
      <w:pStyle w:val="Header"/>
    </w:pPr>
  </w:p>
  <w:p w14:paraId="5DAE6DE5" w14:textId="77777777" w:rsidR="006C268E" w:rsidRDefault="006C268E" w:rsidP="008747E0">
    <w:pPr>
      <w:pStyle w:val="Header"/>
    </w:pPr>
  </w:p>
  <w:p w14:paraId="07BAD292" w14:textId="77777777" w:rsidR="006C268E" w:rsidRPr="00441393" w:rsidRDefault="006C268E" w:rsidP="00441393">
    <w:pPr>
      <w:pStyle w:val="Contents"/>
    </w:pPr>
    <w:r>
      <w:t>DOCUMENT REVISION</w:t>
    </w:r>
  </w:p>
  <w:p w14:paraId="252CDF7E" w14:textId="77777777" w:rsidR="006C268E" w:rsidRPr="00ED2A8D" w:rsidRDefault="006C268E" w:rsidP="008747E0">
    <w:pPr>
      <w:pStyle w:val="Header"/>
    </w:pPr>
  </w:p>
  <w:p w14:paraId="45869DF2" w14:textId="77777777" w:rsidR="006C268E" w:rsidRPr="00AC33A2" w:rsidRDefault="006C268E"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DC0D0" w14:textId="77777777" w:rsidR="006C268E" w:rsidRDefault="00867451">
    <w:pPr>
      <w:pStyle w:val="Header"/>
    </w:pPr>
    <w:r>
      <w:rPr>
        <w:noProof/>
      </w:rPr>
      <w:pict w14:anchorId="73BA2A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1030"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D600F" w14:textId="77777777" w:rsidR="006C268E" w:rsidRDefault="00867451">
    <w:pPr>
      <w:pStyle w:val="Header"/>
    </w:pPr>
    <w:r>
      <w:rPr>
        <w:noProof/>
      </w:rPr>
      <w:pict w14:anchorId="480E580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1032"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EB8B7" w14:textId="77777777" w:rsidR="006C268E" w:rsidRPr="00ED2A8D" w:rsidRDefault="00867451" w:rsidP="008747E0">
    <w:pPr>
      <w:pStyle w:val="Header"/>
    </w:pPr>
    <w:r>
      <w:rPr>
        <w:noProof/>
      </w:rPr>
      <w:pict w14:anchorId="69542E1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1031"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6C268E">
      <w:rPr>
        <w:noProof/>
        <w:lang w:val="nb-NO" w:eastAsia="nb-NO"/>
      </w:rPr>
      <w:drawing>
        <wp:anchor distT="0" distB="0" distL="114300" distR="114300" simplePos="0" relativeHeight="251674624" behindDoc="1" locked="0" layoutInCell="1" allowOverlap="1" wp14:anchorId="5D799DAB" wp14:editId="1DA29D7D">
          <wp:simplePos x="0" y="0"/>
          <wp:positionH relativeFrom="page">
            <wp:posOffset>6840855</wp:posOffset>
          </wp:positionH>
          <wp:positionV relativeFrom="page">
            <wp:posOffset>0</wp:posOffset>
          </wp:positionV>
          <wp:extent cx="720000" cy="720000"/>
          <wp:effectExtent l="0" t="0" r="4445" b="4445"/>
          <wp:wrapNone/>
          <wp:docPr id="149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A1F77" w14:textId="77777777" w:rsidR="006C268E" w:rsidRPr="00ED2A8D" w:rsidRDefault="00867451" w:rsidP="00C716E5">
    <w:pPr>
      <w:pStyle w:val="Header"/>
    </w:pPr>
    <w:r>
      <w:rPr>
        <w:noProof/>
      </w:rPr>
      <w:pict w14:anchorId="02807B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1033"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6C268E">
      <w:rPr>
        <w:noProof/>
        <w:lang w:val="nb-NO" w:eastAsia="nb-NO"/>
      </w:rPr>
      <w:drawing>
        <wp:anchor distT="0" distB="0" distL="114300" distR="114300" simplePos="0" relativeHeight="251697152" behindDoc="1" locked="0" layoutInCell="1" allowOverlap="1" wp14:anchorId="16056B52" wp14:editId="68F2E22F">
          <wp:simplePos x="0" y="0"/>
          <wp:positionH relativeFrom="page">
            <wp:posOffset>6840855</wp:posOffset>
          </wp:positionH>
          <wp:positionV relativeFrom="page">
            <wp:posOffset>0</wp:posOffset>
          </wp:positionV>
          <wp:extent cx="720000" cy="720000"/>
          <wp:effectExtent l="0" t="0" r="4445" b="4445"/>
          <wp:wrapNone/>
          <wp:docPr id="149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375EE9F" w14:textId="77777777" w:rsidR="006C268E" w:rsidRPr="00ED2A8D" w:rsidRDefault="006C268E" w:rsidP="00C716E5">
    <w:pPr>
      <w:pStyle w:val="Header"/>
    </w:pPr>
  </w:p>
  <w:p w14:paraId="0E504206" w14:textId="77777777" w:rsidR="006C268E" w:rsidRDefault="006C268E" w:rsidP="00C716E5">
    <w:pPr>
      <w:pStyle w:val="Header"/>
    </w:pPr>
  </w:p>
  <w:p w14:paraId="3801A830" w14:textId="77777777" w:rsidR="006C268E" w:rsidRDefault="006C268E" w:rsidP="00C716E5">
    <w:pPr>
      <w:pStyle w:val="Header"/>
    </w:pPr>
  </w:p>
  <w:p w14:paraId="329E0245" w14:textId="77777777" w:rsidR="006C268E" w:rsidRDefault="006C268E" w:rsidP="00C716E5">
    <w:pPr>
      <w:pStyle w:val="Header"/>
    </w:pPr>
  </w:p>
  <w:p w14:paraId="72C9D9D2" w14:textId="77777777" w:rsidR="006C268E" w:rsidRPr="00441393" w:rsidRDefault="006C268E" w:rsidP="00C716E5">
    <w:pPr>
      <w:pStyle w:val="Contents"/>
    </w:pPr>
    <w:r>
      <w:t>CONTENTS</w:t>
    </w:r>
  </w:p>
  <w:p w14:paraId="44B63570" w14:textId="77777777" w:rsidR="006C268E" w:rsidRPr="00ED2A8D" w:rsidRDefault="006C268E" w:rsidP="00C716E5">
    <w:pPr>
      <w:pStyle w:val="Header"/>
    </w:pPr>
  </w:p>
  <w:p w14:paraId="1D2CF61C" w14:textId="77777777" w:rsidR="006C268E" w:rsidRPr="00AC33A2" w:rsidRDefault="006C268E" w:rsidP="00C716E5">
    <w:pPr>
      <w:pStyle w:val="Header"/>
      <w:spacing w:line="140" w:lineRule="exact"/>
    </w:pPr>
  </w:p>
  <w:p w14:paraId="60EA63A4" w14:textId="77777777" w:rsidR="006C268E" w:rsidRDefault="006C268E">
    <w:pPr>
      <w:pStyle w:val="Header"/>
    </w:pPr>
    <w:r>
      <w:rPr>
        <w:noProof/>
        <w:lang w:val="nb-NO" w:eastAsia="nb-NO"/>
      </w:rPr>
      <w:drawing>
        <wp:anchor distT="0" distB="0" distL="114300" distR="114300" simplePos="0" relativeHeight="251695104" behindDoc="1" locked="0" layoutInCell="1" allowOverlap="1" wp14:anchorId="48DC1B29" wp14:editId="3F0AD7ED">
          <wp:simplePos x="0" y="0"/>
          <wp:positionH relativeFrom="page">
            <wp:posOffset>6827653</wp:posOffset>
          </wp:positionH>
          <wp:positionV relativeFrom="page">
            <wp:posOffset>0</wp:posOffset>
          </wp:positionV>
          <wp:extent cx="720000" cy="720000"/>
          <wp:effectExtent l="0" t="0" r="4445" b="4445"/>
          <wp:wrapNone/>
          <wp:docPr id="149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32E31E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8E0E40E"/>
    <w:lvl w:ilvl="0">
      <w:start w:val="1"/>
      <w:numFmt w:val="decimal"/>
      <w:pStyle w:val="ListNumber4"/>
      <w:lvlText w:val="%1."/>
      <w:lvlJc w:val="left"/>
      <w:pPr>
        <w:tabs>
          <w:tab w:val="num" w:pos="1440"/>
        </w:tabs>
        <w:ind w:left="1440" w:hanging="360"/>
      </w:pPr>
    </w:lvl>
  </w:abstractNum>
  <w:abstractNum w:abstractNumId="2" w15:restartNumberingAfterBreak="0">
    <w:nsid w:val="FFFFFF7F"/>
    <w:multiLevelType w:val="singleLevel"/>
    <w:tmpl w:val="0274860C"/>
    <w:lvl w:ilvl="0">
      <w:start w:val="1"/>
      <w:numFmt w:val="decimal"/>
      <w:lvlText w:val="%1."/>
      <w:lvlJc w:val="left"/>
      <w:pPr>
        <w:tabs>
          <w:tab w:val="num" w:pos="720"/>
        </w:tabs>
        <w:ind w:left="720" w:hanging="360"/>
      </w:pPr>
    </w:lvl>
  </w:abstractNum>
  <w:abstractNum w:abstractNumId="3" w15:restartNumberingAfterBreak="0">
    <w:nsid w:val="FFFFFF80"/>
    <w:multiLevelType w:val="singleLevel"/>
    <w:tmpl w:val="8AFA0500"/>
    <w:lvl w:ilvl="0">
      <w:start w:val="1"/>
      <w:numFmt w:val="bullet"/>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CF6863DC"/>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672A575C"/>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EEC83570"/>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AC40A856"/>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1834FFB2"/>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14A2F30"/>
    <w:multiLevelType w:val="hybridMultilevel"/>
    <w:tmpl w:val="B53AE866"/>
    <w:lvl w:ilvl="0" w:tplc="0809000F">
      <w:start w:val="1"/>
      <w:numFmt w:val="decimal"/>
      <w:lvlText w:val="%1."/>
      <w:lvlJc w:val="left"/>
      <w:pPr>
        <w:ind w:left="720" w:hanging="360"/>
      </w:pPr>
    </w:lvl>
    <w:lvl w:ilvl="1" w:tplc="47ECA676">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1CB73A4"/>
    <w:multiLevelType w:val="hybridMultilevel"/>
    <w:tmpl w:val="5FE2EBC2"/>
    <w:lvl w:ilvl="0" w:tplc="04140001">
      <w:start w:val="1"/>
      <w:numFmt w:val="bullet"/>
      <w:lvlText w:val=""/>
      <w:lvlJc w:val="left"/>
      <w:pPr>
        <w:ind w:left="1485" w:hanging="360"/>
      </w:pPr>
      <w:rPr>
        <w:rFonts w:ascii="Symbol" w:hAnsi="Symbol" w:hint="default"/>
      </w:rPr>
    </w:lvl>
    <w:lvl w:ilvl="1" w:tplc="04140003" w:tentative="1">
      <w:start w:val="1"/>
      <w:numFmt w:val="bullet"/>
      <w:lvlText w:val="o"/>
      <w:lvlJc w:val="left"/>
      <w:pPr>
        <w:ind w:left="2205" w:hanging="360"/>
      </w:pPr>
      <w:rPr>
        <w:rFonts w:ascii="Courier New" w:hAnsi="Courier New" w:cs="Courier New" w:hint="default"/>
      </w:rPr>
    </w:lvl>
    <w:lvl w:ilvl="2" w:tplc="04140005" w:tentative="1">
      <w:start w:val="1"/>
      <w:numFmt w:val="bullet"/>
      <w:lvlText w:val=""/>
      <w:lvlJc w:val="left"/>
      <w:pPr>
        <w:ind w:left="2925" w:hanging="360"/>
      </w:pPr>
      <w:rPr>
        <w:rFonts w:ascii="Wingdings" w:hAnsi="Wingdings" w:hint="default"/>
      </w:rPr>
    </w:lvl>
    <w:lvl w:ilvl="3" w:tplc="04140001" w:tentative="1">
      <w:start w:val="1"/>
      <w:numFmt w:val="bullet"/>
      <w:lvlText w:val=""/>
      <w:lvlJc w:val="left"/>
      <w:pPr>
        <w:ind w:left="3645" w:hanging="360"/>
      </w:pPr>
      <w:rPr>
        <w:rFonts w:ascii="Symbol" w:hAnsi="Symbol" w:hint="default"/>
      </w:rPr>
    </w:lvl>
    <w:lvl w:ilvl="4" w:tplc="04140003" w:tentative="1">
      <w:start w:val="1"/>
      <w:numFmt w:val="bullet"/>
      <w:lvlText w:val="o"/>
      <w:lvlJc w:val="left"/>
      <w:pPr>
        <w:ind w:left="4365" w:hanging="360"/>
      </w:pPr>
      <w:rPr>
        <w:rFonts w:ascii="Courier New" w:hAnsi="Courier New" w:cs="Courier New" w:hint="default"/>
      </w:rPr>
    </w:lvl>
    <w:lvl w:ilvl="5" w:tplc="04140005" w:tentative="1">
      <w:start w:val="1"/>
      <w:numFmt w:val="bullet"/>
      <w:lvlText w:val=""/>
      <w:lvlJc w:val="left"/>
      <w:pPr>
        <w:ind w:left="5085" w:hanging="360"/>
      </w:pPr>
      <w:rPr>
        <w:rFonts w:ascii="Wingdings" w:hAnsi="Wingdings" w:hint="default"/>
      </w:rPr>
    </w:lvl>
    <w:lvl w:ilvl="6" w:tplc="04140001" w:tentative="1">
      <w:start w:val="1"/>
      <w:numFmt w:val="bullet"/>
      <w:lvlText w:val=""/>
      <w:lvlJc w:val="left"/>
      <w:pPr>
        <w:ind w:left="5805" w:hanging="360"/>
      </w:pPr>
      <w:rPr>
        <w:rFonts w:ascii="Symbol" w:hAnsi="Symbol" w:hint="default"/>
      </w:rPr>
    </w:lvl>
    <w:lvl w:ilvl="7" w:tplc="04140003" w:tentative="1">
      <w:start w:val="1"/>
      <w:numFmt w:val="bullet"/>
      <w:lvlText w:val="o"/>
      <w:lvlJc w:val="left"/>
      <w:pPr>
        <w:ind w:left="6525" w:hanging="360"/>
      </w:pPr>
      <w:rPr>
        <w:rFonts w:ascii="Courier New" w:hAnsi="Courier New" w:cs="Courier New" w:hint="default"/>
      </w:rPr>
    </w:lvl>
    <w:lvl w:ilvl="8" w:tplc="04140005" w:tentative="1">
      <w:start w:val="1"/>
      <w:numFmt w:val="bullet"/>
      <w:lvlText w:val=""/>
      <w:lvlJc w:val="left"/>
      <w:pPr>
        <w:ind w:left="7245" w:hanging="360"/>
      </w:pPr>
      <w:rPr>
        <w:rFonts w:ascii="Wingdings" w:hAnsi="Wingdings" w:hint="default"/>
      </w:rPr>
    </w:lvl>
  </w:abstractNum>
  <w:abstractNum w:abstractNumId="1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0425399C"/>
    <w:multiLevelType w:val="hybridMultilevel"/>
    <w:tmpl w:val="A3547E84"/>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04E158A3"/>
    <w:multiLevelType w:val="hybridMultilevel"/>
    <w:tmpl w:val="8160BA64"/>
    <w:lvl w:ilvl="0" w:tplc="D44E2B6C">
      <w:start w:val="1"/>
      <w:numFmt w:val="bullet"/>
      <w:lvlText w:val=""/>
      <w:lvlJc w:val="left"/>
      <w:pPr>
        <w:ind w:left="1145" w:hanging="360"/>
      </w:pPr>
      <w:rPr>
        <w:rFonts w:ascii="Symbol" w:hAnsi="Symbol" w:hint="default"/>
        <w:color w:val="B2C1ED"/>
      </w:rPr>
    </w:lvl>
    <w:lvl w:ilvl="1" w:tplc="1C090003">
      <w:start w:val="1"/>
      <w:numFmt w:val="bullet"/>
      <w:lvlText w:val="o"/>
      <w:lvlJc w:val="left"/>
      <w:pPr>
        <w:ind w:left="1865" w:hanging="360"/>
      </w:pPr>
      <w:rPr>
        <w:rFonts w:ascii="Courier New" w:hAnsi="Courier New" w:cs="Courier New" w:hint="default"/>
      </w:rPr>
    </w:lvl>
    <w:lvl w:ilvl="2" w:tplc="1C090005" w:tentative="1">
      <w:start w:val="1"/>
      <w:numFmt w:val="bullet"/>
      <w:lvlText w:val=""/>
      <w:lvlJc w:val="left"/>
      <w:pPr>
        <w:ind w:left="2585" w:hanging="360"/>
      </w:pPr>
      <w:rPr>
        <w:rFonts w:ascii="Wingdings" w:hAnsi="Wingdings" w:hint="default"/>
      </w:rPr>
    </w:lvl>
    <w:lvl w:ilvl="3" w:tplc="1C090001" w:tentative="1">
      <w:start w:val="1"/>
      <w:numFmt w:val="bullet"/>
      <w:lvlText w:val=""/>
      <w:lvlJc w:val="left"/>
      <w:pPr>
        <w:ind w:left="3305" w:hanging="360"/>
      </w:pPr>
      <w:rPr>
        <w:rFonts w:ascii="Symbol" w:hAnsi="Symbol" w:hint="default"/>
      </w:rPr>
    </w:lvl>
    <w:lvl w:ilvl="4" w:tplc="1C090003" w:tentative="1">
      <w:start w:val="1"/>
      <w:numFmt w:val="bullet"/>
      <w:lvlText w:val="o"/>
      <w:lvlJc w:val="left"/>
      <w:pPr>
        <w:ind w:left="4025" w:hanging="360"/>
      </w:pPr>
      <w:rPr>
        <w:rFonts w:ascii="Courier New" w:hAnsi="Courier New" w:cs="Courier New" w:hint="default"/>
      </w:rPr>
    </w:lvl>
    <w:lvl w:ilvl="5" w:tplc="1C090005" w:tentative="1">
      <w:start w:val="1"/>
      <w:numFmt w:val="bullet"/>
      <w:lvlText w:val=""/>
      <w:lvlJc w:val="left"/>
      <w:pPr>
        <w:ind w:left="4745" w:hanging="360"/>
      </w:pPr>
      <w:rPr>
        <w:rFonts w:ascii="Wingdings" w:hAnsi="Wingdings" w:hint="default"/>
      </w:rPr>
    </w:lvl>
    <w:lvl w:ilvl="6" w:tplc="1C090001" w:tentative="1">
      <w:start w:val="1"/>
      <w:numFmt w:val="bullet"/>
      <w:lvlText w:val=""/>
      <w:lvlJc w:val="left"/>
      <w:pPr>
        <w:ind w:left="5465" w:hanging="360"/>
      </w:pPr>
      <w:rPr>
        <w:rFonts w:ascii="Symbol" w:hAnsi="Symbol" w:hint="default"/>
      </w:rPr>
    </w:lvl>
    <w:lvl w:ilvl="7" w:tplc="1C090003" w:tentative="1">
      <w:start w:val="1"/>
      <w:numFmt w:val="bullet"/>
      <w:lvlText w:val="o"/>
      <w:lvlJc w:val="left"/>
      <w:pPr>
        <w:ind w:left="6185" w:hanging="360"/>
      </w:pPr>
      <w:rPr>
        <w:rFonts w:ascii="Courier New" w:hAnsi="Courier New" w:cs="Courier New" w:hint="default"/>
      </w:rPr>
    </w:lvl>
    <w:lvl w:ilvl="8" w:tplc="1C090005" w:tentative="1">
      <w:start w:val="1"/>
      <w:numFmt w:val="bullet"/>
      <w:lvlText w:val=""/>
      <w:lvlJc w:val="left"/>
      <w:pPr>
        <w:ind w:left="6905" w:hanging="360"/>
      </w:pPr>
      <w:rPr>
        <w:rFonts w:ascii="Wingdings" w:hAnsi="Wingdings" w:hint="default"/>
      </w:rPr>
    </w:lvl>
  </w:abstractNum>
  <w:abstractNum w:abstractNumId="15"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0FAF6521"/>
    <w:multiLevelType w:val="hybridMultilevel"/>
    <w:tmpl w:val="D438EFF2"/>
    <w:lvl w:ilvl="0" w:tplc="04140001">
      <w:start w:val="1"/>
      <w:numFmt w:val="bullet"/>
      <w:lvlText w:val=""/>
      <w:lvlJc w:val="left"/>
      <w:pPr>
        <w:ind w:left="1776" w:hanging="360"/>
      </w:pPr>
      <w:rPr>
        <w:rFonts w:ascii="Symbol" w:hAnsi="Symbol" w:hint="default"/>
      </w:rPr>
    </w:lvl>
    <w:lvl w:ilvl="1" w:tplc="04140003" w:tentative="1">
      <w:start w:val="1"/>
      <w:numFmt w:val="bullet"/>
      <w:lvlText w:val="o"/>
      <w:lvlJc w:val="left"/>
      <w:pPr>
        <w:ind w:left="2496" w:hanging="360"/>
      </w:pPr>
      <w:rPr>
        <w:rFonts w:ascii="Courier New" w:hAnsi="Courier New" w:cs="Courier New" w:hint="default"/>
      </w:rPr>
    </w:lvl>
    <w:lvl w:ilvl="2" w:tplc="04140005" w:tentative="1">
      <w:start w:val="1"/>
      <w:numFmt w:val="bullet"/>
      <w:lvlText w:val=""/>
      <w:lvlJc w:val="left"/>
      <w:pPr>
        <w:ind w:left="3216" w:hanging="360"/>
      </w:pPr>
      <w:rPr>
        <w:rFonts w:ascii="Wingdings" w:hAnsi="Wingdings" w:hint="default"/>
      </w:rPr>
    </w:lvl>
    <w:lvl w:ilvl="3" w:tplc="04140001" w:tentative="1">
      <w:start w:val="1"/>
      <w:numFmt w:val="bullet"/>
      <w:lvlText w:val=""/>
      <w:lvlJc w:val="left"/>
      <w:pPr>
        <w:ind w:left="3936" w:hanging="360"/>
      </w:pPr>
      <w:rPr>
        <w:rFonts w:ascii="Symbol" w:hAnsi="Symbol" w:hint="default"/>
      </w:rPr>
    </w:lvl>
    <w:lvl w:ilvl="4" w:tplc="04140003" w:tentative="1">
      <w:start w:val="1"/>
      <w:numFmt w:val="bullet"/>
      <w:lvlText w:val="o"/>
      <w:lvlJc w:val="left"/>
      <w:pPr>
        <w:ind w:left="4656" w:hanging="360"/>
      </w:pPr>
      <w:rPr>
        <w:rFonts w:ascii="Courier New" w:hAnsi="Courier New" w:cs="Courier New" w:hint="default"/>
      </w:rPr>
    </w:lvl>
    <w:lvl w:ilvl="5" w:tplc="04140005" w:tentative="1">
      <w:start w:val="1"/>
      <w:numFmt w:val="bullet"/>
      <w:lvlText w:val=""/>
      <w:lvlJc w:val="left"/>
      <w:pPr>
        <w:ind w:left="5376" w:hanging="360"/>
      </w:pPr>
      <w:rPr>
        <w:rFonts w:ascii="Wingdings" w:hAnsi="Wingdings" w:hint="default"/>
      </w:rPr>
    </w:lvl>
    <w:lvl w:ilvl="6" w:tplc="04140001" w:tentative="1">
      <w:start w:val="1"/>
      <w:numFmt w:val="bullet"/>
      <w:lvlText w:val=""/>
      <w:lvlJc w:val="left"/>
      <w:pPr>
        <w:ind w:left="6096" w:hanging="360"/>
      </w:pPr>
      <w:rPr>
        <w:rFonts w:ascii="Symbol" w:hAnsi="Symbol" w:hint="default"/>
      </w:rPr>
    </w:lvl>
    <w:lvl w:ilvl="7" w:tplc="04140003" w:tentative="1">
      <w:start w:val="1"/>
      <w:numFmt w:val="bullet"/>
      <w:lvlText w:val="o"/>
      <w:lvlJc w:val="left"/>
      <w:pPr>
        <w:ind w:left="6816" w:hanging="360"/>
      </w:pPr>
      <w:rPr>
        <w:rFonts w:ascii="Courier New" w:hAnsi="Courier New" w:cs="Courier New" w:hint="default"/>
      </w:rPr>
    </w:lvl>
    <w:lvl w:ilvl="8" w:tplc="04140005" w:tentative="1">
      <w:start w:val="1"/>
      <w:numFmt w:val="bullet"/>
      <w:lvlText w:val=""/>
      <w:lvlJc w:val="left"/>
      <w:pPr>
        <w:ind w:left="7536" w:hanging="360"/>
      </w:pPr>
      <w:rPr>
        <w:rFonts w:ascii="Wingdings" w:hAnsi="Wingdings" w:hint="default"/>
      </w:rPr>
    </w:lvl>
  </w:abstractNum>
  <w:abstractNum w:abstractNumId="18" w15:restartNumberingAfterBreak="0">
    <w:nsid w:val="0FB54884"/>
    <w:multiLevelType w:val="hybridMultilevel"/>
    <w:tmpl w:val="7FD46AF0"/>
    <w:lvl w:ilvl="0" w:tplc="DB167676">
      <w:start w:val="1"/>
      <w:numFmt w:val="lowerLetter"/>
      <w:lvlText w:val="(%1)"/>
      <w:lvlJc w:val="left"/>
      <w:pPr>
        <w:ind w:left="1425" w:hanging="360"/>
      </w:pPr>
      <w:rPr>
        <w:rFonts w:hint="default"/>
      </w:rPr>
    </w:lvl>
    <w:lvl w:ilvl="1" w:tplc="FFFFFFFF" w:tentative="1">
      <w:start w:val="1"/>
      <w:numFmt w:val="bullet"/>
      <w:lvlText w:val="o"/>
      <w:lvlJc w:val="left"/>
      <w:pPr>
        <w:ind w:left="2145" w:hanging="360"/>
      </w:pPr>
      <w:rPr>
        <w:rFonts w:ascii="Courier New" w:hAnsi="Courier New" w:cs="Courier New" w:hint="default"/>
      </w:rPr>
    </w:lvl>
    <w:lvl w:ilvl="2" w:tplc="FFFFFFFF" w:tentative="1">
      <w:start w:val="1"/>
      <w:numFmt w:val="bullet"/>
      <w:lvlText w:val=""/>
      <w:lvlJc w:val="left"/>
      <w:pPr>
        <w:ind w:left="2865" w:hanging="360"/>
      </w:pPr>
      <w:rPr>
        <w:rFonts w:ascii="Wingdings" w:hAnsi="Wingdings" w:hint="default"/>
      </w:rPr>
    </w:lvl>
    <w:lvl w:ilvl="3" w:tplc="FFFFFFFF" w:tentative="1">
      <w:start w:val="1"/>
      <w:numFmt w:val="bullet"/>
      <w:lvlText w:val=""/>
      <w:lvlJc w:val="left"/>
      <w:pPr>
        <w:ind w:left="3585" w:hanging="360"/>
      </w:pPr>
      <w:rPr>
        <w:rFonts w:ascii="Symbol" w:hAnsi="Symbol" w:hint="default"/>
      </w:rPr>
    </w:lvl>
    <w:lvl w:ilvl="4" w:tplc="FFFFFFFF" w:tentative="1">
      <w:start w:val="1"/>
      <w:numFmt w:val="bullet"/>
      <w:lvlText w:val="o"/>
      <w:lvlJc w:val="left"/>
      <w:pPr>
        <w:ind w:left="4305" w:hanging="360"/>
      </w:pPr>
      <w:rPr>
        <w:rFonts w:ascii="Courier New" w:hAnsi="Courier New" w:cs="Courier New" w:hint="default"/>
      </w:rPr>
    </w:lvl>
    <w:lvl w:ilvl="5" w:tplc="FFFFFFFF" w:tentative="1">
      <w:start w:val="1"/>
      <w:numFmt w:val="bullet"/>
      <w:lvlText w:val=""/>
      <w:lvlJc w:val="left"/>
      <w:pPr>
        <w:ind w:left="5025" w:hanging="360"/>
      </w:pPr>
      <w:rPr>
        <w:rFonts w:ascii="Wingdings" w:hAnsi="Wingdings" w:hint="default"/>
      </w:rPr>
    </w:lvl>
    <w:lvl w:ilvl="6" w:tplc="FFFFFFFF" w:tentative="1">
      <w:start w:val="1"/>
      <w:numFmt w:val="bullet"/>
      <w:lvlText w:val=""/>
      <w:lvlJc w:val="left"/>
      <w:pPr>
        <w:ind w:left="5745" w:hanging="360"/>
      </w:pPr>
      <w:rPr>
        <w:rFonts w:ascii="Symbol" w:hAnsi="Symbol" w:hint="default"/>
      </w:rPr>
    </w:lvl>
    <w:lvl w:ilvl="7" w:tplc="FFFFFFFF" w:tentative="1">
      <w:start w:val="1"/>
      <w:numFmt w:val="bullet"/>
      <w:lvlText w:val="o"/>
      <w:lvlJc w:val="left"/>
      <w:pPr>
        <w:ind w:left="6465" w:hanging="360"/>
      </w:pPr>
      <w:rPr>
        <w:rFonts w:ascii="Courier New" w:hAnsi="Courier New" w:cs="Courier New" w:hint="default"/>
      </w:rPr>
    </w:lvl>
    <w:lvl w:ilvl="8" w:tplc="FFFFFFFF" w:tentative="1">
      <w:start w:val="1"/>
      <w:numFmt w:val="bullet"/>
      <w:lvlText w:val=""/>
      <w:lvlJc w:val="left"/>
      <w:pPr>
        <w:ind w:left="7185" w:hanging="360"/>
      </w:pPr>
      <w:rPr>
        <w:rFonts w:ascii="Wingdings" w:hAnsi="Wingdings" w:hint="default"/>
      </w:rPr>
    </w:lvl>
  </w:abstractNum>
  <w:abstractNum w:abstractNumId="19"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6102258"/>
    <w:multiLevelType w:val="multilevel"/>
    <w:tmpl w:val="E6B6810E"/>
    <w:lvl w:ilvl="0">
      <w:start w:val="1"/>
      <w:numFmt w:val="decimal"/>
      <w:pStyle w:val="Tablecaption"/>
      <w:lvlText w:val="Table %1"/>
      <w:lvlJc w:val="left"/>
      <w:pPr>
        <w:ind w:left="1134" w:hanging="1134"/>
      </w:pPr>
      <w:rPr>
        <w:rFonts w:hint="default"/>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2" w15:restartNumberingAfterBreak="0">
    <w:nsid w:val="16446CEF"/>
    <w:multiLevelType w:val="multilevel"/>
    <w:tmpl w:val="E534B8B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1BC45AB6"/>
    <w:multiLevelType w:val="hybridMultilevel"/>
    <w:tmpl w:val="82EAB5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1D95262A"/>
    <w:multiLevelType w:val="hybridMultilevel"/>
    <w:tmpl w:val="C58AF9FE"/>
    <w:lvl w:ilvl="0" w:tplc="0809000F">
      <w:start w:val="1"/>
      <w:numFmt w:val="decimal"/>
      <w:lvlText w:val="%1."/>
      <w:lvlJc w:val="left"/>
      <w:pPr>
        <w:ind w:left="1071" w:hanging="711"/>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1E7E01D9"/>
    <w:multiLevelType w:val="hybridMultilevel"/>
    <w:tmpl w:val="ECFE5922"/>
    <w:lvl w:ilvl="0" w:tplc="EAC2AAE0">
      <w:start w:val="1"/>
      <w:numFmt w:val="decimal"/>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1E9F7DBC"/>
    <w:multiLevelType w:val="hybridMultilevel"/>
    <w:tmpl w:val="74BE1048"/>
    <w:lvl w:ilvl="0" w:tplc="0DA498E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1F4267F4"/>
    <w:multiLevelType w:val="hybridMultilevel"/>
    <w:tmpl w:val="65C81FB0"/>
    <w:lvl w:ilvl="0" w:tplc="0232BA62">
      <w:start w:val="1"/>
      <w:numFmt w:val="bullet"/>
      <w:lvlText w:val=""/>
      <w:lvlJc w:val="left"/>
      <w:pPr>
        <w:ind w:left="720" w:hanging="360"/>
      </w:pPr>
      <w:rPr>
        <w:rFonts w:ascii="Symbol" w:hAnsi="Symbol" w:hint="default"/>
        <w:caps w:val="0"/>
        <w:strike w:val="0"/>
        <w:dstrike w:val="0"/>
        <w:vanish w:val="0"/>
        <w:color w:val="00508C"/>
        <w:u w:val="none"/>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23E25F8F"/>
    <w:multiLevelType w:val="hybridMultilevel"/>
    <w:tmpl w:val="6E72AA2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5"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26E556A3"/>
    <w:multiLevelType w:val="hybridMultilevel"/>
    <w:tmpl w:val="02E44FE2"/>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2C144063"/>
    <w:multiLevelType w:val="hybridMultilevel"/>
    <w:tmpl w:val="D5221D14"/>
    <w:lvl w:ilvl="0" w:tplc="FFFFFFFF">
      <w:start w:val="1"/>
      <w:numFmt w:val="lowerLetter"/>
      <w:lvlText w:val="(%1)"/>
      <w:lvlJc w:val="left"/>
      <w:pPr>
        <w:ind w:left="720" w:hanging="360"/>
      </w:pPr>
      <w:rPr>
        <w:rFonts w:hint="default"/>
      </w:rPr>
    </w:lvl>
    <w:lvl w:ilvl="1" w:tplc="DB167676">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2CE33BF0"/>
    <w:multiLevelType w:val="hybridMultilevel"/>
    <w:tmpl w:val="6CFA3BD8"/>
    <w:lvl w:ilvl="0" w:tplc="D44E2B6C">
      <w:start w:val="1"/>
      <w:numFmt w:val="bullet"/>
      <w:lvlText w:val=""/>
      <w:lvlJc w:val="left"/>
      <w:pPr>
        <w:ind w:left="1146" w:hanging="360"/>
      </w:pPr>
      <w:rPr>
        <w:rFonts w:ascii="Symbol" w:hAnsi="Symbol" w:hint="default"/>
        <w:color w:val="B2C1ED"/>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41" w15:restartNumberingAfterBreak="0">
    <w:nsid w:val="2D845392"/>
    <w:multiLevelType w:val="hybridMultilevel"/>
    <w:tmpl w:val="A29A5BF8"/>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2" w15:restartNumberingAfterBreak="0">
    <w:nsid w:val="328A07A9"/>
    <w:multiLevelType w:val="hybridMultilevel"/>
    <w:tmpl w:val="843C6500"/>
    <w:lvl w:ilvl="0" w:tplc="04140001">
      <w:start w:val="1"/>
      <w:numFmt w:val="bullet"/>
      <w:lvlText w:val=""/>
      <w:lvlJc w:val="left"/>
      <w:pPr>
        <w:ind w:left="1425" w:hanging="360"/>
      </w:pPr>
      <w:rPr>
        <w:rFonts w:ascii="Symbol" w:hAnsi="Symbol" w:hint="default"/>
      </w:rPr>
    </w:lvl>
    <w:lvl w:ilvl="1" w:tplc="04140003">
      <w:start w:val="1"/>
      <w:numFmt w:val="bullet"/>
      <w:lvlText w:val="o"/>
      <w:lvlJc w:val="left"/>
      <w:pPr>
        <w:ind w:left="2145" w:hanging="360"/>
      </w:pPr>
      <w:rPr>
        <w:rFonts w:ascii="Courier New" w:hAnsi="Courier New" w:cs="Courier New" w:hint="default"/>
      </w:rPr>
    </w:lvl>
    <w:lvl w:ilvl="2" w:tplc="04140005" w:tentative="1">
      <w:start w:val="1"/>
      <w:numFmt w:val="bullet"/>
      <w:lvlText w:val=""/>
      <w:lvlJc w:val="left"/>
      <w:pPr>
        <w:ind w:left="2865" w:hanging="360"/>
      </w:pPr>
      <w:rPr>
        <w:rFonts w:ascii="Wingdings" w:hAnsi="Wingdings" w:hint="default"/>
      </w:rPr>
    </w:lvl>
    <w:lvl w:ilvl="3" w:tplc="04140001" w:tentative="1">
      <w:start w:val="1"/>
      <w:numFmt w:val="bullet"/>
      <w:lvlText w:val=""/>
      <w:lvlJc w:val="left"/>
      <w:pPr>
        <w:ind w:left="3585" w:hanging="360"/>
      </w:pPr>
      <w:rPr>
        <w:rFonts w:ascii="Symbol" w:hAnsi="Symbol" w:hint="default"/>
      </w:rPr>
    </w:lvl>
    <w:lvl w:ilvl="4" w:tplc="04140003" w:tentative="1">
      <w:start w:val="1"/>
      <w:numFmt w:val="bullet"/>
      <w:lvlText w:val="o"/>
      <w:lvlJc w:val="left"/>
      <w:pPr>
        <w:ind w:left="4305" w:hanging="360"/>
      </w:pPr>
      <w:rPr>
        <w:rFonts w:ascii="Courier New" w:hAnsi="Courier New" w:cs="Courier New" w:hint="default"/>
      </w:rPr>
    </w:lvl>
    <w:lvl w:ilvl="5" w:tplc="04140005" w:tentative="1">
      <w:start w:val="1"/>
      <w:numFmt w:val="bullet"/>
      <w:lvlText w:val=""/>
      <w:lvlJc w:val="left"/>
      <w:pPr>
        <w:ind w:left="5025" w:hanging="360"/>
      </w:pPr>
      <w:rPr>
        <w:rFonts w:ascii="Wingdings" w:hAnsi="Wingdings" w:hint="default"/>
      </w:rPr>
    </w:lvl>
    <w:lvl w:ilvl="6" w:tplc="04140001" w:tentative="1">
      <w:start w:val="1"/>
      <w:numFmt w:val="bullet"/>
      <w:lvlText w:val=""/>
      <w:lvlJc w:val="left"/>
      <w:pPr>
        <w:ind w:left="5745" w:hanging="360"/>
      </w:pPr>
      <w:rPr>
        <w:rFonts w:ascii="Symbol" w:hAnsi="Symbol" w:hint="default"/>
      </w:rPr>
    </w:lvl>
    <w:lvl w:ilvl="7" w:tplc="04140003" w:tentative="1">
      <w:start w:val="1"/>
      <w:numFmt w:val="bullet"/>
      <w:lvlText w:val="o"/>
      <w:lvlJc w:val="left"/>
      <w:pPr>
        <w:ind w:left="6465" w:hanging="360"/>
      </w:pPr>
      <w:rPr>
        <w:rFonts w:ascii="Courier New" w:hAnsi="Courier New" w:cs="Courier New" w:hint="default"/>
      </w:rPr>
    </w:lvl>
    <w:lvl w:ilvl="8" w:tplc="04140005" w:tentative="1">
      <w:start w:val="1"/>
      <w:numFmt w:val="bullet"/>
      <w:lvlText w:val=""/>
      <w:lvlJc w:val="left"/>
      <w:pPr>
        <w:ind w:left="7185" w:hanging="360"/>
      </w:pPr>
      <w:rPr>
        <w:rFonts w:ascii="Wingdings" w:hAnsi="Wingdings" w:hint="default"/>
      </w:rPr>
    </w:lvl>
  </w:abstractNum>
  <w:abstractNum w:abstractNumId="43" w15:restartNumberingAfterBreak="0">
    <w:nsid w:val="32FE7170"/>
    <w:multiLevelType w:val="hybridMultilevel"/>
    <w:tmpl w:val="C8D295E2"/>
    <w:lvl w:ilvl="0" w:tplc="DB167676">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365B768F"/>
    <w:multiLevelType w:val="hybridMultilevel"/>
    <w:tmpl w:val="B0A2EA32"/>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3B0C08A4"/>
    <w:multiLevelType w:val="hybridMultilevel"/>
    <w:tmpl w:val="570A91E0"/>
    <w:lvl w:ilvl="0" w:tplc="DB167676">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8" w15:restartNumberingAfterBreak="0">
    <w:nsid w:val="3C7C24AB"/>
    <w:multiLevelType w:val="multilevel"/>
    <w:tmpl w:val="E156617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sz w:val="22"/>
        <w:szCs w:val="22"/>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9"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3F8A48D4"/>
    <w:multiLevelType w:val="hybridMultilevel"/>
    <w:tmpl w:val="4544C03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2"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47820AE0"/>
    <w:multiLevelType w:val="hybridMultilevel"/>
    <w:tmpl w:val="CEE482BA"/>
    <w:lvl w:ilvl="0" w:tplc="04060001">
      <w:start w:val="1"/>
      <w:numFmt w:val="bullet"/>
      <w:lvlText w:val=""/>
      <w:lvlJc w:val="left"/>
      <w:pPr>
        <w:ind w:left="2145" w:hanging="360"/>
      </w:pPr>
      <w:rPr>
        <w:rFonts w:ascii="Symbol" w:hAnsi="Symbol" w:hint="default"/>
      </w:rPr>
    </w:lvl>
    <w:lvl w:ilvl="1" w:tplc="04060003" w:tentative="1">
      <w:start w:val="1"/>
      <w:numFmt w:val="bullet"/>
      <w:lvlText w:val="o"/>
      <w:lvlJc w:val="left"/>
      <w:pPr>
        <w:ind w:left="2865" w:hanging="360"/>
      </w:pPr>
      <w:rPr>
        <w:rFonts w:ascii="Courier New" w:hAnsi="Courier New" w:cs="Courier New" w:hint="default"/>
      </w:rPr>
    </w:lvl>
    <w:lvl w:ilvl="2" w:tplc="04060005" w:tentative="1">
      <w:start w:val="1"/>
      <w:numFmt w:val="bullet"/>
      <w:lvlText w:val=""/>
      <w:lvlJc w:val="left"/>
      <w:pPr>
        <w:ind w:left="3585" w:hanging="360"/>
      </w:pPr>
      <w:rPr>
        <w:rFonts w:ascii="Wingdings" w:hAnsi="Wingdings" w:hint="default"/>
      </w:rPr>
    </w:lvl>
    <w:lvl w:ilvl="3" w:tplc="04060001" w:tentative="1">
      <w:start w:val="1"/>
      <w:numFmt w:val="bullet"/>
      <w:lvlText w:val=""/>
      <w:lvlJc w:val="left"/>
      <w:pPr>
        <w:ind w:left="4305" w:hanging="360"/>
      </w:pPr>
      <w:rPr>
        <w:rFonts w:ascii="Symbol" w:hAnsi="Symbol" w:hint="default"/>
      </w:rPr>
    </w:lvl>
    <w:lvl w:ilvl="4" w:tplc="04060003" w:tentative="1">
      <w:start w:val="1"/>
      <w:numFmt w:val="bullet"/>
      <w:lvlText w:val="o"/>
      <w:lvlJc w:val="left"/>
      <w:pPr>
        <w:ind w:left="5025" w:hanging="360"/>
      </w:pPr>
      <w:rPr>
        <w:rFonts w:ascii="Courier New" w:hAnsi="Courier New" w:cs="Courier New" w:hint="default"/>
      </w:rPr>
    </w:lvl>
    <w:lvl w:ilvl="5" w:tplc="04060005" w:tentative="1">
      <w:start w:val="1"/>
      <w:numFmt w:val="bullet"/>
      <w:lvlText w:val=""/>
      <w:lvlJc w:val="left"/>
      <w:pPr>
        <w:ind w:left="5745" w:hanging="360"/>
      </w:pPr>
      <w:rPr>
        <w:rFonts w:ascii="Wingdings" w:hAnsi="Wingdings" w:hint="default"/>
      </w:rPr>
    </w:lvl>
    <w:lvl w:ilvl="6" w:tplc="04060001" w:tentative="1">
      <w:start w:val="1"/>
      <w:numFmt w:val="bullet"/>
      <w:lvlText w:val=""/>
      <w:lvlJc w:val="left"/>
      <w:pPr>
        <w:ind w:left="6465" w:hanging="360"/>
      </w:pPr>
      <w:rPr>
        <w:rFonts w:ascii="Symbol" w:hAnsi="Symbol" w:hint="default"/>
      </w:rPr>
    </w:lvl>
    <w:lvl w:ilvl="7" w:tplc="04060003" w:tentative="1">
      <w:start w:val="1"/>
      <w:numFmt w:val="bullet"/>
      <w:lvlText w:val="o"/>
      <w:lvlJc w:val="left"/>
      <w:pPr>
        <w:ind w:left="7185" w:hanging="360"/>
      </w:pPr>
      <w:rPr>
        <w:rFonts w:ascii="Courier New" w:hAnsi="Courier New" w:cs="Courier New" w:hint="default"/>
      </w:rPr>
    </w:lvl>
    <w:lvl w:ilvl="8" w:tplc="04060005" w:tentative="1">
      <w:start w:val="1"/>
      <w:numFmt w:val="bullet"/>
      <w:lvlText w:val=""/>
      <w:lvlJc w:val="left"/>
      <w:pPr>
        <w:ind w:left="7905" w:hanging="360"/>
      </w:pPr>
      <w:rPr>
        <w:rFonts w:ascii="Wingdings" w:hAnsi="Wingdings" w:hint="default"/>
      </w:rPr>
    </w:lvl>
  </w:abstractNum>
  <w:abstractNum w:abstractNumId="54"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4B7164FD"/>
    <w:multiLevelType w:val="hybridMultilevel"/>
    <w:tmpl w:val="0A1AE3CA"/>
    <w:lvl w:ilvl="0" w:tplc="A9AEF15C">
      <w:start w:val="1"/>
      <w:numFmt w:val="bullet"/>
      <w:lvlText w:val=""/>
      <w:lvlJc w:val="left"/>
      <w:pPr>
        <w:ind w:left="36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6" w15:restartNumberingAfterBreak="0">
    <w:nsid w:val="4D057AE9"/>
    <w:multiLevelType w:val="hybridMultilevel"/>
    <w:tmpl w:val="3C04CB96"/>
    <w:lvl w:ilvl="0" w:tplc="D44E2B6C">
      <w:start w:val="1"/>
      <w:numFmt w:val="bullet"/>
      <w:lvlText w:val=""/>
      <w:lvlJc w:val="left"/>
      <w:pPr>
        <w:ind w:left="720" w:hanging="360"/>
      </w:pPr>
      <w:rPr>
        <w:rFonts w:ascii="Symbol" w:hAnsi="Symbol" w:hint="default"/>
        <w:color w:val="B2C1ED"/>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7" w15:restartNumberingAfterBreak="0">
    <w:nsid w:val="4FEB2D66"/>
    <w:multiLevelType w:val="hybridMultilevel"/>
    <w:tmpl w:val="8ADCAE8E"/>
    <w:lvl w:ilvl="0" w:tplc="303E0528">
      <w:start w:val="1"/>
      <w:numFmt w:val="lowerLetter"/>
      <w:lvlText w:val="(%1)"/>
      <w:lvlJc w:val="left"/>
      <w:pPr>
        <w:ind w:left="425" w:hanging="425"/>
      </w:pPr>
      <w:rPr>
        <w:rFonts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5149128E"/>
    <w:multiLevelType w:val="hybridMultilevel"/>
    <w:tmpl w:val="2C586F5C"/>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9" w15:restartNumberingAfterBreak="0">
    <w:nsid w:val="538861A4"/>
    <w:multiLevelType w:val="hybridMultilevel"/>
    <w:tmpl w:val="3AD8D6C0"/>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0" w15:restartNumberingAfterBreak="0">
    <w:nsid w:val="553B6DAE"/>
    <w:multiLevelType w:val="hybridMultilevel"/>
    <w:tmpl w:val="0F5CA2A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1"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3" w15:restartNumberingAfterBreak="0">
    <w:nsid w:val="5A344B12"/>
    <w:multiLevelType w:val="hybridMultilevel"/>
    <w:tmpl w:val="773CDDB2"/>
    <w:lvl w:ilvl="0" w:tplc="04140001">
      <w:start w:val="1"/>
      <w:numFmt w:val="bullet"/>
      <w:lvlText w:val=""/>
      <w:lvlJc w:val="left"/>
      <w:pPr>
        <w:ind w:left="1428" w:hanging="360"/>
      </w:pPr>
      <w:rPr>
        <w:rFonts w:ascii="Symbol" w:hAnsi="Symbol" w:hint="default"/>
      </w:rPr>
    </w:lvl>
    <w:lvl w:ilvl="1" w:tplc="04140003" w:tentative="1">
      <w:start w:val="1"/>
      <w:numFmt w:val="bullet"/>
      <w:lvlText w:val="o"/>
      <w:lvlJc w:val="left"/>
      <w:pPr>
        <w:ind w:left="2148" w:hanging="360"/>
      </w:pPr>
      <w:rPr>
        <w:rFonts w:ascii="Courier New" w:hAnsi="Courier New" w:cs="Courier New" w:hint="default"/>
      </w:rPr>
    </w:lvl>
    <w:lvl w:ilvl="2" w:tplc="04140005" w:tentative="1">
      <w:start w:val="1"/>
      <w:numFmt w:val="bullet"/>
      <w:lvlText w:val=""/>
      <w:lvlJc w:val="left"/>
      <w:pPr>
        <w:ind w:left="2868" w:hanging="360"/>
      </w:pPr>
      <w:rPr>
        <w:rFonts w:ascii="Wingdings" w:hAnsi="Wingdings" w:hint="default"/>
      </w:rPr>
    </w:lvl>
    <w:lvl w:ilvl="3" w:tplc="04140001" w:tentative="1">
      <w:start w:val="1"/>
      <w:numFmt w:val="bullet"/>
      <w:lvlText w:val=""/>
      <w:lvlJc w:val="left"/>
      <w:pPr>
        <w:ind w:left="3588" w:hanging="360"/>
      </w:pPr>
      <w:rPr>
        <w:rFonts w:ascii="Symbol" w:hAnsi="Symbol" w:hint="default"/>
      </w:rPr>
    </w:lvl>
    <w:lvl w:ilvl="4" w:tplc="04140003" w:tentative="1">
      <w:start w:val="1"/>
      <w:numFmt w:val="bullet"/>
      <w:lvlText w:val="o"/>
      <w:lvlJc w:val="left"/>
      <w:pPr>
        <w:ind w:left="4308" w:hanging="360"/>
      </w:pPr>
      <w:rPr>
        <w:rFonts w:ascii="Courier New" w:hAnsi="Courier New" w:cs="Courier New" w:hint="default"/>
      </w:rPr>
    </w:lvl>
    <w:lvl w:ilvl="5" w:tplc="04140005" w:tentative="1">
      <w:start w:val="1"/>
      <w:numFmt w:val="bullet"/>
      <w:lvlText w:val=""/>
      <w:lvlJc w:val="left"/>
      <w:pPr>
        <w:ind w:left="5028" w:hanging="360"/>
      </w:pPr>
      <w:rPr>
        <w:rFonts w:ascii="Wingdings" w:hAnsi="Wingdings" w:hint="default"/>
      </w:rPr>
    </w:lvl>
    <w:lvl w:ilvl="6" w:tplc="04140001" w:tentative="1">
      <w:start w:val="1"/>
      <w:numFmt w:val="bullet"/>
      <w:lvlText w:val=""/>
      <w:lvlJc w:val="left"/>
      <w:pPr>
        <w:ind w:left="5748" w:hanging="360"/>
      </w:pPr>
      <w:rPr>
        <w:rFonts w:ascii="Symbol" w:hAnsi="Symbol" w:hint="default"/>
      </w:rPr>
    </w:lvl>
    <w:lvl w:ilvl="7" w:tplc="04140003" w:tentative="1">
      <w:start w:val="1"/>
      <w:numFmt w:val="bullet"/>
      <w:lvlText w:val="o"/>
      <w:lvlJc w:val="left"/>
      <w:pPr>
        <w:ind w:left="6468" w:hanging="360"/>
      </w:pPr>
      <w:rPr>
        <w:rFonts w:ascii="Courier New" w:hAnsi="Courier New" w:cs="Courier New" w:hint="default"/>
      </w:rPr>
    </w:lvl>
    <w:lvl w:ilvl="8" w:tplc="04140005" w:tentative="1">
      <w:start w:val="1"/>
      <w:numFmt w:val="bullet"/>
      <w:lvlText w:val=""/>
      <w:lvlJc w:val="left"/>
      <w:pPr>
        <w:ind w:left="7188" w:hanging="360"/>
      </w:pPr>
      <w:rPr>
        <w:rFonts w:ascii="Wingdings" w:hAnsi="Wingdings" w:hint="default"/>
      </w:rPr>
    </w:lvl>
  </w:abstractNum>
  <w:abstractNum w:abstractNumId="64"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5DC64F06"/>
    <w:multiLevelType w:val="hybridMultilevel"/>
    <w:tmpl w:val="C38E95E8"/>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6" w15:restartNumberingAfterBreak="0">
    <w:nsid w:val="638C3330"/>
    <w:multiLevelType w:val="hybridMultilevel"/>
    <w:tmpl w:val="EA462D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4E44FBD"/>
    <w:multiLevelType w:val="hybridMultilevel"/>
    <w:tmpl w:val="8598A8E8"/>
    <w:lvl w:ilvl="0" w:tplc="D44E2B6C">
      <w:start w:val="1"/>
      <w:numFmt w:val="bullet"/>
      <w:lvlText w:val=""/>
      <w:lvlJc w:val="left"/>
      <w:pPr>
        <w:ind w:left="720" w:hanging="360"/>
      </w:pPr>
      <w:rPr>
        <w:rFonts w:ascii="Symbol" w:hAnsi="Symbol" w:hint="default"/>
        <w:color w:val="B2C1ED"/>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8" w15:restartNumberingAfterBreak="0">
    <w:nsid w:val="66DF41A4"/>
    <w:multiLevelType w:val="hybridMultilevel"/>
    <w:tmpl w:val="FA5E8F04"/>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9" w15:restartNumberingAfterBreak="0">
    <w:nsid w:val="6B9165AD"/>
    <w:multiLevelType w:val="hybridMultilevel"/>
    <w:tmpl w:val="EA462DE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6BEB7378"/>
    <w:multiLevelType w:val="hybridMultilevel"/>
    <w:tmpl w:val="35E049D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1" w15:restartNumberingAfterBreak="0">
    <w:nsid w:val="6D2A24CB"/>
    <w:multiLevelType w:val="hybridMultilevel"/>
    <w:tmpl w:val="87F413AA"/>
    <w:lvl w:ilvl="0" w:tplc="A9AEF15C">
      <w:start w:val="1"/>
      <w:numFmt w:val="bullet"/>
      <w:lvlText w:val=""/>
      <w:lvlJc w:val="left"/>
      <w:pPr>
        <w:ind w:left="36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2"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15:restartNumberingAfterBreak="0">
    <w:nsid w:val="6F793D0D"/>
    <w:multiLevelType w:val="hybridMultilevel"/>
    <w:tmpl w:val="B236608C"/>
    <w:lvl w:ilvl="0" w:tplc="04140001">
      <w:start w:val="1"/>
      <w:numFmt w:val="bullet"/>
      <w:lvlText w:val=""/>
      <w:lvlJc w:val="left"/>
      <w:pPr>
        <w:ind w:left="1425" w:hanging="360"/>
      </w:pPr>
      <w:rPr>
        <w:rFonts w:ascii="Symbol" w:hAnsi="Symbol" w:hint="default"/>
      </w:rPr>
    </w:lvl>
    <w:lvl w:ilvl="1" w:tplc="04140003" w:tentative="1">
      <w:start w:val="1"/>
      <w:numFmt w:val="bullet"/>
      <w:lvlText w:val="o"/>
      <w:lvlJc w:val="left"/>
      <w:pPr>
        <w:ind w:left="2145" w:hanging="360"/>
      </w:pPr>
      <w:rPr>
        <w:rFonts w:ascii="Courier New" w:hAnsi="Courier New" w:cs="Courier New" w:hint="default"/>
      </w:rPr>
    </w:lvl>
    <w:lvl w:ilvl="2" w:tplc="04140005" w:tentative="1">
      <w:start w:val="1"/>
      <w:numFmt w:val="bullet"/>
      <w:lvlText w:val=""/>
      <w:lvlJc w:val="left"/>
      <w:pPr>
        <w:ind w:left="2865" w:hanging="360"/>
      </w:pPr>
      <w:rPr>
        <w:rFonts w:ascii="Wingdings" w:hAnsi="Wingdings" w:hint="default"/>
      </w:rPr>
    </w:lvl>
    <w:lvl w:ilvl="3" w:tplc="04140001" w:tentative="1">
      <w:start w:val="1"/>
      <w:numFmt w:val="bullet"/>
      <w:lvlText w:val=""/>
      <w:lvlJc w:val="left"/>
      <w:pPr>
        <w:ind w:left="3585" w:hanging="360"/>
      </w:pPr>
      <w:rPr>
        <w:rFonts w:ascii="Symbol" w:hAnsi="Symbol" w:hint="default"/>
      </w:rPr>
    </w:lvl>
    <w:lvl w:ilvl="4" w:tplc="04140003" w:tentative="1">
      <w:start w:val="1"/>
      <w:numFmt w:val="bullet"/>
      <w:lvlText w:val="o"/>
      <w:lvlJc w:val="left"/>
      <w:pPr>
        <w:ind w:left="4305" w:hanging="360"/>
      </w:pPr>
      <w:rPr>
        <w:rFonts w:ascii="Courier New" w:hAnsi="Courier New" w:cs="Courier New" w:hint="default"/>
      </w:rPr>
    </w:lvl>
    <w:lvl w:ilvl="5" w:tplc="04140005" w:tentative="1">
      <w:start w:val="1"/>
      <w:numFmt w:val="bullet"/>
      <w:lvlText w:val=""/>
      <w:lvlJc w:val="left"/>
      <w:pPr>
        <w:ind w:left="5025" w:hanging="360"/>
      </w:pPr>
      <w:rPr>
        <w:rFonts w:ascii="Wingdings" w:hAnsi="Wingdings" w:hint="default"/>
      </w:rPr>
    </w:lvl>
    <w:lvl w:ilvl="6" w:tplc="04140001" w:tentative="1">
      <w:start w:val="1"/>
      <w:numFmt w:val="bullet"/>
      <w:lvlText w:val=""/>
      <w:lvlJc w:val="left"/>
      <w:pPr>
        <w:ind w:left="5745" w:hanging="360"/>
      </w:pPr>
      <w:rPr>
        <w:rFonts w:ascii="Symbol" w:hAnsi="Symbol" w:hint="default"/>
      </w:rPr>
    </w:lvl>
    <w:lvl w:ilvl="7" w:tplc="04140003" w:tentative="1">
      <w:start w:val="1"/>
      <w:numFmt w:val="bullet"/>
      <w:lvlText w:val="o"/>
      <w:lvlJc w:val="left"/>
      <w:pPr>
        <w:ind w:left="6465" w:hanging="360"/>
      </w:pPr>
      <w:rPr>
        <w:rFonts w:ascii="Courier New" w:hAnsi="Courier New" w:cs="Courier New" w:hint="default"/>
      </w:rPr>
    </w:lvl>
    <w:lvl w:ilvl="8" w:tplc="04140005" w:tentative="1">
      <w:start w:val="1"/>
      <w:numFmt w:val="bullet"/>
      <w:lvlText w:val=""/>
      <w:lvlJc w:val="left"/>
      <w:pPr>
        <w:ind w:left="7185" w:hanging="360"/>
      </w:pPr>
      <w:rPr>
        <w:rFonts w:ascii="Wingdings" w:hAnsi="Wingdings" w:hint="default"/>
      </w:rPr>
    </w:lvl>
  </w:abstractNum>
  <w:abstractNum w:abstractNumId="74" w15:restartNumberingAfterBreak="0">
    <w:nsid w:val="6FA318B8"/>
    <w:multiLevelType w:val="hybridMultilevel"/>
    <w:tmpl w:val="EA462D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70460542"/>
    <w:multiLevelType w:val="hybridMultilevel"/>
    <w:tmpl w:val="DE5C0B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15:restartNumberingAfterBreak="0">
    <w:nsid w:val="71077B0C"/>
    <w:multiLevelType w:val="hybridMultilevel"/>
    <w:tmpl w:val="E10ADE8A"/>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7" w15:restartNumberingAfterBreak="0">
    <w:nsid w:val="710B7435"/>
    <w:multiLevelType w:val="hybridMultilevel"/>
    <w:tmpl w:val="C2386484"/>
    <w:lvl w:ilvl="0" w:tplc="04140001">
      <w:start w:val="1"/>
      <w:numFmt w:val="bullet"/>
      <w:lvlText w:val=""/>
      <w:lvlJc w:val="left"/>
      <w:pPr>
        <w:ind w:left="1428" w:hanging="360"/>
      </w:pPr>
      <w:rPr>
        <w:rFonts w:ascii="Symbol" w:hAnsi="Symbol" w:hint="default"/>
      </w:rPr>
    </w:lvl>
    <w:lvl w:ilvl="1" w:tplc="04140003" w:tentative="1">
      <w:start w:val="1"/>
      <w:numFmt w:val="bullet"/>
      <w:lvlText w:val="o"/>
      <w:lvlJc w:val="left"/>
      <w:pPr>
        <w:ind w:left="2148" w:hanging="360"/>
      </w:pPr>
      <w:rPr>
        <w:rFonts w:ascii="Courier New" w:hAnsi="Courier New" w:cs="Courier New" w:hint="default"/>
      </w:rPr>
    </w:lvl>
    <w:lvl w:ilvl="2" w:tplc="04140005" w:tentative="1">
      <w:start w:val="1"/>
      <w:numFmt w:val="bullet"/>
      <w:lvlText w:val=""/>
      <w:lvlJc w:val="left"/>
      <w:pPr>
        <w:ind w:left="2868" w:hanging="360"/>
      </w:pPr>
      <w:rPr>
        <w:rFonts w:ascii="Wingdings" w:hAnsi="Wingdings" w:hint="default"/>
      </w:rPr>
    </w:lvl>
    <w:lvl w:ilvl="3" w:tplc="04140001" w:tentative="1">
      <w:start w:val="1"/>
      <w:numFmt w:val="bullet"/>
      <w:lvlText w:val=""/>
      <w:lvlJc w:val="left"/>
      <w:pPr>
        <w:ind w:left="3588" w:hanging="360"/>
      </w:pPr>
      <w:rPr>
        <w:rFonts w:ascii="Symbol" w:hAnsi="Symbol" w:hint="default"/>
      </w:rPr>
    </w:lvl>
    <w:lvl w:ilvl="4" w:tplc="04140003" w:tentative="1">
      <w:start w:val="1"/>
      <w:numFmt w:val="bullet"/>
      <w:lvlText w:val="o"/>
      <w:lvlJc w:val="left"/>
      <w:pPr>
        <w:ind w:left="4308" w:hanging="360"/>
      </w:pPr>
      <w:rPr>
        <w:rFonts w:ascii="Courier New" w:hAnsi="Courier New" w:cs="Courier New" w:hint="default"/>
      </w:rPr>
    </w:lvl>
    <w:lvl w:ilvl="5" w:tplc="04140005" w:tentative="1">
      <w:start w:val="1"/>
      <w:numFmt w:val="bullet"/>
      <w:lvlText w:val=""/>
      <w:lvlJc w:val="left"/>
      <w:pPr>
        <w:ind w:left="5028" w:hanging="360"/>
      </w:pPr>
      <w:rPr>
        <w:rFonts w:ascii="Wingdings" w:hAnsi="Wingdings" w:hint="default"/>
      </w:rPr>
    </w:lvl>
    <w:lvl w:ilvl="6" w:tplc="04140001" w:tentative="1">
      <w:start w:val="1"/>
      <w:numFmt w:val="bullet"/>
      <w:lvlText w:val=""/>
      <w:lvlJc w:val="left"/>
      <w:pPr>
        <w:ind w:left="5748" w:hanging="360"/>
      </w:pPr>
      <w:rPr>
        <w:rFonts w:ascii="Symbol" w:hAnsi="Symbol" w:hint="default"/>
      </w:rPr>
    </w:lvl>
    <w:lvl w:ilvl="7" w:tplc="04140003" w:tentative="1">
      <w:start w:val="1"/>
      <w:numFmt w:val="bullet"/>
      <w:lvlText w:val="o"/>
      <w:lvlJc w:val="left"/>
      <w:pPr>
        <w:ind w:left="6468" w:hanging="360"/>
      </w:pPr>
      <w:rPr>
        <w:rFonts w:ascii="Courier New" w:hAnsi="Courier New" w:cs="Courier New" w:hint="default"/>
      </w:rPr>
    </w:lvl>
    <w:lvl w:ilvl="8" w:tplc="04140005" w:tentative="1">
      <w:start w:val="1"/>
      <w:numFmt w:val="bullet"/>
      <w:lvlText w:val=""/>
      <w:lvlJc w:val="left"/>
      <w:pPr>
        <w:ind w:left="7188" w:hanging="360"/>
      </w:pPr>
      <w:rPr>
        <w:rFonts w:ascii="Wingdings" w:hAnsi="Wingdings" w:hint="default"/>
      </w:rPr>
    </w:lvl>
  </w:abstractNum>
  <w:abstractNum w:abstractNumId="78" w15:restartNumberingAfterBreak="0">
    <w:nsid w:val="74AC3385"/>
    <w:multiLevelType w:val="hybridMultilevel"/>
    <w:tmpl w:val="88325EEA"/>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9" w15:restartNumberingAfterBreak="0">
    <w:nsid w:val="75673B8C"/>
    <w:multiLevelType w:val="hybridMultilevel"/>
    <w:tmpl w:val="5822971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0"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3" w15:restartNumberingAfterBreak="0">
    <w:nsid w:val="7A707ED1"/>
    <w:multiLevelType w:val="hybridMultilevel"/>
    <w:tmpl w:val="BD200A38"/>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7892F2FC">
      <w:numFmt w:val="bullet"/>
      <w:lvlText w:val="–"/>
      <w:lvlJc w:val="left"/>
      <w:pPr>
        <w:ind w:left="1440" w:hanging="360"/>
      </w:pPr>
      <w:rPr>
        <w:rFonts w:ascii="Calibri" w:eastAsiaTheme="minorHAnsi" w:hAnsi="Calibri" w:cs="Calibri"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4" w15:restartNumberingAfterBreak="0">
    <w:nsid w:val="7AA563E8"/>
    <w:multiLevelType w:val="hybridMultilevel"/>
    <w:tmpl w:val="F8F67FE4"/>
    <w:lvl w:ilvl="0" w:tplc="04140001">
      <w:start w:val="1"/>
      <w:numFmt w:val="bullet"/>
      <w:lvlText w:val=""/>
      <w:lvlJc w:val="left"/>
      <w:pPr>
        <w:ind w:left="1425" w:hanging="360"/>
      </w:pPr>
      <w:rPr>
        <w:rFonts w:ascii="Symbol" w:hAnsi="Symbol" w:hint="default"/>
      </w:rPr>
    </w:lvl>
    <w:lvl w:ilvl="1" w:tplc="04140003" w:tentative="1">
      <w:start w:val="1"/>
      <w:numFmt w:val="bullet"/>
      <w:lvlText w:val="o"/>
      <w:lvlJc w:val="left"/>
      <w:pPr>
        <w:ind w:left="2145" w:hanging="360"/>
      </w:pPr>
      <w:rPr>
        <w:rFonts w:ascii="Courier New" w:hAnsi="Courier New" w:cs="Courier New" w:hint="default"/>
      </w:rPr>
    </w:lvl>
    <w:lvl w:ilvl="2" w:tplc="04140005" w:tentative="1">
      <w:start w:val="1"/>
      <w:numFmt w:val="bullet"/>
      <w:lvlText w:val=""/>
      <w:lvlJc w:val="left"/>
      <w:pPr>
        <w:ind w:left="2865" w:hanging="360"/>
      </w:pPr>
      <w:rPr>
        <w:rFonts w:ascii="Wingdings" w:hAnsi="Wingdings" w:hint="default"/>
      </w:rPr>
    </w:lvl>
    <w:lvl w:ilvl="3" w:tplc="04140001" w:tentative="1">
      <w:start w:val="1"/>
      <w:numFmt w:val="bullet"/>
      <w:lvlText w:val=""/>
      <w:lvlJc w:val="left"/>
      <w:pPr>
        <w:ind w:left="3585" w:hanging="360"/>
      </w:pPr>
      <w:rPr>
        <w:rFonts w:ascii="Symbol" w:hAnsi="Symbol" w:hint="default"/>
      </w:rPr>
    </w:lvl>
    <w:lvl w:ilvl="4" w:tplc="04140003" w:tentative="1">
      <w:start w:val="1"/>
      <w:numFmt w:val="bullet"/>
      <w:lvlText w:val="o"/>
      <w:lvlJc w:val="left"/>
      <w:pPr>
        <w:ind w:left="4305" w:hanging="360"/>
      </w:pPr>
      <w:rPr>
        <w:rFonts w:ascii="Courier New" w:hAnsi="Courier New" w:cs="Courier New" w:hint="default"/>
      </w:rPr>
    </w:lvl>
    <w:lvl w:ilvl="5" w:tplc="04140005" w:tentative="1">
      <w:start w:val="1"/>
      <w:numFmt w:val="bullet"/>
      <w:lvlText w:val=""/>
      <w:lvlJc w:val="left"/>
      <w:pPr>
        <w:ind w:left="5025" w:hanging="360"/>
      </w:pPr>
      <w:rPr>
        <w:rFonts w:ascii="Wingdings" w:hAnsi="Wingdings" w:hint="default"/>
      </w:rPr>
    </w:lvl>
    <w:lvl w:ilvl="6" w:tplc="04140001" w:tentative="1">
      <w:start w:val="1"/>
      <w:numFmt w:val="bullet"/>
      <w:lvlText w:val=""/>
      <w:lvlJc w:val="left"/>
      <w:pPr>
        <w:ind w:left="5745" w:hanging="360"/>
      </w:pPr>
      <w:rPr>
        <w:rFonts w:ascii="Symbol" w:hAnsi="Symbol" w:hint="default"/>
      </w:rPr>
    </w:lvl>
    <w:lvl w:ilvl="7" w:tplc="04140003" w:tentative="1">
      <w:start w:val="1"/>
      <w:numFmt w:val="bullet"/>
      <w:lvlText w:val="o"/>
      <w:lvlJc w:val="left"/>
      <w:pPr>
        <w:ind w:left="6465" w:hanging="360"/>
      </w:pPr>
      <w:rPr>
        <w:rFonts w:ascii="Courier New" w:hAnsi="Courier New" w:cs="Courier New" w:hint="default"/>
      </w:rPr>
    </w:lvl>
    <w:lvl w:ilvl="8" w:tplc="04140005" w:tentative="1">
      <w:start w:val="1"/>
      <w:numFmt w:val="bullet"/>
      <w:lvlText w:val=""/>
      <w:lvlJc w:val="left"/>
      <w:pPr>
        <w:ind w:left="7185" w:hanging="360"/>
      </w:pPr>
      <w:rPr>
        <w:rFonts w:ascii="Wingdings" w:hAnsi="Wingdings" w:hint="default"/>
      </w:rPr>
    </w:lvl>
  </w:abstractNum>
  <w:abstractNum w:abstractNumId="85" w15:restartNumberingAfterBreak="0">
    <w:nsid w:val="7BB11B89"/>
    <w:multiLevelType w:val="hybridMultilevel"/>
    <w:tmpl w:val="22EAEB96"/>
    <w:lvl w:ilvl="0" w:tplc="D44E2B6C">
      <w:start w:val="1"/>
      <w:numFmt w:val="bullet"/>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6" w15:restartNumberingAfterBreak="0">
    <w:nsid w:val="7E0C6BCE"/>
    <w:multiLevelType w:val="hybridMultilevel"/>
    <w:tmpl w:val="3CF0523A"/>
    <w:lvl w:ilvl="0" w:tplc="D44E2B6C">
      <w:start w:val="1"/>
      <w:numFmt w:val="bullet"/>
      <w:lvlText w:val=""/>
      <w:lvlJc w:val="left"/>
      <w:pPr>
        <w:ind w:left="720" w:hanging="360"/>
      </w:pPr>
      <w:rPr>
        <w:rFonts w:ascii="Symbol" w:hAnsi="Symbol" w:hint="default"/>
        <w:color w:val="B2C1ED"/>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7" w15:restartNumberingAfterBreak="0">
    <w:nsid w:val="7E53144C"/>
    <w:multiLevelType w:val="hybridMultilevel"/>
    <w:tmpl w:val="BF968EDC"/>
    <w:lvl w:ilvl="0" w:tplc="04140001">
      <w:start w:val="1"/>
      <w:numFmt w:val="bullet"/>
      <w:lvlText w:val=""/>
      <w:lvlJc w:val="left"/>
      <w:pPr>
        <w:ind w:left="1425" w:hanging="360"/>
      </w:pPr>
      <w:rPr>
        <w:rFonts w:ascii="Symbol" w:hAnsi="Symbol" w:hint="default"/>
      </w:rPr>
    </w:lvl>
    <w:lvl w:ilvl="1" w:tplc="04140003" w:tentative="1">
      <w:start w:val="1"/>
      <w:numFmt w:val="bullet"/>
      <w:lvlText w:val="o"/>
      <w:lvlJc w:val="left"/>
      <w:pPr>
        <w:ind w:left="2145" w:hanging="360"/>
      </w:pPr>
      <w:rPr>
        <w:rFonts w:ascii="Courier New" w:hAnsi="Courier New" w:cs="Courier New" w:hint="default"/>
      </w:rPr>
    </w:lvl>
    <w:lvl w:ilvl="2" w:tplc="04140005" w:tentative="1">
      <w:start w:val="1"/>
      <w:numFmt w:val="bullet"/>
      <w:lvlText w:val=""/>
      <w:lvlJc w:val="left"/>
      <w:pPr>
        <w:ind w:left="2865" w:hanging="360"/>
      </w:pPr>
      <w:rPr>
        <w:rFonts w:ascii="Wingdings" w:hAnsi="Wingdings" w:hint="default"/>
      </w:rPr>
    </w:lvl>
    <w:lvl w:ilvl="3" w:tplc="04140001" w:tentative="1">
      <w:start w:val="1"/>
      <w:numFmt w:val="bullet"/>
      <w:lvlText w:val=""/>
      <w:lvlJc w:val="left"/>
      <w:pPr>
        <w:ind w:left="3585" w:hanging="360"/>
      </w:pPr>
      <w:rPr>
        <w:rFonts w:ascii="Symbol" w:hAnsi="Symbol" w:hint="default"/>
      </w:rPr>
    </w:lvl>
    <w:lvl w:ilvl="4" w:tplc="04140003" w:tentative="1">
      <w:start w:val="1"/>
      <w:numFmt w:val="bullet"/>
      <w:lvlText w:val="o"/>
      <w:lvlJc w:val="left"/>
      <w:pPr>
        <w:ind w:left="4305" w:hanging="360"/>
      </w:pPr>
      <w:rPr>
        <w:rFonts w:ascii="Courier New" w:hAnsi="Courier New" w:cs="Courier New" w:hint="default"/>
      </w:rPr>
    </w:lvl>
    <w:lvl w:ilvl="5" w:tplc="04140005" w:tentative="1">
      <w:start w:val="1"/>
      <w:numFmt w:val="bullet"/>
      <w:lvlText w:val=""/>
      <w:lvlJc w:val="left"/>
      <w:pPr>
        <w:ind w:left="5025" w:hanging="360"/>
      </w:pPr>
      <w:rPr>
        <w:rFonts w:ascii="Wingdings" w:hAnsi="Wingdings" w:hint="default"/>
      </w:rPr>
    </w:lvl>
    <w:lvl w:ilvl="6" w:tplc="04140001" w:tentative="1">
      <w:start w:val="1"/>
      <w:numFmt w:val="bullet"/>
      <w:lvlText w:val=""/>
      <w:lvlJc w:val="left"/>
      <w:pPr>
        <w:ind w:left="5745" w:hanging="360"/>
      </w:pPr>
      <w:rPr>
        <w:rFonts w:ascii="Symbol" w:hAnsi="Symbol" w:hint="default"/>
      </w:rPr>
    </w:lvl>
    <w:lvl w:ilvl="7" w:tplc="04140003" w:tentative="1">
      <w:start w:val="1"/>
      <w:numFmt w:val="bullet"/>
      <w:lvlText w:val="o"/>
      <w:lvlJc w:val="left"/>
      <w:pPr>
        <w:ind w:left="6465" w:hanging="360"/>
      </w:pPr>
      <w:rPr>
        <w:rFonts w:ascii="Courier New" w:hAnsi="Courier New" w:cs="Courier New" w:hint="default"/>
      </w:rPr>
    </w:lvl>
    <w:lvl w:ilvl="8" w:tplc="04140005" w:tentative="1">
      <w:start w:val="1"/>
      <w:numFmt w:val="bullet"/>
      <w:lvlText w:val=""/>
      <w:lvlJc w:val="left"/>
      <w:pPr>
        <w:ind w:left="7185" w:hanging="360"/>
      </w:pPr>
      <w:rPr>
        <w:rFonts w:ascii="Wingdings" w:hAnsi="Wingdings" w:hint="default"/>
      </w:rPr>
    </w:lvl>
  </w:abstractNum>
  <w:abstractNum w:abstractNumId="88" w15:restartNumberingAfterBreak="0">
    <w:nsid w:val="7FCE458C"/>
    <w:multiLevelType w:val="hybridMultilevel"/>
    <w:tmpl w:val="B7605F0E"/>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54"/>
  </w:num>
  <w:num w:numId="2">
    <w:abstractNumId w:val="20"/>
  </w:num>
  <w:num w:numId="3">
    <w:abstractNumId w:val="46"/>
  </w:num>
  <w:num w:numId="4">
    <w:abstractNumId w:val="37"/>
  </w:num>
  <w:num w:numId="5">
    <w:abstractNumId w:val="34"/>
  </w:num>
  <w:num w:numId="6">
    <w:abstractNumId w:val="50"/>
  </w:num>
  <w:num w:numId="7">
    <w:abstractNumId w:val="19"/>
  </w:num>
  <w:num w:numId="8">
    <w:abstractNumId w:val="32"/>
  </w:num>
  <w:num w:numId="9">
    <w:abstractNumId w:val="38"/>
  </w:num>
  <w:num w:numId="10">
    <w:abstractNumId w:val="15"/>
  </w:num>
  <w:num w:numId="11">
    <w:abstractNumId w:val="52"/>
  </w:num>
  <w:num w:numId="12">
    <w:abstractNumId w:val="7"/>
  </w:num>
  <w:num w:numId="13">
    <w:abstractNumId w:val="80"/>
  </w:num>
  <w:num w:numId="14">
    <w:abstractNumId w:val="25"/>
  </w:num>
  <w:num w:numId="15">
    <w:abstractNumId w:val="49"/>
  </w:num>
  <w:num w:numId="16">
    <w:abstractNumId w:val="12"/>
  </w:num>
  <w:num w:numId="17">
    <w:abstractNumId w:val="24"/>
  </w:num>
  <w:num w:numId="18">
    <w:abstractNumId w:val="62"/>
  </w:num>
  <w:num w:numId="19">
    <w:abstractNumId w:val="23"/>
  </w:num>
  <w:num w:numId="20">
    <w:abstractNumId w:val="82"/>
  </w:num>
  <w:num w:numId="21">
    <w:abstractNumId w:val="9"/>
  </w:num>
  <w:num w:numId="22">
    <w:abstractNumId w:val="44"/>
  </w:num>
  <w:num w:numId="23">
    <w:abstractNumId w:val="35"/>
  </w:num>
  <w:num w:numId="24">
    <w:abstractNumId w:val="61"/>
  </w:num>
  <w:num w:numId="25">
    <w:abstractNumId w:val="64"/>
  </w:num>
  <w:num w:numId="26">
    <w:abstractNumId w:val="16"/>
  </w:num>
  <w:num w:numId="27">
    <w:abstractNumId w:val="48"/>
  </w:num>
  <w:num w:numId="28">
    <w:abstractNumId w:val="30"/>
  </w:num>
  <w:num w:numId="29">
    <w:abstractNumId w:val="21"/>
  </w:num>
  <w:num w:numId="30">
    <w:abstractNumId w:val="1"/>
  </w:num>
  <w:num w:numId="31">
    <w:abstractNumId w:val="81"/>
  </w:num>
  <w:num w:numId="32">
    <w:abstractNumId w:val="72"/>
  </w:num>
  <w:num w:numId="33">
    <w:abstractNumId w:val="26"/>
  </w:num>
  <w:num w:numId="34">
    <w:abstractNumId w:val="10"/>
  </w:num>
  <w:num w:numId="35">
    <w:abstractNumId w:val="18"/>
  </w:num>
  <w:num w:numId="36">
    <w:abstractNumId w:val="69"/>
  </w:num>
  <w:num w:numId="37">
    <w:abstractNumId w:val="57"/>
  </w:num>
  <w:num w:numId="38">
    <w:abstractNumId w:val="31"/>
  </w:num>
  <w:num w:numId="39">
    <w:abstractNumId w:val="55"/>
  </w:num>
  <w:num w:numId="40">
    <w:abstractNumId w:val="78"/>
  </w:num>
  <w:num w:numId="41">
    <w:abstractNumId w:val="71"/>
  </w:num>
  <w:num w:numId="42">
    <w:abstractNumId w:val="51"/>
  </w:num>
  <w:num w:numId="43">
    <w:abstractNumId w:val="41"/>
  </w:num>
  <w:num w:numId="44">
    <w:abstractNumId w:val="79"/>
  </w:num>
  <w:num w:numId="45">
    <w:abstractNumId w:val="59"/>
  </w:num>
  <w:num w:numId="46">
    <w:abstractNumId w:val="33"/>
  </w:num>
  <w:num w:numId="47">
    <w:abstractNumId w:val="60"/>
  </w:num>
  <w:num w:numId="48">
    <w:abstractNumId w:val="45"/>
  </w:num>
  <w:num w:numId="49">
    <w:abstractNumId w:val="83"/>
  </w:num>
  <w:num w:numId="50">
    <w:abstractNumId w:val="14"/>
  </w:num>
  <w:num w:numId="51">
    <w:abstractNumId w:val="76"/>
  </w:num>
  <w:num w:numId="52">
    <w:abstractNumId w:val="67"/>
  </w:num>
  <w:num w:numId="53">
    <w:abstractNumId w:val="40"/>
  </w:num>
  <w:num w:numId="54">
    <w:abstractNumId w:val="88"/>
  </w:num>
  <w:num w:numId="55">
    <w:abstractNumId w:val="86"/>
  </w:num>
  <w:num w:numId="56">
    <w:abstractNumId w:val="58"/>
  </w:num>
  <w:num w:numId="57">
    <w:abstractNumId w:val="70"/>
  </w:num>
  <w:num w:numId="58">
    <w:abstractNumId w:val="13"/>
  </w:num>
  <w:num w:numId="59">
    <w:abstractNumId w:val="68"/>
  </w:num>
  <w:num w:numId="60">
    <w:abstractNumId w:val="56"/>
  </w:num>
  <w:num w:numId="61">
    <w:abstractNumId w:val="65"/>
  </w:num>
  <w:num w:numId="62">
    <w:abstractNumId w:val="36"/>
  </w:num>
  <w:num w:numId="63">
    <w:abstractNumId w:val="39"/>
  </w:num>
  <w:num w:numId="64">
    <w:abstractNumId w:val="47"/>
  </w:num>
  <w:num w:numId="65">
    <w:abstractNumId w:val="22"/>
  </w:num>
  <w:num w:numId="66">
    <w:abstractNumId w:val="43"/>
  </w:num>
  <w:num w:numId="67">
    <w:abstractNumId w:val="85"/>
  </w:num>
  <w:num w:numId="68">
    <w:abstractNumId w:val="28"/>
  </w:num>
  <w:num w:numId="69">
    <w:abstractNumId w:val="74"/>
  </w:num>
  <w:num w:numId="70">
    <w:abstractNumId w:val="27"/>
  </w:num>
  <w:num w:numId="71">
    <w:abstractNumId w:val="75"/>
  </w:num>
  <w:num w:numId="72">
    <w:abstractNumId w:val="66"/>
  </w:num>
  <w:num w:numId="73">
    <w:abstractNumId w:val="29"/>
  </w:num>
  <w:num w:numId="74">
    <w:abstractNumId w:val="8"/>
  </w:num>
  <w:num w:numId="75">
    <w:abstractNumId w:val="2"/>
  </w:num>
  <w:num w:numId="76">
    <w:abstractNumId w:val="6"/>
  </w:num>
  <w:num w:numId="77">
    <w:abstractNumId w:val="5"/>
  </w:num>
  <w:num w:numId="78">
    <w:abstractNumId w:val="4"/>
  </w:num>
  <w:num w:numId="79">
    <w:abstractNumId w:val="3"/>
  </w:num>
  <w:num w:numId="80">
    <w:abstractNumId w:val="0"/>
  </w:num>
  <w:num w:numId="81">
    <w:abstractNumId w:val="77"/>
  </w:num>
  <w:num w:numId="82">
    <w:abstractNumId w:val="63"/>
  </w:num>
  <w:num w:numId="83">
    <w:abstractNumId w:val="11"/>
  </w:num>
  <w:num w:numId="84">
    <w:abstractNumId w:val="73"/>
  </w:num>
  <w:num w:numId="85">
    <w:abstractNumId w:val="42"/>
  </w:num>
  <w:num w:numId="86">
    <w:abstractNumId w:val="84"/>
  </w:num>
  <w:num w:numId="87">
    <w:abstractNumId w:val="53"/>
  </w:num>
  <w:num w:numId="88">
    <w:abstractNumId w:val="17"/>
  </w:num>
  <w:num w:numId="89">
    <w:abstractNumId w:val="87"/>
  </w:num>
  <w:numIdMacAtCleanup w:val="8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llian Carson-Jackson">
    <w15:presenceInfo w15:providerId="Windows Live" w15:userId="0525cd53ce3699d9"/>
  </w15:person>
  <w15:person w15:author="James Collocott">
    <w15:presenceInfo w15:providerId="AD" w15:userId="S::jcollocott@samsa.org.za::21bc44d5-9373-4a99-b7cd-50c5163a87b1"/>
  </w15:person>
  <w15:person w15:author="Tomren, Guttorm">
    <w15:presenceInfo w15:providerId="AD" w15:userId="S-1-5-21-1409082233-1343024091-725345543-26418"/>
  </w15:person>
  <w15:person w15:author="Pieter Chris">
    <w15:presenceInfo w15:providerId="AD" w15:userId="S::pblom@samsa.org.za::4284366b-fe43-4a31-b63d-300902cf91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4096" w:nlCheck="1" w:checkStyle="0"/>
  <w:activeWritingStyle w:appName="MSWord" w:lang="nb-NO" w:vendorID="64" w:dllVersion="6" w:nlCheck="1" w:checkStyle="0"/>
  <w:activeWritingStyle w:appName="MSWord" w:lang="en-ZA" w:vendorID="64" w:dllVersion="0" w:nlCheck="1" w:checkStyle="0"/>
  <w:activeWritingStyle w:appName="MSWord" w:lang="en-GB" w:vendorID="2" w:dllVersion="6" w:checkStyle="0"/>
  <w:proofState w:spelling="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ADA"/>
    <w:rsid w:val="00003C2D"/>
    <w:rsid w:val="0001616D"/>
    <w:rsid w:val="00016839"/>
    <w:rsid w:val="000174F9"/>
    <w:rsid w:val="00020B46"/>
    <w:rsid w:val="000212E0"/>
    <w:rsid w:val="00021E84"/>
    <w:rsid w:val="000249C2"/>
    <w:rsid w:val="000258F6"/>
    <w:rsid w:val="000274F1"/>
    <w:rsid w:val="000379A7"/>
    <w:rsid w:val="00040EB8"/>
    <w:rsid w:val="000426E5"/>
    <w:rsid w:val="000439A4"/>
    <w:rsid w:val="00044293"/>
    <w:rsid w:val="00046A46"/>
    <w:rsid w:val="000472F8"/>
    <w:rsid w:val="0005449E"/>
    <w:rsid w:val="00054C6A"/>
    <w:rsid w:val="000552F7"/>
    <w:rsid w:val="00057699"/>
    <w:rsid w:val="00057B6D"/>
    <w:rsid w:val="00061A7B"/>
    <w:rsid w:val="0006513F"/>
    <w:rsid w:val="00065DA7"/>
    <w:rsid w:val="00066009"/>
    <w:rsid w:val="000670B7"/>
    <w:rsid w:val="00070DC5"/>
    <w:rsid w:val="0007743C"/>
    <w:rsid w:val="000774F3"/>
    <w:rsid w:val="0008362A"/>
    <w:rsid w:val="00085075"/>
    <w:rsid w:val="0008654C"/>
    <w:rsid w:val="000904ED"/>
    <w:rsid w:val="00090D3A"/>
    <w:rsid w:val="00091545"/>
    <w:rsid w:val="000A27A8"/>
    <w:rsid w:val="000B2356"/>
    <w:rsid w:val="000B4D24"/>
    <w:rsid w:val="000B66FC"/>
    <w:rsid w:val="000C5053"/>
    <w:rsid w:val="000C711B"/>
    <w:rsid w:val="000D1B4D"/>
    <w:rsid w:val="000D2431"/>
    <w:rsid w:val="000D755D"/>
    <w:rsid w:val="000E3954"/>
    <w:rsid w:val="000E3E52"/>
    <w:rsid w:val="000E5A39"/>
    <w:rsid w:val="000E689B"/>
    <w:rsid w:val="000E7C30"/>
    <w:rsid w:val="000F0F9F"/>
    <w:rsid w:val="000F3F43"/>
    <w:rsid w:val="000F58ED"/>
    <w:rsid w:val="000F75A1"/>
    <w:rsid w:val="0010493A"/>
    <w:rsid w:val="00110865"/>
    <w:rsid w:val="00113D5B"/>
    <w:rsid w:val="00113F8F"/>
    <w:rsid w:val="00120342"/>
    <w:rsid w:val="00120D12"/>
    <w:rsid w:val="00121269"/>
    <w:rsid w:val="00122EBD"/>
    <w:rsid w:val="00124352"/>
    <w:rsid w:val="0013332A"/>
    <w:rsid w:val="001349DB"/>
    <w:rsid w:val="00135AEB"/>
    <w:rsid w:val="00136E58"/>
    <w:rsid w:val="001470E8"/>
    <w:rsid w:val="001529F4"/>
    <w:rsid w:val="00152A5B"/>
    <w:rsid w:val="001547F9"/>
    <w:rsid w:val="001600A6"/>
    <w:rsid w:val="001607D8"/>
    <w:rsid w:val="00160ECB"/>
    <w:rsid w:val="00161325"/>
    <w:rsid w:val="00165CB0"/>
    <w:rsid w:val="00166BE3"/>
    <w:rsid w:val="0017187B"/>
    <w:rsid w:val="00172D24"/>
    <w:rsid w:val="00184427"/>
    <w:rsid w:val="00184C2E"/>
    <w:rsid w:val="001875B1"/>
    <w:rsid w:val="00191932"/>
    <w:rsid w:val="00196DC5"/>
    <w:rsid w:val="001A1B87"/>
    <w:rsid w:val="001A2F89"/>
    <w:rsid w:val="001A76F3"/>
    <w:rsid w:val="001B175E"/>
    <w:rsid w:val="001B2A35"/>
    <w:rsid w:val="001B30B2"/>
    <w:rsid w:val="001B339A"/>
    <w:rsid w:val="001C602F"/>
    <w:rsid w:val="001C650B"/>
    <w:rsid w:val="001C72B5"/>
    <w:rsid w:val="001D2E7A"/>
    <w:rsid w:val="001D31A7"/>
    <w:rsid w:val="001D3992"/>
    <w:rsid w:val="001D4A3E"/>
    <w:rsid w:val="001E20F1"/>
    <w:rsid w:val="001E416D"/>
    <w:rsid w:val="001E4D13"/>
    <w:rsid w:val="001F4EED"/>
    <w:rsid w:val="001F4EF8"/>
    <w:rsid w:val="001F5AB1"/>
    <w:rsid w:val="0020033A"/>
    <w:rsid w:val="00201337"/>
    <w:rsid w:val="002022EA"/>
    <w:rsid w:val="002044E9"/>
    <w:rsid w:val="00205B17"/>
    <w:rsid w:val="00205D9B"/>
    <w:rsid w:val="00206842"/>
    <w:rsid w:val="002077C2"/>
    <w:rsid w:val="002204DA"/>
    <w:rsid w:val="00222D4C"/>
    <w:rsid w:val="0022371A"/>
    <w:rsid w:val="00225B8A"/>
    <w:rsid w:val="00237785"/>
    <w:rsid w:val="002505DF"/>
    <w:rsid w:val="00251FB9"/>
    <w:rsid w:val="002520AD"/>
    <w:rsid w:val="00252A28"/>
    <w:rsid w:val="00252C47"/>
    <w:rsid w:val="0025660A"/>
    <w:rsid w:val="002577F7"/>
    <w:rsid w:val="00257DF8"/>
    <w:rsid w:val="00257E4A"/>
    <w:rsid w:val="0026038D"/>
    <w:rsid w:val="002606DA"/>
    <w:rsid w:val="00260FD9"/>
    <w:rsid w:val="002712F0"/>
    <w:rsid w:val="0027175D"/>
    <w:rsid w:val="0027225B"/>
    <w:rsid w:val="00276BC5"/>
    <w:rsid w:val="00282F59"/>
    <w:rsid w:val="0028314D"/>
    <w:rsid w:val="00285152"/>
    <w:rsid w:val="00290194"/>
    <w:rsid w:val="0029793F"/>
    <w:rsid w:val="002A1C42"/>
    <w:rsid w:val="002A617C"/>
    <w:rsid w:val="002A71CF"/>
    <w:rsid w:val="002B3E9D"/>
    <w:rsid w:val="002C42E6"/>
    <w:rsid w:val="002C77F4"/>
    <w:rsid w:val="002D0869"/>
    <w:rsid w:val="002D31AC"/>
    <w:rsid w:val="002D78FE"/>
    <w:rsid w:val="002E4993"/>
    <w:rsid w:val="002E5BAC"/>
    <w:rsid w:val="002E7635"/>
    <w:rsid w:val="002F265A"/>
    <w:rsid w:val="002F41FE"/>
    <w:rsid w:val="00300F8C"/>
    <w:rsid w:val="0030413F"/>
    <w:rsid w:val="0030534D"/>
    <w:rsid w:val="00305EFE"/>
    <w:rsid w:val="00306B40"/>
    <w:rsid w:val="00312D52"/>
    <w:rsid w:val="00313B4B"/>
    <w:rsid w:val="00313D85"/>
    <w:rsid w:val="003156F0"/>
    <w:rsid w:val="00315CE3"/>
    <w:rsid w:val="0031629B"/>
    <w:rsid w:val="00320680"/>
    <w:rsid w:val="003251FE"/>
    <w:rsid w:val="003274DB"/>
    <w:rsid w:val="00327FBF"/>
    <w:rsid w:val="00330891"/>
    <w:rsid w:val="00330F50"/>
    <w:rsid w:val="00332A7B"/>
    <w:rsid w:val="00333C8C"/>
    <w:rsid w:val="003343E0"/>
    <w:rsid w:val="00335E40"/>
    <w:rsid w:val="003369DA"/>
    <w:rsid w:val="0034149C"/>
    <w:rsid w:val="00344408"/>
    <w:rsid w:val="00345DEE"/>
    <w:rsid w:val="00345E37"/>
    <w:rsid w:val="00347F3E"/>
    <w:rsid w:val="00354FEF"/>
    <w:rsid w:val="003621C3"/>
    <w:rsid w:val="0036382D"/>
    <w:rsid w:val="0037270B"/>
    <w:rsid w:val="00380350"/>
    <w:rsid w:val="00380B4E"/>
    <w:rsid w:val="00380FB8"/>
    <w:rsid w:val="003816E4"/>
    <w:rsid w:val="00383093"/>
    <w:rsid w:val="0039131E"/>
    <w:rsid w:val="00396B4C"/>
    <w:rsid w:val="00397970"/>
    <w:rsid w:val="003A04A6"/>
    <w:rsid w:val="003A1A56"/>
    <w:rsid w:val="003A1F4A"/>
    <w:rsid w:val="003A20D3"/>
    <w:rsid w:val="003A7759"/>
    <w:rsid w:val="003A7F6E"/>
    <w:rsid w:val="003B03EA"/>
    <w:rsid w:val="003B0555"/>
    <w:rsid w:val="003B3394"/>
    <w:rsid w:val="003C1ADA"/>
    <w:rsid w:val="003C7C34"/>
    <w:rsid w:val="003D0F37"/>
    <w:rsid w:val="003D22A9"/>
    <w:rsid w:val="003D2360"/>
    <w:rsid w:val="003D37E3"/>
    <w:rsid w:val="003D49F5"/>
    <w:rsid w:val="003D5150"/>
    <w:rsid w:val="003E4A6E"/>
    <w:rsid w:val="003E5CDA"/>
    <w:rsid w:val="003F1901"/>
    <w:rsid w:val="003F1C3A"/>
    <w:rsid w:val="00400122"/>
    <w:rsid w:val="00404267"/>
    <w:rsid w:val="00404699"/>
    <w:rsid w:val="00406051"/>
    <w:rsid w:val="004106B0"/>
    <w:rsid w:val="0041086B"/>
    <w:rsid w:val="004124FA"/>
    <w:rsid w:val="00413D53"/>
    <w:rsid w:val="00414698"/>
    <w:rsid w:val="0042565E"/>
    <w:rsid w:val="00432C05"/>
    <w:rsid w:val="004369AA"/>
    <w:rsid w:val="00440379"/>
    <w:rsid w:val="0044081D"/>
    <w:rsid w:val="00441393"/>
    <w:rsid w:val="00441972"/>
    <w:rsid w:val="00446617"/>
    <w:rsid w:val="00447CF0"/>
    <w:rsid w:val="00456005"/>
    <w:rsid w:val="00456F10"/>
    <w:rsid w:val="00461DED"/>
    <w:rsid w:val="00464DC3"/>
    <w:rsid w:val="004704E2"/>
    <w:rsid w:val="00474746"/>
    <w:rsid w:val="00475230"/>
    <w:rsid w:val="00476942"/>
    <w:rsid w:val="00477027"/>
    <w:rsid w:val="00477D62"/>
    <w:rsid w:val="004871A2"/>
    <w:rsid w:val="00491422"/>
    <w:rsid w:val="00492A8D"/>
    <w:rsid w:val="004944C8"/>
    <w:rsid w:val="004A0EBF"/>
    <w:rsid w:val="004A2868"/>
    <w:rsid w:val="004A4AC4"/>
    <w:rsid w:val="004A4EC4"/>
    <w:rsid w:val="004B25B2"/>
    <w:rsid w:val="004B494F"/>
    <w:rsid w:val="004B5E89"/>
    <w:rsid w:val="004B6786"/>
    <w:rsid w:val="004C0D7F"/>
    <w:rsid w:val="004C0E4B"/>
    <w:rsid w:val="004D6D3F"/>
    <w:rsid w:val="004E0BBB"/>
    <w:rsid w:val="004E1D57"/>
    <w:rsid w:val="004E1F69"/>
    <w:rsid w:val="004E2F16"/>
    <w:rsid w:val="004F1812"/>
    <w:rsid w:val="004F4BCB"/>
    <w:rsid w:val="004F5930"/>
    <w:rsid w:val="004F6196"/>
    <w:rsid w:val="005001F0"/>
    <w:rsid w:val="00501E06"/>
    <w:rsid w:val="00503044"/>
    <w:rsid w:val="00510AD9"/>
    <w:rsid w:val="00517E6C"/>
    <w:rsid w:val="005203C2"/>
    <w:rsid w:val="00523666"/>
    <w:rsid w:val="00525922"/>
    <w:rsid w:val="00526234"/>
    <w:rsid w:val="00532292"/>
    <w:rsid w:val="00534431"/>
    <w:rsid w:val="00534F34"/>
    <w:rsid w:val="0053692E"/>
    <w:rsid w:val="005378A6"/>
    <w:rsid w:val="00547837"/>
    <w:rsid w:val="00552EA6"/>
    <w:rsid w:val="00555A3C"/>
    <w:rsid w:val="00557337"/>
    <w:rsid w:val="00557434"/>
    <w:rsid w:val="005625CD"/>
    <w:rsid w:val="00563129"/>
    <w:rsid w:val="005706B0"/>
    <w:rsid w:val="00573767"/>
    <w:rsid w:val="00575AC6"/>
    <w:rsid w:val="00576D38"/>
    <w:rsid w:val="00577542"/>
    <w:rsid w:val="00577BB2"/>
    <w:rsid w:val="005805D2"/>
    <w:rsid w:val="00583859"/>
    <w:rsid w:val="005851DF"/>
    <w:rsid w:val="00590E33"/>
    <w:rsid w:val="00595099"/>
    <w:rsid w:val="00595415"/>
    <w:rsid w:val="00595EBA"/>
    <w:rsid w:val="00597652"/>
    <w:rsid w:val="005A0703"/>
    <w:rsid w:val="005A080B"/>
    <w:rsid w:val="005A2F8D"/>
    <w:rsid w:val="005B12A5"/>
    <w:rsid w:val="005B63D0"/>
    <w:rsid w:val="005B74D3"/>
    <w:rsid w:val="005C161A"/>
    <w:rsid w:val="005C1BCB"/>
    <w:rsid w:val="005C2312"/>
    <w:rsid w:val="005C4735"/>
    <w:rsid w:val="005C5C63"/>
    <w:rsid w:val="005C6395"/>
    <w:rsid w:val="005D03E9"/>
    <w:rsid w:val="005D152D"/>
    <w:rsid w:val="005D304B"/>
    <w:rsid w:val="005D3AF4"/>
    <w:rsid w:val="005D477A"/>
    <w:rsid w:val="005D5D3D"/>
    <w:rsid w:val="005D6E5D"/>
    <w:rsid w:val="005E17AE"/>
    <w:rsid w:val="005E2E7B"/>
    <w:rsid w:val="005E3989"/>
    <w:rsid w:val="005E4659"/>
    <w:rsid w:val="005E657A"/>
    <w:rsid w:val="005E6B4B"/>
    <w:rsid w:val="005F1386"/>
    <w:rsid w:val="005F17C2"/>
    <w:rsid w:val="00600C2B"/>
    <w:rsid w:val="00601C30"/>
    <w:rsid w:val="0060282A"/>
    <w:rsid w:val="00602DF1"/>
    <w:rsid w:val="006127AC"/>
    <w:rsid w:val="00620D8F"/>
    <w:rsid w:val="006218E8"/>
    <w:rsid w:val="00634A78"/>
    <w:rsid w:val="006368CA"/>
    <w:rsid w:val="00637223"/>
    <w:rsid w:val="006406D1"/>
    <w:rsid w:val="00642025"/>
    <w:rsid w:val="00646E87"/>
    <w:rsid w:val="0065107F"/>
    <w:rsid w:val="00651553"/>
    <w:rsid w:val="00653FAF"/>
    <w:rsid w:val="006608D1"/>
    <w:rsid w:val="00661445"/>
    <w:rsid w:val="00661946"/>
    <w:rsid w:val="00662990"/>
    <w:rsid w:val="00662D84"/>
    <w:rsid w:val="00666061"/>
    <w:rsid w:val="00667424"/>
    <w:rsid w:val="00667792"/>
    <w:rsid w:val="0067154B"/>
    <w:rsid w:val="00671677"/>
    <w:rsid w:val="00672281"/>
    <w:rsid w:val="006744D8"/>
    <w:rsid w:val="006750F2"/>
    <w:rsid w:val="006752D6"/>
    <w:rsid w:val="00675E02"/>
    <w:rsid w:val="006802D8"/>
    <w:rsid w:val="00680D32"/>
    <w:rsid w:val="006812E5"/>
    <w:rsid w:val="0068553C"/>
    <w:rsid w:val="00685F34"/>
    <w:rsid w:val="00693880"/>
    <w:rsid w:val="006944A1"/>
    <w:rsid w:val="00695656"/>
    <w:rsid w:val="006975A8"/>
    <w:rsid w:val="006A1012"/>
    <w:rsid w:val="006A43C1"/>
    <w:rsid w:val="006B6313"/>
    <w:rsid w:val="006C1376"/>
    <w:rsid w:val="006C251E"/>
    <w:rsid w:val="006C268E"/>
    <w:rsid w:val="006C48F9"/>
    <w:rsid w:val="006C6006"/>
    <w:rsid w:val="006D53E0"/>
    <w:rsid w:val="006E0E7D"/>
    <w:rsid w:val="006E10BF"/>
    <w:rsid w:val="006E5940"/>
    <w:rsid w:val="006F1C14"/>
    <w:rsid w:val="006F410F"/>
    <w:rsid w:val="006F6A16"/>
    <w:rsid w:val="00701CB0"/>
    <w:rsid w:val="00701F54"/>
    <w:rsid w:val="00703A6A"/>
    <w:rsid w:val="00720B2A"/>
    <w:rsid w:val="00722236"/>
    <w:rsid w:val="00724C45"/>
    <w:rsid w:val="00725CCA"/>
    <w:rsid w:val="00727282"/>
    <w:rsid w:val="0072729F"/>
    <w:rsid w:val="0072737A"/>
    <w:rsid w:val="007311E7"/>
    <w:rsid w:val="00731DEE"/>
    <w:rsid w:val="00734BC6"/>
    <w:rsid w:val="007427B2"/>
    <w:rsid w:val="00747271"/>
    <w:rsid w:val="00747D6D"/>
    <w:rsid w:val="00752656"/>
    <w:rsid w:val="007526C1"/>
    <w:rsid w:val="007541D3"/>
    <w:rsid w:val="00756ACD"/>
    <w:rsid w:val="007573EF"/>
    <w:rsid w:val="007577D7"/>
    <w:rsid w:val="007656B1"/>
    <w:rsid w:val="0076781A"/>
    <w:rsid w:val="007678B1"/>
    <w:rsid w:val="007715E8"/>
    <w:rsid w:val="00773F22"/>
    <w:rsid w:val="00776004"/>
    <w:rsid w:val="0078486B"/>
    <w:rsid w:val="00785A39"/>
    <w:rsid w:val="00786597"/>
    <w:rsid w:val="00787D8A"/>
    <w:rsid w:val="00790277"/>
    <w:rsid w:val="00790C5D"/>
    <w:rsid w:val="00790F64"/>
    <w:rsid w:val="00791EBC"/>
    <w:rsid w:val="00792837"/>
    <w:rsid w:val="00793577"/>
    <w:rsid w:val="00794A15"/>
    <w:rsid w:val="00795637"/>
    <w:rsid w:val="00797EF8"/>
    <w:rsid w:val="007A446A"/>
    <w:rsid w:val="007A53A6"/>
    <w:rsid w:val="007A6159"/>
    <w:rsid w:val="007B0829"/>
    <w:rsid w:val="007B27E9"/>
    <w:rsid w:val="007B2C5B"/>
    <w:rsid w:val="007B2D11"/>
    <w:rsid w:val="007B6700"/>
    <w:rsid w:val="007B6A93"/>
    <w:rsid w:val="007B7BEC"/>
    <w:rsid w:val="007C00D9"/>
    <w:rsid w:val="007D1805"/>
    <w:rsid w:val="007D2107"/>
    <w:rsid w:val="007D3A42"/>
    <w:rsid w:val="007D3D7C"/>
    <w:rsid w:val="007D5895"/>
    <w:rsid w:val="007D77AB"/>
    <w:rsid w:val="007E0048"/>
    <w:rsid w:val="007E28D0"/>
    <w:rsid w:val="007E30DF"/>
    <w:rsid w:val="007E3859"/>
    <w:rsid w:val="007F22EE"/>
    <w:rsid w:val="007F2F7E"/>
    <w:rsid w:val="007F7544"/>
    <w:rsid w:val="00800995"/>
    <w:rsid w:val="00800ACA"/>
    <w:rsid w:val="00811DDB"/>
    <w:rsid w:val="00812EAA"/>
    <w:rsid w:val="00816CDC"/>
    <w:rsid w:val="00816F79"/>
    <w:rsid w:val="008172F8"/>
    <w:rsid w:val="0082189D"/>
    <w:rsid w:val="0082599E"/>
    <w:rsid w:val="00830051"/>
    <w:rsid w:val="008326B2"/>
    <w:rsid w:val="00836BE7"/>
    <w:rsid w:val="00837DBD"/>
    <w:rsid w:val="00846831"/>
    <w:rsid w:val="00851DA4"/>
    <w:rsid w:val="00851F87"/>
    <w:rsid w:val="0085239F"/>
    <w:rsid w:val="00854ACE"/>
    <w:rsid w:val="00854E14"/>
    <w:rsid w:val="00862CFB"/>
    <w:rsid w:val="0086378F"/>
    <w:rsid w:val="00865532"/>
    <w:rsid w:val="00865686"/>
    <w:rsid w:val="00866F9A"/>
    <w:rsid w:val="00867346"/>
    <w:rsid w:val="00867451"/>
    <w:rsid w:val="00867686"/>
    <w:rsid w:val="00870B9F"/>
    <w:rsid w:val="008737D3"/>
    <w:rsid w:val="008747E0"/>
    <w:rsid w:val="00876841"/>
    <w:rsid w:val="00882B3C"/>
    <w:rsid w:val="0088783D"/>
    <w:rsid w:val="0089148B"/>
    <w:rsid w:val="0089476E"/>
    <w:rsid w:val="00894F71"/>
    <w:rsid w:val="00895FE0"/>
    <w:rsid w:val="008972C3"/>
    <w:rsid w:val="00897EAF"/>
    <w:rsid w:val="008A2321"/>
    <w:rsid w:val="008A28D9"/>
    <w:rsid w:val="008A30BA"/>
    <w:rsid w:val="008A329C"/>
    <w:rsid w:val="008B09AC"/>
    <w:rsid w:val="008B106A"/>
    <w:rsid w:val="008B13C8"/>
    <w:rsid w:val="008B469D"/>
    <w:rsid w:val="008C33B5"/>
    <w:rsid w:val="008C3A72"/>
    <w:rsid w:val="008C3E3A"/>
    <w:rsid w:val="008C6088"/>
    <w:rsid w:val="008C6969"/>
    <w:rsid w:val="008D1193"/>
    <w:rsid w:val="008D29F3"/>
    <w:rsid w:val="008D3883"/>
    <w:rsid w:val="008E1F69"/>
    <w:rsid w:val="008E2841"/>
    <w:rsid w:val="008E2ACA"/>
    <w:rsid w:val="008E76B1"/>
    <w:rsid w:val="008E7A11"/>
    <w:rsid w:val="008F38BB"/>
    <w:rsid w:val="008F57D8"/>
    <w:rsid w:val="00902834"/>
    <w:rsid w:val="009072B7"/>
    <w:rsid w:val="00910058"/>
    <w:rsid w:val="009113F9"/>
    <w:rsid w:val="009115DD"/>
    <w:rsid w:val="00914330"/>
    <w:rsid w:val="00914E26"/>
    <w:rsid w:val="0091590F"/>
    <w:rsid w:val="0091607C"/>
    <w:rsid w:val="00921ACD"/>
    <w:rsid w:val="00923B4D"/>
    <w:rsid w:val="009253B2"/>
    <w:rsid w:val="0092540C"/>
    <w:rsid w:val="00925E0F"/>
    <w:rsid w:val="00931A57"/>
    <w:rsid w:val="00934294"/>
    <w:rsid w:val="0093492E"/>
    <w:rsid w:val="00934CE0"/>
    <w:rsid w:val="009414E6"/>
    <w:rsid w:val="00952D7A"/>
    <w:rsid w:val="0095450F"/>
    <w:rsid w:val="00956901"/>
    <w:rsid w:val="00957C1A"/>
    <w:rsid w:val="00962EC1"/>
    <w:rsid w:val="009702A7"/>
    <w:rsid w:val="00971591"/>
    <w:rsid w:val="0097240B"/>
    <w:rsid w:val="00974564"/>
    <w:rsid w:val="00974E99"/>
    <w:rsid w:val="009755B4"/>
    <w:rsid w:val="00975CFF"/>
    <w:rsid w:val="009764FA"/>
    <w:rsid w:val="00980192"/>
    <w:rsid w:val="00982A22"/>
    <w:rsid w:val="009842B2"/>
    <w:rsid w:val="00984CFD"/>
    <w:rsid w:val="009939D5"/>
    <w:rsid w:val="00993CCA"/>
    <w:rsid w:val="00993F35"/>
    <w:rsid w:val="00994D97"/>
    <w:rsid w:val="009A07B7"/>
    <w:rsid w:val="009B1545"/>
    <w:rsid w:val="009B3B1D"/>
    <w:rsid w:val="009B5023"/>
    <w:rsid w:val="009B543F"/>
    <w:rsid w:val="009B785E"/>
    <w:rsid w:val="009C26F8"/>
    <w:rsid w:val="009C36E2"/>
    <w:rsid w:val="009C609E"/>
    <w:rsid w:val="009C6CA5"/>
    <w:rsid w:val="009D25B8"/>
    <w:rsid w:val="009D26AB"/>
    <w:rsid w:val="009D4C06"/>
    <w:rsid w:val="009E16EC"/>
    <w:rsid w:val="009E433C"/>
    <w:rsid w:val="009E4A4D"/>
    <w:rsid w:val="009E52BE"/>
    <w:rsid w:val="009E6578"/>
    <w:rsid w:val="009F081F"/>
    <w:rsid w:val="009F582B"/>
    <w:rsid w:val="009F6CEA"/>
    <w:rsid w:val="00A01A7C"/>
    <w:rsid w:val="00A027ED"/>
    <w:rsid w:val="00A02B19"/>
    <w:rsid w:val="00A06A3D"/>
    <w:rsid w:val="00A10EBA"/>
    <w:rsid w:val="00A13E56"/>
    <w:rsid w:val="00A14644"/>
    <w:rsid w:val="00A1508C"/>
    <w:rsid w:val="00A15E23"/>
    <w:rsid w:val="00A16968"/>
    <w:rsid w:val="00A227BF"/>
    <w:rsid w:val="00A2296C"/>
    <w:rsid w:val="00A24838"/>
    <w:rsid w:val="00A2743E"/>
    <w:rsid w:val="00A30C33"/>
    <w:rsid w:val="00A30E75"/>
    <w:rsid w:val="00A353EC"/>
    <w:rsid w:val="00A4308C"/>
    <w:rsid w:val="00A43395"/>
    <w:rsid w:val="00A43F2B"/>
    <w:rsid w:val="00A44605"/>
    <w:rsid w:val="00A44836"/>
    <w:rsid w:val="00A50B82"/>
    <w:rsid w:val="00A524B5"/>
    <w:rsid w:val="00A54131"/>
    <w:rsid w:val="00A549B3"/>
    <w:rsid w:val="00A56184"/>
    <w:rsid w:val="00A6130D"/>
    <w:rsid w:val="00A61E17"/>
    <w:rsid w:val="00A6440A"/>
    <w:rsid w:val="00A67954"/>
    <w:rsid w:val="00A7185A"/>
    <w:rsid w:val="00A72ED7"/>
    <w:rsid w:val="00A748A1"/>
    <w:rsid w:val="00A8039E"/>
    <w:rsid w:val="00A8083F"/>
    <w:rsid w:val="00A80E60"/>
    <w:rsid w:val="00A8484A"/>
    <w:rsid w:val="00A8706F"/>
    <w:rsid w:val="00A90D86"/>
    <w:rsid w:val="00A91DBA"/>
    <w:rsid w:val="00A9304A"/>
    <w:rsid w:val="00A9394A"/>
    <w:rsid w:val="00A94A99"/>
    <w:rsid w:val="00A97900"/>
    <w:rsid w:val="00AA0DEC"/>
    <w:rsid w:val="00AA1B73"/>
    <w:rsid w:val="00AA1D7A"/>
    <w:rsid w:val="00AA2EA3"/>
    <w:rsid w:val="00AA3164"/>
    <w:rsid w:val="00AA3E01"/>
    <w:rsid w:val="00AA44EA"/>
    <w:rsid w:val="00AA55CF"/>
    <w:rsid w:val="00AB0BFA"/>
    <w:rsid w:val="00AB4A37"/>
    <w:rsid w:val="00AB5CBE"/>
    <w:rsid w:val="00AB76B7"/>
    <w:rsid w:val="00AC33A2"/>
    <w:rsid w:val="00AC36BE"/>
    <w:rsid w:val="00AC4EF5"/>
    <w:rsid w:val="00AD0B12"/>
    <w:rsid w:val="00AD38F7"/>
    <w:rsid w:val="00AD498B"/>
    <w:rsid w:val="00AE1F52"/>
    <w:rsid w:val="00AE65F1"/>
    <w:rsid w:val="00AE6BB4"/>
    <w:rsid w:val="00AE74AD"/>
    <w:rsid w:val="00AF159C"/>
    <w:rsid w:val="00AF3FAD"/>
    <w:rsid w:val="00B01873"/>
    <w:rsid w:val="00B036AF"/>
    <w:rsid w:val="00B042A1"/>
    <w:rsid w:val="00B074AB"/>
    <w:rsid w:val="00B07717"/>
    <w:rsid w:val="00B07F41"/>
    <w:rsid w:val="00B11077"/>
    <w:rsid w:val="00B17253"/>
    <w:rsid w:val="00B17D23"/>
    <w:rsid w:val="00B2583D"/>
    <w:rsid w:val="00B27693"/>
    <w:rsid w:val="00B27EEB"/>
    <w:rsid w:val="00B300B1"/>
    <w:rsid w:val="00B31A41"/>
    <w:rsid w:val="00B3287F"/>
    <w:rsid w:val="00B33A18"/>
    <w:rsid w:val="00B3400D"/>
    <w:rsid w:val="00B40199"/>
    <w:rsid w:val="00B502FF"/>
    <w:rsid w:val="00B50E6F"/>
    <w:rsid w:val="00B50E76"/>
    <w:rsid w:val="00B528D3"/>
    <w:rsid w:val="00B56D40"/>
    <w:rsid w:val="00B643DF"/>
    <w:rsid w:val="00B65300"/>
    <w:rsid w:val="00B67422"/>
    <w:rsid w:val="00B70BD4"/>
    <w:rsid w:val="00B712CA"/>
    <w:rsid w:val="00B73463"/>
    <w:rsid w:val="00B73660"/>
    <w:rsid w:val="00B76FD5"/>
    <w:rsid w:val="00B87EBC"/>
    <w:rsid w:val="00B90123"/>
    <w:rsid w:val="00B9016D"/>
    <w:rsid w:val="00B917AE"/>
    <w:rsid w:val="00B93835"/>
    <w:rsid w:val="00B940E1"/>
    <w:rsid w:val="00BA0F98"/>
    <w:rsid w:val="00BA1517"/>
    <w:rsid w:val="00BA1B67"/>
    <w:rsid w:val="00BA4E39"/>
    <w:rsid w:val="00BA5754"/>
    <w:rsid w:val="00BA67FD"/>
    <w:rsid w:val="00BA7C48"/>
    <w:rsid w:val="00BB5C41"/>
    <w:rsid w:val="00BB604A"/>
    <w:rsid w:val="00BB6F16"/>
    <w:rsid w:val="00BC251F"/>
    <w:rsid w:val="00BC27F6"/>
    <w:rsid w:val="00BC3183"/>
    <w:rsid w:val="00BC39F4"/>
    <w:rsid w:val="00BC66A0"/>
    <w:rsid w:val="00BD1587"/>
    <w:rsid w:val="00BD6A20"/>
    <w:rsid w:val="00BD7EE1"/>
    <w:rsid w:val="00BE1EEC"/>
    <w:rsid w:val="00BE5568"/>
    <w:rsid w:val="00BE5764"/>
    <w:rsid w:val="00BE7295"/>
    <w:rsid w:val="00BF1358"/>
    <w:rsid w:val="00BF4286"/>
    <w:rsid w:val="00C00BCE"/>
    <w:rsid w:val="00C0106D"/>
    <w:rsid w:val="00C03944"/>
    <w:rsid w:val="00C05687"/>
    <w:rsid w:val="00C06FA9"/>
    <w:rsid w:val="00C11EE5"/>
    <w:rsid w:val="00C133BE"/>
    <w:rsid w:val="00C135D0"/>
    <w:rsid w:val="00C15C2B"/>
    <w:rsid w:val="00C17621"/>
    <w:rsid w:val="00C2125E"/>
    <w:rsid w:val="00C222B4"/>
    <w:rsid w:val="00C2264C"/>
    <w:rsid w:val="00C262E4"/>
    <w:rsid w:val="00C32D73"/>
    <w:rsid w:val="00C33E20"/>
    <w:rsid w:val="00C3407F"/>
    <w:rsid w:val="00C352A4"/>
    <w:rsid w:val="00C35CF6"/>
    <w:rsid w:val="00C362C9"/>
    <w:rsid w:val="00C36916"/>
    <w:rsid w:val="00C3725B"/>
    <w:rsid w:val="00C3789E"/>
    <w:rsid w:val="00C51FA8"/>
    <w:rsid w:val="00C522BE"/>
    <w:rsid w:val="00C533EC"/>
    <w:rsid w:val="00C5424B"/>
    <w:rsid w:val="00C5470E"/>
    <w:rsid w:val="00C55EFB"/>
    <w:rsid w:val="00C56585"/>
    <w:rsid w:val="00C56B3F"/>
    <w:rsid w:val="00C575FD"/>
    <w:rsid w:val="00C61E62"/>
    <w:rsid w:val="00C6211D"/>
    <w:rsid w:val="00C65492"/>
    <w:rsid w:val="00C65C29"/>
    <w:rsid w:val="00C65F5D"/>
    <w:rsid w:val="00C66618"/>
    <w:rsid w:val="00C716E5"/>
    <w:rsid w:val="00C773D9"/>
    <w:rsid w:val="00C80307"/>
    <w:rsid w:val="00C804FC"/>
    <w:rsid w:val="00C80ACE"/>
    <w:rsid w:val="00C81162"/>
    <w:rsid w:val="00C83258"/>
    <w:rsid w:val="00C83666"/>
    <w:rsid w:val="00C870B5"/>
    <w:rsid w:val="00C907DF"/>
    <w:rsid w:val="00C91630"/>
    <w:rsid w:val="00C923E5"/>
    <w:rsid w:val="00C9558A"/>
    <w:rsid w:val="00C966EB"/>
    <w:rsid w:val="00CA04B1"/>
    <w:rsid w:val="00CA2DFC"/>
    <w:rsid w:val="00CA3A20"/>
    <w:rsid w:val="00CA4EC9"/>
    <w:rsid w:val="00CB03D4"/>
    <w:rsid w:val="00CB0617"/>
    <w:rsid w:val="00CB08B6"/>
    <w:rsid w:val="00CB137B"/>
    <w:rsid w:val="00CB19A1"/>
    <w:rsid w:val="00CB293C"/>
    <w:rsid w:val="00CB3578"/>
    <w:rsid w:val="00CB7460"/>
    <w:rsid w:val="00CC35EF"/>
    <w:rsid w:val="00CC5048"/>
    <w:rsid w:val="00CC6246"/>
    <w:rsid w:val="00CC7B80"/>
    <w:rsid w:val="00CD384C"/>
    <w:rsid w:val="00CE0282"/>
    <w:rsid w:val="00CE40F6"/>
    <w:rsid w:val="00CE5860"/>
    <w:rsid w:val="00CE5E46"/>
    <w:rsid w:val="00CF49CC"/>
    <w:rsid w:val="00CF54C2"/>
    <w:rsid w:val="00CF7BE8"/>
    <w:rsid w:val="00D02B65"/>
    <w:rsid w:val="00D04F0B"/>
    <w:rsid w:val="00D07384"/>
    <w:rsid w:val="00D10571"/>
    <w:rsid w:val="00D1463A"/>
    <w:rsid w:val="00D1667A"/>
    <w:rsid w:val="00D24486"/>
    <w:rsid w:val="00D24632"/>
    <w:rsid w:val="00D252C9"/>
    <w:rsid w:val="00D255AA"/>
    <w:rsid w:val="00D32DDF"/>
    <w:rsid w:val="00D32F53"/>
    <w:rsid w:val="00D3700C"/>
    <w:rsid w:val="00D3762D"/>
    <w:rsid w:val="00D4573B"/>
    <w:rsid w:val="00D523FD"/>
    <w:rsid w:val="00D55EF3"/>
    <w:rsid w:val="00D638E0"/>
    <w:rsid w:val="00D653B1"/>
    <w:rsid w:val="00D74AE1"/>
    <w:rsid w:val="00D75476"/>
    <w:rsid w:val="00D75D42"/>
    <w:rsid w:val="00D80B20"/>
    <w:rsid w:val="00D84C55"/>
    <w:rsid w:val="00D85A42"/>
    <w:rsid w:val="00D865A8"/>
    <w:rsid w:val="00D9012A"/>
    <w:rsid w:val="00D9258D"/>
    <w:rsid w:val="00D92C2D"/>
    <w:rsid w:val="00D9361E"/>
    <w:rsid w:val="00D93DA4"/>
    <w:rsid w:val="00D94F38"/>
    <w:rsid w:val="00DA0EF0"/>
    <w:rsid w:val="00DA17CD"/>
    <w:rsid w:val="00DA6A7F"/>
    <w:rsid w:val="00DB01E3"/>
    <w:rsid w:val="00DB09FD"/>
    <w:rsid w:val="00DB214C"/>
    <w:rsid w:val="00DB25B3"/>
    <w:rsid w:val="00DC24E7"/>
    <w:rsid w:val="00DC4F1B"/>
    <w:rsid w:val="00DC70D4"/>
    <w:rsid w:val="00DC77D4"/>
    <w:rsid w:val="00DD041E"/>
    <w:rsid w:val="00DD13C1"/>
    <w:rsid w:val="00DD60F2"/>
    <w:rsid w:val="00DE052A"/>
    <w:rsid w:val="00DE0893"/>
    <w:rsid w:val="00DE1A02"/>
    <w:rsid w:val="00DE2814"/>
    <w:rsid w:val="00DE6290"/>
    <w:rsid w:val="00DE6796"/>
    <w:rsid w:val="00DF41B2"/>
    <w:rsid w:val="00E01166"/>
    <w:rsid w:val="00E01272"/>
    <w:rsid w:val="00E015AE"/>
    <w:rsid w:val="00E03067"/>
    <w:rsid w:val="00E03846"/>
    <w:rsid w:val="00E04D28"/>
    <w:rsid w:val="00E069B6"/>
    <w:rsid w:val="00E073E9"/>
    <w:rsid w:val="00E16EB4"/>
    <w:rsid w:val="00E20A7D"/>
    <w:rsid w:val="00E21A27"/>
    <w:rsid w:val="00E24508"/>
    <w:rsid w:val="00E264D8"/>
    <w:rsid w:val="00E27A2F"/>
    <w:rsid w:val="00E33F45"/>
    <w:rsid w:val="00E42A94"/>
    <w:rsid w:val="00E44826"/>
    <w:rsid w:val="00E451BA"/>
    <w:rsid w:val="00E454B5"/>
    <w:rsid w:val="00E458BF"/>
    <w:rsid w:val="00E46FE4"/>
    <w:rsid w:val="00E473F9"/>
    <w:rsid w:val="00E54BFB"/>
    <w:rsid w:val="00E54CD7"/>
    <w:rsid w:val="00E64FDA"/>
    <w:rsid w:val="00E65F08"/>
    <w:rsid w:val="00E706E7"/>
    <w:rsid w:val="00E71B39"/>
    <w:rsid w:val="00E80E44"/>
    <w:rsid w:val="00E818AD"/>
    <w:rsid w:val="00E84229"/>
    <w:rsid w:val="00E84965"/>
    <w:rsid w:val="00E90B43"/>
    <w:rsid w:val="00E90E4E"/>
    <w:rsid w:val="00E938DA"/>
    <w:rsid w:val="00E9391E"/>
    <w:rsid w:val="00E94B1F"/>
    <w:rsid w:val="00EA1052"/>
    <w:rsid w:val="00EA218F"/>
    <w:rsid w:val="00EA30BB"/>
    <w:rsid w:val="00EA33BA"/>
    <w:rsid w:val="00EA44EB"/>
    <w:rsid w:val="00EA4F29"/>
    <w:rsid w:val="00EA5B27"/>
    <w:rsid w:val="00EA5F83"/>
    <w:rsid w:val="00EA6F9D"/>
    <w:rsid w:val="00EA72C0"/>
    <w:rsid w:val="00EB085B"/>
    <w:rsid w:val="00EB4001"/>
    <w:rsid w:val="00EB6453"/>
    <w:rsid w:val="00EB6F3C"/>
    <w:rsid w:val="00EB7607"/>
    <w:rsid w:val="00EC1E2C"/>
    <w:rsid w:val="00EC2B9A"/>
    <w:rsid w:val="00EC3723"/>
    <w:rsid w:val="00EC568A"/>
    <w:rsid w:val="00EC58B9"/>
    <w:rsid w:val="00EC5F6E"/>
    <w:rsid w:val="00EC7C87"/>
    <w:rsid w:val="00ED030E"/>
    <w:rsid w:val="00ED2A8D"/>
    <w:rsid w:val="00ED2ACE"/>
    <w:rsid w:val="00ED4450"/>
    <w:rsid w:val="00ED5B05"/>
    <w:rsid w:val="00EE066A"/>
    <w:rsid w:val="00EE245F"/>
    <w:rsid w:val="00EE54CB"/>
    <w:rsid w:val="00EE6424"/>
    <w:rsid w:val="00EF1C54"/>
    <w:rsid w:val="00EF404B"/>
    <w:rsid w:val="00EF6C15"/>
    <w:rsid w:val="00F00376"/>
    <w:rsid w:val="00F01F0C"/>
    <w:rsid w:val="00F02A5A"/>
    <w:rsid w:val="00F11368"/>
    <w:rsid w:val="00F11764"/>
    <w:rsid w:val="00F157E2"/>
    <w:rsid w:val="00F1628E"/>
    <w:rsid w:val="00F16FAB"/>
    <w:rsid w:val="00F25054"/>
    <w:rsid w:val="00F259E2"/>
    <w:rsid w:val="00F40E68"/>
    <w:rsid w:val="00F41AAF"/>
    <w:rsid w:val="00F41F0B"/>
    <w:rsid w:val="00F47147"/>
    <w:rsid w:val="00F47F52"/>
    <w:rsid w:val="00F527AC"/>
    <w:rsid w:val="00F52B1D"/>
    <w:rsid w:val="00F5503F"/>
    <w:rsid w:val="00F56B6F"/>
    <w:rsid w:val="00F61D83"/>
    <w:rsid w:val="00F65DD1"/>
    <w:rsid w:val="00F665BC"/>
    <w:rsid w:val="00F707B3"/>
    <w:rsid w:val="00F710B2"/>
    <w:rsid w:val="00F71135"/>
    <w:rsid w:val="00F72734"/>
    <w:rsid w:val="00F741FE"/>
    <w:rsid w:val="00F74309"/>
    <w:rsid w:val="00F7793E"/>
    <w:rsid w:val="00F82C35"/>
    <w:rsid w:val="00F86736"/>
    <w:rsid w:val="00F90461"/>
    <w:rsid w:val="00F93C9E"/>
    <w:rsid w:val="00FA370D"/>
    <w:rsid w:val="00FA4BD6"/>
    <w:rsid w:val="00FA66F1"/>
    <w:rsid w:val="00FA7A80"/>
    <w:rsid w:val="00FB20B5"/>
    <w:rsid w:val="00FC06AF"/>
    <w:rsid w:val="00FC378B"/>
    <w:rsid w:val="00FC3977"/>
    <w:rsid w:val="00FD2566"/>
    <w:rsid w:val="00FD2F16"/>
    <w:rsid w:val="00FD6065"/>
    <w:rsid w:val="00FE1D34"/>
    <w:rsid w:val="00FE244F"/>
    <w:rsid w:val="00FE2A6F"/>
    <w:rsid w:val="00FF1446"/>
    <w:rsid w:val="00FF171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A3EF5F"/>
  <w15:docId w15:val="{AF5539CF-A9BF-481A-A9E0-2E58E22E7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qFormat="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27"/>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27"/>
      </w:numPr>
      <w:spacing w:before="120" w:after="120"/>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27"/>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27"/>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27"/>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27"/>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2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27"/>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2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D523FD"/>
    <w:p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0"/>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0"/>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0"/>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0"/>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2"/>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A30E75"/>
    <w:pPr>
      <w:numPr>
        <w:numId w:val="9"/>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9"/>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D523FD"/>
    <w:pPr>
      <w:spacing w:after="120"/>
      <w:jc w:val="both"/>
    </w:pPr>
    <w:rPr>
      <w:sz w:val="22"/>
    </w:rPr>
  </w:style>
  <w:style w:type="character" w:customStyle="1" w:styleId="BodyTextChar">
    <w:name w:val="Body Text Char"/>
    <w:basedOn w:val="DefaultParagraphFont"/>
    <w:link w:val="BodyText"/>
    <w:qFormat/>
    <w:rsid w:val="00EB085B"/>
    <w:rPr>
      <w:lang w:val="en-GB"/>
    </w:rPr>
  </w:style>
  <w:style w:type="paragraph" w:customStyle="1" w:styleId="AnnexAHead3">
    <w:name w:val="Annex A Head 3"/>
    <w:basedOn w:val="Normal"/>
    <w:next w:val="BodyText"/>
    <w:rsid w:val="00A30E75"/>
    <w:pPr>
      <w:numPr>
        <w:ilvl w:val="2"/>
        <w:numId w:val="9"/>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9"/>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7"/>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D523FD"/>
    <w:p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662990"/>
    <w:pPr>
      <w:numPr>
        <w:numId w:val="29"/>
      </w:numPr>
      <w:spacing w:after="240"/>
    </w:pPr>
    <w:rPr>
      <w:b/>
      <w:bCs/>
      <w:i/>
      <w:color w:val="575756"/>
      <w:sz w:val="22"/>
      <w:u w:val="single"/>
    </w:rPr>
  </w:style>
  <w:style w:type="paragraph" w:styleId="ListNumber">
    <w:name w:val="List Number"/>
    <w:basedOn w:val="Normal"/>
    <w:semiHidden/>
    <w:rsid w:val="006E10BF"/>
    <w:pPr>
      <w:numPr>
        <w:numId w:val="12"/>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31"/>
      </w:numPr>
      <w:spacing w:after="120" w:line="240" w:lineRule="auto"/>
      <w:jc w:val="both"/>
    </w:pPr>
    <w:rPr>
      <w:rFonts w:eastAsia="Times New Roman" w:cs="Times New Roman"/>
      <w:sz w:val="22"/>
      <w:szCs w:val="20"/>
      <w:lang w:eastAsia="en-GB"/>
    </w:rPr>
  </w:style>
  <w:style w:type="numbering" w:styleId="ArticleSection">
    <w:name w:val="Outline List 3"/>
    <w:basedOn w:val="NoList"/>
    <w:qFormat/>
    <w:rsid w:val="006E10BF"/>
    <w:pPr>
      <w:numPr>
        <w:numId w:val="5"/>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31"/>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3"/>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31"/>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6"/>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4"/>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32"/>
      </w:numPr>
    </w:pPr>
  </w:style>
  <w:style w:type="paragraph" w:customStyle="1" w:styleId="Figurecaption">
    <w:name w:val="Figure caption"/>
    <w:basedOn w:val="Normal"/>
    <w:next w:val="Normal"/>
    <w:qFormat/>
    <w:rsid w:val="00662990"/>
    <w:pPr>
      <w:numPr>
        <w:numId w:val="8"/>
      </w:numPr>
      <w:spacing w:before="240" w:after="240"/>
    </w:pPr>
    <w:rPr>
      <w:b/>
      <w:bCs/>
      <w:i/>
      <w:color w:val="575756"/>
      <w:sz w:val="22"/>
      <w:u w:val="single"/>
    </w:rPr>
  </w:style>
  <w:style w:type="paragraph" w:customStyle="1" w:styleId="AnnexBHead1">
    <w:name w:val="Annex B Head 1"/>
    <w:basedOn w:val="Normal"/>
    <w:next w:val="Heading1separatationline"/>
    <w:rsid w:val="00C03944"/>
    <w:pPr>
      <w:numPr>
        <w:numId w:val="11"/>
      </w:numPr>
    </w:pPr>
    <w:rPr>
      <w:b/>
      <w:caps/>
      <w:color w:val="407EC9"/>
      <w:sz w:val="28"/>
    </w:rPr>
  </w:style>
  <w:style w:type="paragraph" w:styleId="NoSpacing">
    <w:name w:val="No Spacing"/>
    <w:uiPriority w:val="1"/>
    <w:qFormat/>
    <w:rsid w:val="00C55EFB"/>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3"/>
      </w:numPr>
    </w:pPr>
    <w:rPr>
      <w:b/>
      <w:caps/>
      <w:color w:val="407EC9"/>
      <w:sz w:val="24"/>
    </w:rPr>
  </w:style>
  <w:style w:type="paragraph" w:customStyle="1" w:styleId="AnnexBHead3">
    <w:name w:val="Annex B Head 3"/>
    <w:basedOn w:val="Normal"/>
    <w:next w:val="BodyText"/>
    <w:rsid w:val="00C03944"/>
    <w:pPr>
      <w:numPr>
        <w:ilvl w:val="2"/>
        <w:numId w:val="3"/>
      </w:numPr>
    </w:pPr>
    <w:rPr>
      <w:b/>
      <w:smallCaps/>
      <w:color w:val="407EC9"/>
      <w:sz w:val="22"/>
    </w:rPr>
  </w:style>
  <w:style w:type="paragraph" w:customStyle="1" w:styleId="AnnexBHead4">
    <w:name w:val="Annex B Head 4"/>
    <w:basedOn w:val="Normal"/>
    <w:next w:val="BodyText"/>
    <w:rsid w:val="00C03944"/>
    <w:pPr>
      <w:numPr>
        <w:ilvl w:val="3"/>
        <w:numId w:val="3"/>
      </w:numPr>
    </w:pPr>
    <w:rPr>
      <w:b/>
      <w:color w:val="407EC9"/>
      <w:sz w:val="22"/>
    </w:r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4"/>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30E75"/>
    <w:pPr>
      <w:numPr>
        <w:numId w:val="16"/>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6"/>
      </w:numPr>
    </w:pPr>
    <w:rPr>
      <w:b/>
      <w:caps/>
      <w:color w:val="407EC9"/>
      <w:sz w:val="24"/>
    </w:rPr>
  </w:style>
  <w:style w:type="paragraph" w:customStyle="1" w:styleId="AnnexCHead3">
    <w:name w:val="Annex C Head 3"/>
    <w:basedOn w:val="Normal"/>
    <w:rsid w:val="00A30E75"/>
    <w:pPr>
      <w:numPr>
        <w:ilvl w:val="2"/>
        <w:numId w:val="16"/>
      </w:numPr>
      <w:spacing w:before="120" w:after="120"/>
    </w:pPr>
    <w:rPr>
      <w:b/>
      <w:smallCaps/>
      <w:color w:val="407EC9"/>
      <w:sz w:val="22"/>
    </w:rPr>
  </w:style>
  <w:style w:type="paragraph" w:customStyle="1" w:styleId="AnnexCHead4">
    <w:name w:val="Annex C Head 4"/>
    <w:basedOn w:val="Normal"/>
    <w:next w:val="BodyText"/>
    <w:rsid w:val="00A30E75"/>
    <w:pPr>
      <w:numPr>
        <w:ilvl w:val="3"/>
        <w:numId w:val="16"/>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5"/>
      </w:numPr>
      <w:spacing w:before="240" w:after="120"/>
    </w:pPr>
    <w:rPr>
      <w:b/>
      <w:caps/>
      <w:color w:val="407EC9"/>
      <w:sz w:val="28"/>
      <w:lang w:eastAsia="de-DE"/>
    </w:rPr>
  </w:style>
  <w:style w:type="paragraph" w:customStyle="1" w:styleId="AnnexDHead2">
    <w:name w:val="Annex D Head 2"/>
    <w:basedOn w:val="BodyText"/>
    <w:next w:val="Heading2separationline"/>
    <w:rsid w:val="00A30E75"/>
    <w:pPr>
      <w:numPr>
        <w:ilvl w:val="1"/>
        <w:numId w:val="15"/>
      </w:numPr>
      <w:spacing w:before="120"/>
    </w:pPr>
    <w:rPr>
      <w:b/>
      <w:caps/>
      <w:color w:val="407EC9"/>
      <w:sz w:val="24"/>
      <w:lang w:eastAsia="de-DE"/>
    </w:rPr>
  </w:style>
  <w:style w:type="paragraph" w:customStyle="1" w:styleId="AnnexDHead3">
    <w:name w:val="Annex D Head 3"/>
    <w:basedOn w:val="BodyText"/>
    <w:rsid w:val="00A30E75"/>
    <w:pPr>
      <w:numPr>
        <w:ilvl w:val="2"/>
        <w:numId w:val="15"/>
      </w:numPr>
    </w:pPr>
    <w:rPr>
      <w:b/>
      <w:smallCaps/>
      <w:color w:val="407EC9"/>
      <w:lang w:eastAsia="de-DE"/>
    </w:rPr>
  </w:style>
  <w:style w:type="paragraph" w:customStyle="1" w:styleId="AnnexDHead4">
    <w:name w:val="Annex D Head 4"/>
    <w:basedOn w:val="Normal"/>
    <w:next w:val="BodyText"/>
    <w:rsid w:val="00A30E75"/>
    <w:pPr>
      <w:numPr>
        <w:ilvl w:val="3"/>
        <w:numId w:val="15"/>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7"/>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7"/>
      </w:numPr>
    </w:pPr>
    <w:rPr>
      <w:b/>
      <w:caps/>
      <w:color w:val="407EC9"/>
      <w:sz w:val="24"/>
    </w:rPr>
  </w:style>
  <w:style w:type="paragraph" w:customStyle="1" w:styleId="AnnexEHead3">
    <w:name w:val="Annex E Head 3"/>
    <w:basedOn w:val="Normal"/>
    <w:next w:val="BodyText"/>
    <w:rsid w:val="00A30E75"/>
    <w:pPr>
      <w:numPr>
        <w:ilvl w:val="2"/>
        <w:numId w:val="17"/>
      </w:numPr>
    </w:pPr>
    <w:rPr>
      <w:b/>
      <w:smallCaps/>
      <w:color w:val="407EC9"/>
      <w:sz w:val="22"/>
    </w:rPr>
  </w:style>
  <w:style w:type="paragraph" w:customStyle="1" w:styleId="AnnexEHead4">
    <w:name w:val="Annex E Head 4"/>
    <w:basedOn w:val="Normal"/>
    <w:next w:val="BodyText"/>
    <w:rsid w:val="00A30E75"/>
    <w:pPr>
      <w:numPr>
        <w:ilvl w:val="3"/>
        <w:numId w:val="18"/>
      </w:numPr>
    </w:pPr>
    <w:rPr>
      <w:b/>
      <w:color w:val="407EC9"/>
      <w:sz w:val="22"/>
    </w:rPr>
  </w:style>
  <w:style w:type="paragraph" w:customStyle="1" w:styleId="AnnexFHead1">
    <w:name w:val="Annex F Head 1"/>
    <w:basedOn w:val="Normal"/>
    <w:next w:val="Heading1separatationline"/>
    <w:rsid w:val="00A30E75"/>
    <w:pPr>
      <w:numPr>
        <w:numId w:val="19"/>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19"/>
      </w:numPr>
    </w:pPr>
    <w:rPr>
      <w:b/>
      <w:caps/>
      <w:color w:val="407EC9"/>
      <w:sz w:val="24"/>
    </w:rPr>
  </w:style>
  <w:style w:type="paragraph" w:customStyle="1" w:styleId="AnnexFHead3">
    <w:name w:val="Annex F Head 3"/>
    <w:basedOn w:val="Normal"/>
    <w:next w:val="BodyText"/>
    <w:rsid w:val="00A30E75"/>
    <w:pPr>
      <w:numPr>
        <w:ilvl w:val="2"/>
        <w:numId w:val="19"/>
      </w:numPr>
    </w:pPr>
    <w:rPr>
      <w:b/>
      <w:smallCaps/>
      <w:color w:val="407EC9"/>
      <w:sz w:val="22"/>
    </w:rPr>
  </w:style>
  <w:style w:type="paragraph" w:customStyle="1" w:styleId="AnnexFHead4">
    <w:name w:val="Annex F Head 4"/>
    <w:basedOn w:val="Normal"/>
    <w:next w:val="BodyText"/>
    <w:rsid w:val="00A30E75"/>
    <w:pPr>
      <w:numPr>
        <w:ilvl w:val="3"/>
        <w:numId w:val="19"/>
      </w:numPr>
    </w:pPr>
    <w:rPr>
      <w:b/>
      <w:color w:val="407EC9"/>
      <w:sz w:val="22"/>
    </w:rPr>
  </w:style>
  <w:style w:type="paragraph" w:customStyle="1" w:styleId="AnnexGHead1">
    <w:name w:val="Annex G Head 1"/>
    <w:basedOn w:val="Normal"/>
    <w:next w:val="Heading1separatationline"/>
    <w:rsid w:val="00A30E75"/>
    <w:pPr>
      <w:numPr>
        <w:numId w:val="20"/>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0"/>
      </w:numPr>
    </w:pPr>
    <w:rPr>
      <w:b/>
      <w:caps/>
      <w:color w:val="407EC9"/>
      <w:sz w:val="24"/>
    </w:rPr>
  </w:style>
  <w:style w:type="paragraph" w:customStyle="1" w:styleId="AnnexGHead3">
    <w:name w:val="Annex G Head 3"/>
    <w:basedOn w:val="Normal"/>
    <w:next w:val="BodyText"/>
    <w:rsid w:val="00A30E75"/>
    <w:pPr>
      <w:numPr>
        <w:ilvl w:val="2"/>
        <w:numId w:val="20"/>
      </w:numPr>
    </w:pPr>
    <w:rPr>
      <w:b/>
      <w:smallCaps/>
      <w:color w:val="407EC9"/>
      <w:sz w:val="22"/>
    </w:rPr>
  </w:style>
  <w:style w:type="paragraph" w:customStyle="1" w:styleId="AnnexGHead4">
    <w:name w:val="Annex G Head 4"/>
    <w:basedOn w:val="Normal"/>
    <w:next w:val="BodyText"/>
    <w:rsid w:val="00A30E75"/>
    <w:pPr>
      <w:numPr>
        <w:ilvl w:val="3"/>
        <w:numId w:val="20"/>
      </w:numPr>
    </w:pPr>
    <w:rPr>
      <w:b/>
      <w:color w:val="407EC9"/>
      <w:sz w:val="22"/>
    </w:rPr>
  </w:style>
  <w:style w:type="paragraph" w:customStyle="1" w:styleId="AnnexHHead1">
    <w:name w:val="Annex H Head 1"/>
    <w:basedOn w:val="Normal"/>
    <w:next w:val="Heading1separatationline"/>
    <w:rsid w:val="00A30E75"/>
    <w:pPr>
      <w:numPr>
        <w:numId w:val="21"/>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1"/>
      </w:numPr>
    </w:pPr>
    <w:rPr>
      <w:b/>
      <w:caps/>
      <w:color w:val="407EC9"/>
      <w:sz w:val="24"/>
    </w:rPr>
  </w:style>
  <w:style w:type="paragraph" w:customStyle="1" w:styleId="AnnexHHead3">
    <w:name w:val="Annex H Head 3"/>
    <w:basedOn w:val="Normal"/>
    <w:rsid w:val="00A30E75"/>
    <w:pPr>
      <w:numPr>
        <w:ilvl w:val="2"/>
        <w:numId w:val="21"/>
      </w:numPr>
    </w:pPr>
    <w:rPr>
      <w:b/>
      <w:smallCaps/>
      <w:color w:val="407EC9"/>
      <w:sz w:val="22"/>
    </w:rPr>
  </w:style>
  <w:style w:type="paragraph" w:customStyle="1" w:styleId="AnnexHHead4">
    <w:name w:val="Annex H Head 4"/>
    <w:basedOn w:val="Normal"/>
    <w:next w:val="BodyText"/>
    <w:rsid w:val="00A30E75"/>
    <w:pPr>
      <w:numPr>
        <w:ilvl w:val="3"/>
        <w:numId w:val="21"/>
      </w:numPr>
    </w:pPr>
    <w:rPr>
      <w:b/>
      <w:color w:val="407EC9"/>
      <w:sz w:val="22"/>
    </w:rPr>
  </w:style>
  <w:style w:type="paragraph" w:customStyle="1" w:styleId="AnnexIHead1">
    <w:name w:val="Annex I Head 1"/>
    <w:basedOn w:val="Normal"/>
    <w:next w:val="Heading1separatationline"/>
    <w:rsid w:val="00A30E75"/>
    <w:pPr>
      <w:numPr>
        <w:numId w:val="22"/>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2"/>
      </w:numPr>
    </w:pPr>
    <w:rPr>
      <w:b/>
      <w:caps/>
      <w:color w:val="407EC9"/>
      <w:sz w:val="24"/>
    </w:rPr>
  </w:style>
  <w:style w:type="paragraph" w:customStyle="1" w:styleId="AnnexIHead3">
    <w:name w:val="Annex I Head 3"/>
    <w:basedOn w:val="Normal"/>
    <w:next w:val="BodyText"/>
    <w:rsid w:val="00A30E75"/>
    <w:pPr>
      <w:numPr>
        <w:ilvl w:val="2"/>
        <w:numId w:val="22"/>
      </w:numPr>
    </w:pPr>
    <w:rPr>
      <w:b/>
      <w:smallCaps/>
      <w:color w:val="407EC9"/>
      <w:sz w:val="22"/>
    </w:rPr>
  </w:style>
  <w:style w:type="paragraph" w:customStyle="1" w:styleId="AnnexIHead4">
    <w:name w:val="Annex I Head 4"/>
    <w:basedOn w:val="Normal"/>
    <w:next w:val="BodyText"/>
    <w:rsid w:val="00A30E75"/>
    <w:pPr>
      <w:numPr>
        <w:ilvl w:val="3"/>
        <w:numId w:val="22"/>
      </w:numPr>
    </w:pPr>
    <w:rPr>
      <w:b/>
      <w:color w:val="407EC9"/>
      <w:sz w:val="22"/>
    </w:rPr>
  </w:style>
  <w:style w:type="paragraph" w:customStyle="1" w:styleId="AnnexJHead1">
    <w:name w:val="Annex J Head 1"/>
    <w:basedOn w:val="Normal"/>
    <w:next w:val="Heading1separatationline"/>
    <w:rsid w:val="00934294"/>
    <w:pPr>
      <w:numPr>
        <w:numId w:val="23"/>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3"/>
      </w:numPr>
    </w:pPr>
    <w:rPr>
      <w:b/>
      <w:caps/>
      <w:color w:val="407EC9"/>
      <w:sz w:val="24"/>
    </w:rPr>
  </w:style>
  <w:style w:type="paragraph" w:customStyle="1" w:styleId="AnnexJHead3">
    <w:name w:val="Annex J Head 3"/>
    <w:basedOn w:val="Normal"/>
    <w:next w:val="BodyText"/>
    <w:rsid w:val="00934294"/>
    <w:pPr>
      <w:numPr>
        <w:ilvl w:val="2"/>
        <w:numId w:val="23"/>
      </w:numPr>
    </w:pPr>
    <w:rPr>
      <w:b/>
      <w:smallCaps/>
      <w:color w:val="407EC9"/>
      <w:sz w:val="22"/>
    </w:rPr>
  </w:style>
  <w:style w:type="paragraph" w:customStyle="1" w:styleId="AnnexJHead4">
    <w:name w:val="Annex J Head 4"/>
    <w:basedOn w:val="Normal"/>
    <w:next w:val="BodyText"/>
    <w:rsid w:val="00934294"/>
    <w:pPr>
      <w:numPr>
        <w:ilvl w:val="3"/>
        <w:numId w:val="23"/>
      </w:numPr>
    </w:pPr>
    <w:rPr>
      <w:b/>
      <w:color w:val="407EC9"/>
      <w:sz w:val="22"/>
    </w:rPr>
  </w:style>
  <w:style w:type="paragraph" w:customStyle="1" w:styleId="AnnexKHead1">
    <w:name w:val="Annex K Head 1"/>
    <w:basedOn w:val="Normal"/>
    <w:next w:val="Heading1separatationline"/>
    <w:rsid w:val="00934294"/>
    <w:pPr>
      <w:numPr>
        <w:numId w:val="24"/>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4"/>
      </w:numPr>
    </w:pPr>
    <w:rPr>
      <w:b/>
      <w:caps/>
      <w:color w:val="407EC9"/>
      <w:sz w:val="24"/>
    </w:rPr>
  </w:style>
  <w:style w:type="paragraph" w:customStyle="1" w:styleId="AnnexKHead3">
    <w:name w:val="Annex K Head 3"/>
    <w:basedOn w:val="Normal"/>
    <w:next w:val="BodyText"/>
    <w:rsid w:val="00934294"/>
    <w:pPr>
      <w:numPr>
        <w:ilvl w:val="2"/>
        <w:numId w:val="24"/>
      </w:numPr>
    </w:pPr>
    <w:rPr>
      <w:b/>
      <w:smallCaps/>
      <w:color w:val="407EC9"/>
      <w:sz w:val="22"/>
    </w:rPr>
  </w:style>
  <w:style w:type="paragraph" w:customStyle="1" w:styleId="AnnexKHead4">
    <w:name w:val="Annex K Head 4"/>
    <w:basedOn w:val="Normal"/>
    <w:next w:val="BodyText"/>
    <w:rsid w:val="00934294"/>
    <w:pPr>
      <w:numPr>
        <w:ilvl w:val="3"/>
        <w:numId w:val="24"/>
      </w:numPr>
    </w:pPr>
    <w:rPr>
      <w:b/>
      <w:color w:val="407EC9"/>
      <w:sz w:val="22"/>
    </w:rPr>
  </w:style>
  <w:style w:type="paragraph" w:customStyle="1" w:styleId="AnnexLHead1">
    <w:name w:val="Annex L Head 1"/>
    <w:basedOn w:val="Normal"/>
    <w:next w:val="Heading1separatationline"/>
    <w:rsid w:val="00934294"/>
    <w:pPr>
      <w:numPr>
        <w:numId w:val="25"/>
      </w:numPr>
      <w:spacing w:before="240" w:after="120"/>
    </w:pPr>
    <w:rPr>
      <w:b/>
      <w:caps/>
      <w:color w:val="407EC9"/>
      <w:sz w:val="28"/>
    </w:rPr>
  </w:style>
  <w:style w:type="paragraph" w:customStyle="1" w:styleId="AnnexLHead2">
    <w:name w:val="Annex L Head 2"/>
    <w:basedOn w:val="Normal"/>
    <w:next w:val="BodyText"/>
    <w:rsid w:val="00934294"/>
    <w:pPr>
      <w:numPr>
        <w:ilvl w:val="1"/>
        <w:numId w:val="25"/>
      </w:numPr>
    </w:pPr>
    <w:rPr>
      <w:b/>
      <w:caps/>
      <w:color w:val="407EC9"/>
      <w:sz w:val="24"/>
    </w:rPr>
  </w:style>
  <w:style w:type="paragraph" w:customStyle="1" w:styleId="AnnexLHead3">
    <w:name w:val="Annex L Head 3"/>
    <w:basedOn w:val="Normal"/>
    <w:next w:val="BodyText"/>
    <w:rsid w:val="00934294"/>
    <w:pPr>
      <w:numPr>
        <w:ilvl w:val="2"/>
        <w:numId w:val="25"/>
      </w:numPr>
    </w:pPr>
    <w:rPr>
      <w:b/>
      <w:smallCaps/>
      <w:color w:val="407EC9"/>
      <w:sz w:val="22"/>
    </w:rPr>
  </w:style>
  <w:style w:type="paragraph" w:customStyle="1" w:styleId="AnnexLHead4">
    <w:name w:val="Annex L Head 4"/>
    <w:basedOn w:val="Normal"/>
    <w:next w:val="BodyText"/>
    <w:rsid w:val="00934294"/>
    <w:pPr>
      <w:numPr>
        <w:ilvl w:val="3"/>
        <w:numId w:val="25"/>
      </w:numPr>
    </w:pPr>
    <w:rPr>
      <w:b/>
      <w:color w:val="407EC9"/>
      <w:sz w:val="22"/>
    </w:rPr>
  </w:style>
  <w:style w:type="paragraph" w:customStyle="1" w:styleId="AnnexMHead1">
    <w:name w:val="Annex M Head 1"/>
    <w:basedOn w:val="Normal"/>
    <w:next w:val="Heading1separatationline"/>
    <w:rsid w:val="00934294"/>
    <w:pPr>
      <w:numPr>
        <w:numId w:val="26"/>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6"/>
      </w:numPr>
    </w:pPr>
    <w:rPr>
      <w:b/>
      <w:caps/>
      <w:color w:val="407EC9"/>
      <w:sz w:val="24"/>
    </w:rPr>
  </w:style>
  <w:style w:type="paragraph" w:customStyle="1" w:styleId="AnnexMHead3">
    <w:name w:val="Annex M Head 3"/>
    <w:basedOn w:val="Normal"/>
    <w:next w:val="BodyText"/>
    <w:rsid w:val="00934294"/>
    <w:pPr>
      <w:numPr>
        <w:ilvl w:val="2"/>
        <w:numId w:val="26"/>
      </w:numPr>
    </w:pPr>
    <w:rPr>
      <w:b/>
      <w:smallCaps/>
      <w:color w:val="407EC9"/>
      <w:sz w:val="22"/>
    </w:rPr>
  </w:style>
  <w:style w:type="paragraph" w:customStyle="1" w:styleId="AnnexMHead4">
    <w:name w:val="Annex M Head 4"/>
    <w:basedOn w:val="Normal"/>
    <w:next w:val="BodyText"/>
    <w:rsid w:val="00934294"/>
    <w:pPr>
      <w:numPr>
        <w:ilvl w:val="3"/>
        <w:numId w:val="26"/>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28"/>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styleId="ListNumber4">
    <w:name w:val="List Number 4"/>
    <w:basedOn w:val="Normal"/>
    <w:uiPriority w:val="99"/>
    <w:semiHidden/>
    <w:unhideWhenUsed/>
    <w:rsid w:val="006C251E"/>
    <w:pPr>
      <w:numPr>
        <w:numId w:val="30"/>
      </w:numPr>
      <w:contextualSpacing/>
    </w:pPr>
  </w:style>
  <w:style w:type="paragraph" w:styleId="Caption">
    <w:name w:val="caption"/>
    <w:basedOn w:val="Normal"/>
    <w:next w:val="Normal"/>
    <w:uiPriority w:val="35"/>
    <w:unhideWhenUsed/>
    <w:rsid w:val="00AA55CF"/>
    <w:pPr>
      <w:spacing w:after="200" w:line="240" w:lineRule="auto"/>
    </w:pPr>
    <w:rPr>
      <w:i/>
      <w:iCs/>
      <w:color w:val="3AAA35" w:themeColor="text2"/>
      <w:szCs w:val="18"/>
    </w:rPr>
  </w:style>
  <w:style w:type="paragraph" w:styleId="Revision">
    <w:name w:val="Revision"/>
    <w:hidden/>
    <w:uiPriority w:val="99"/>
    <w:semiHidden/>
    <w:rsid w:val="002577F7"/>
    <w:pPr>
      <w:spacing w:after="0" w:line="240" w:lineRule="auto"/>
    </w:pPr>
    <w:rPr>
      <w:sz w:val="18"/>
      <w:lang w:val="en-GB"/>
    </w:rPr>
  </w:style>
  <w:style w:type="character" w:customStyle="1" w:styleId="UnresolvedMention1">
    <w:name w:val="Unresolved Mention1"/>
    <w:basedOn w:val="DefaultParagraphFont"/>
    <w:uiPriority w:val="99"/>
    <w:semiHidden/>
    <w:unhideWhenUsed/>
    <w:rsid w:val="003A20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312244">
      <w:bodyDiv w:val="1"/>
      <w:marLeft w:val="0"/>
      <w:marRight w:val="0"/>
      <w:marTop w:val="0"/>
      <w:marBottom w:val="0"/>
      <w:divBdr>
        <w:top w:val="none" w:sz="0" w:space="0" w:color="auto"/>
        <w:left w:val="none" w:sz="0" w:space="0" w:color="auto"/>
        <w:bottom w:val="none" w:sz="0" w:space="0" w:color="auto"/>
        <w:right w:val="none" w:sz="0" w:space="0" w:color="auto"/>
      </w:divBdr>
    </w:div>
    <w:div w:id="449016230">
      <w:bodyDiv w:val="1"/>
      <w:marLeft w:val="0"/>
      <w:marRight w:val="0"/>
      <w:marTop w:val="0"/>
      <w:marBottom w:val="0"/>
      <w:divBdr>
        <w:top w:val="none" w:sz="0" w:space="0" w:color="auto"/>
        <w:left w:val="none" w:sz="0" w:space="0" w:color="auto"/>
        <w:bottom w:val="none" w:sz="0" w:space="0" w:color="auto"/>
        <w:right w:val="none" w:sz="0" w:space="0" w:color="auto"/>
      </w:divBdr>
    </w:div>
    <w:div w:id="1111630279">
      <w:bodyDiv w:val="1"/>
      <w:marLeft w:val="0"/>
      <w:marRight w:val="0"/>
      <w:marTop w:val="0"/>
      <w:marBottom w:val="0"/>
      <w:divBdr>
        <w:top w:val="none" w:sz="0" w:space="0" w:color="auto"/>
        <w:left w:val="none" w:sz="0" w:space="0" w:color="auto"/>
        <w:bottom w:val="none" w:sz="0" w:space="0" w:color="auto"/>
        <w:right w:val="none" w:sz="0" w:space="0" w:color="auto"/>
      </w:divBdr>
      <w:divsChild>
        <w:div w:id="1352877673">
          <w:marLeft w:val="0"/>
          <w:marRight w:val="0"/>
          <w:marTop w:val="0"/>
          <w:marBottom w:val="0"/>
          <w:divBdr>
            <w:top w:val="none" w:sz="0" w:space="0" w:color="auto"/>
            <w:left w:val="none" w:sz="0" w:space="0" w:color="auto"/>
            <w:bottom w:val="none" w:sz="0" w:space="0" w:color="auto"/>
            <w:right w:val="none" w:sz="0" w:space="0" w:color="auto"/>
          </w:divBdr>
        </w:div>
      </w:divsChild>
    </w:div>
    <w:div w:id="1147817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comments" Target="comments.xml"/><Relationship Id="rId34" Type="http://schemas.openxmlformats.org/officeDocument/2006/relationships/header" Target="header1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7.xml"/><Relationship Id="rId33"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yperlink" Target="http://www.imo.org/en/About/strategy/Pages/default.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8/08/relationships/commentsExtensible" Target="commentsExtensible.xml"/><Relationship Id="rId32" Type="http://schemas.openxmlformats.org/officeDocument/2006/relationships/header" Target="header1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microsoft.com/office/2016/09/relationships/commentsIds" Target="commentsIds.xml"/><Relationship Id="rId28" Type="http://schemas.openxmlformats.org/officeDocument/2006/relationships/footer" Target="footer5.xml"/><Relationship Id="rId36"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microsoft.com/office/2011/relationships/commentsExtended" Target="commentsExtended.xml"/><Relationship Id="rId27" Type="http://schemas.openxmlformats.org/officeDocument/2006/relationships/header" Target="header9.xml"/><Relationship Id="rId30" Type="http://schemas.openxmlformats.org/officeDocument/2006/relationships/hyperlink" Target="http://www.iala-aism.org/wiki/dictionary" TargetMode="External"/><Relationship Id="rId35" Type="http://schemas.openxmlformats.org/officeDocument/2006/relationships/fontTable" Target="fontTable.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lli\Downloads\Guideline%20Template%2017Apr17.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E018D29-6772-4B8B-BD71-8EC7A9DE2C8A}">
  <ds:schemaRefs>
    <ds:schemaRef ds:uri="http://schemas.microsoft.com/sharepoint/v3/contenttype/forms"/>
  </ds:schemaRefs>
</ds:datastoreItem>
</file>

<file path=customXml/itemProps2.xml><?xml version="1.0" encoding="utf-8"?>
<ds:datastoreItem xmlns:ds="http://schemas.openxmlformats.org/officeDocument/2006/customXml" ds:itemID="{2F2810B8-351B-48A0-977A-55DFE1DF00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FCD6AA-8CF5-4699-969D-1D7ACA767AC7}">
  <ds:schemaRefs>
    <ds:schemaRef ds:uri="http://schemas.openxmlformats.org/officeDocument/2006/bibliography"/>
  </ds:schemaRefs>
</ds:datastoreItem>
</file>

<file path=customXml/itemProps4.xml><?xml version="1.0" encoding="utf-8"?>
<ds:datastoreItem xmlns:ds="http://schemas.openxmlformats.org/officeDocument/2006/customXml" ds:itemID="{EB755F17-F778-481E-B5E2-232BCB1B1A6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Guideline Template 17Apr17.dotx</Template>
  <TotalTime>0</TotalTime>
  <Pages>38</Pages>
  <Words>15380</Words>
  <Characters>87669</Characters>
  <Application>Microsoft Office Word</Application>
  <DocSecurity>0</DocSecurity>
  <Lines>730</Lines>
  <Paragraphs>205</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102844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Jillian Carson-Jackson</dc:creator>
  <cp:keywords/>
  <dc:description/>
  <cp:lastModifiedBy>Tom Southall</cp:lastModifiedBy>
  <cp:revision>16</cp:revision>
  <cp:lastPrinted>2022-02-14T11:29:00Z</cp:lastPrinted>
  <dcterms:created xsi:type="dcterms:W3CDTF">2022-03-03T08:20:00Z</dcterms:created>
  <dcterms:modified xsi:type="dcterms:W3CDTF">2022-03-03T14:38:00Z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